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21E" w:rsidRPr="00EC501B" w:rsidRDefault="00F1221E" w:rsidP="00E41A8E">
      <w:pPr>
        <w:rPr>
          <w:rFonts w:ascii="Arial" w:hAnsi="Arial" w:cs="Arial"/>
          <w:highlight w:val="yellow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style="position:absolute;margin-left:205.4pt;margin-top:-9pt;width:53pt;height:65pt;z-index:251658240;visibility:visible">
            <v:imagedata r:id="rId5" o:title=""/>
            <w10:wrap type="square" side="left"/>
          </v:shape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1221E" w:rsidRPr="00EC501B" w:rsidRDefault="00F1221E" w:rsidP="00E41A8E">
      <w:pPr>
        <w:spacing w:line="360" w:lineRule="auto"/>
        <w:jc w:val="center"/>
        <w:rPr>
          <w:b/>
          <w:color w:val="FF0000"/>
          <w:sz w:val="36"/>
          <w:highlight w:val="yellow"/>
        </w:rPr>
      </w:pPr>
    </w:p>
    <w:p w:rsidR="00F1221E" w:rsidRPr="00EC501B" w:rsidRDefault="00F1221E" w:rsidP="009170B9">
      <w:pPr>
        <w:pStyle w:val="Heading2"/>
        <w:spacing w:before="0" w:after="0" w:line="360" w:lineRule="auto"/>
        <w:jc w:val="center"/>
        <w:rPr>
          <w:rFonts w:ascii="Times New Roman" w:hAnsi="Times New Roman"/>
          <w:bCs w:val="0"/>
          <w:i w:val="0"/>
          <w:iCs w:val="0"/>
          <w:sz w:val="36"/>
          <w:szCs w:val="24"/>
        </w:rPr>
      </w:pPr>
      <w:r w:rsidRPr="00EC501B">
        <w:rPr>
          <w:rFonts w:ascii="Times New Roman" w:hAnsi="Times New Roman"/>
          <w:bCs w:val="0"/>
          <w:i w:val="0"/>
          <w:iCs w:val="0"/>
          <w:sz w:val="36"/>
          <w:szCs w:val="24"/>
        </w:rPr>
        <w:t>АДМИНИСТРАЦИЯ</w:t>
      </w:r>
    </w:p>
    <w:p w:rsidR="00F1221E" w:rsidRPr="00EC501B" w:rsidRDefault="00F1221E" w:rsidP="009170B9">
      <w:pPr>
        <w:pStyle w:val="Heading2"/>
        <w:spacing w:before="0" w:after="0" w:line="360" w:lineRule="auto"/>
        <w:jc w:val="center"/>
        <w:rPr>
          <w:rFonts w:ascii="Times New Roman" w:hAnsi="Times New Roman"/>
          <w:bCs w:val="0"/>
          <w:i w:val="0"/>
          <w:iCs w:val="0"/>
          <w:sz w:val="36"/>
          <w:szCs w:val="24"/>
        </w:rPr>
      </w:pPr>
      <w:r w:rsidRPr="00EC501B">
        <w:rPr>
          <w:rFonts w:ascii="Times New Roman" w:hAnsi="Times New Roman"/>
          <w:bCs w:val="0"/>
          <w:i w:val="0"/>
          <w:iCs w:val="0"/>
          <w:sz w:val="36"/>
          <w:szCs w:val="24"/>
        </w:rPr>
        <w:t xml:space="preserve">ГОРОДСКОГО ОКРУГА СТУПИНО </w:t>
      </w:r>
    </w:p>
    <w:p w:rsidR="00F1221E" w:rsidRPr="00EC501B" w:rsidRDefault="00F1221E" w:rsidP="009170B9">
      <w:pPr>
        <w:spacing w:line="360" w:lineRule="auto"/>
        <w:jc w:val="center"/>
      </w:pPr>
      <w:r w:rsidRPr="00EC501B">
        <w:t>МОСКОВСКОЙ ОБЛАСТИ</w:t>
      </w:r>
    </w:p>
    <w:p w:rsidR="00F1221E" w:rsidRPr="00EC501B" w:rsidRDefault="00F1221E" w:rsidP="009170B9">
      <w:pPr>
        <w:spacing w:line="360" w:lineRule="auto"/>
        <w:jc w:val="center"/>
        <w:rPr>
          <w:sz w:val="16"/>
        </w:rPr>
      </w:pPr>
    </w:p>
    <w:p w:rsidR="00F1221E" w:rsidRPr="00EC501B" w:rsidRDefault="00F1221E" w:rsidP="009170B9">
      <w:pPr>
        <w:spacing w:line="360" w:lineRule="auto"/>
        <w:jc w:val="center"/>
        <w:rPr>
          <w:b/>
          <w:sz w:val="36"/>
        </w:rPr>
      </w:pPr>
      <w:r w:rsidRPr="00EC501B">
        <w:rPr>
          <w:b/>
          <w:sz w:val="36"/>
        </w:rPr>
        <w:t xml:space="preserve">ПОСТАНОВЛЕНИЕ </w:t>
      </w:r>
    </w:p>
    <w:p w:rsidR="00F1221E" w:rsidRPr="00EC501B" w:rsidRDefault="00F1221E" w:rsidP="004332BA">
      <w:pPr>
        <w:spacing w:line="360" w:lineRule="auto"/>
        <w:jc w:val="center"/>
        <w:rPr>
          <w:sz w:val="20"/>
        </w:rPr>
      </w:pPr>
      <w:r w:rsidRPr="0032168F">
        <w:rPr>
          <w:rFonts w:ascii="Arial" w:hAnsi="Arial" w:cs="Arial"/>
          <w:u w:val="single"/>
        </w:rPr>
        <w:t>25.01.2019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</w:t>
      </w:r>
      <w:r w:rsidRPr="00EC501B">
        <w:rPr>
          <w:sz w:val="20"/>
        </w:rPr>
        <w:t>№</w:t>
      </w:r>
      <w:r>
        <w:rPr>
          <w:sz w:val="20"/>
        </w:rPr>
        <w:t xml:space="preserve">   </w:t>
      </w:r>
      <w:r w:rsidRPr="0032168F">
        <w:rPr>
          <w:rFonts w:ascii="Arial" w:hAnsi="Arial" w:cs="Arial"/>
          <w:u w:val="single"/>
        </w:rPr>
        <w:t>172-п</w:t>
      </w:r>
    </w:p>
    <w:p w:rsidR="00F1221E" w:rsidRPr="00EC501B" w:rsidRDefault="00F1221E" w:rsidP="009170B9">
      <w:pPr>
        <w:spacing w:line="360" w:lineRule="auto"/>
        <w:jc w:val="center"/>
        <w:rPr>
          <w:b/>
        </w:rPr>
      </w:pPr>
      <w:r w:rsidRPr="00EC501B">
        <w:rPr>
          <w:b/>
        </w:rPr>
        <w:t>г. Ступино</w:t>
      </w:r>
    </w:p>
    <w:p w:rsidR="00F1221E" w:rsidRPr="00EC501B" w:rsidRDefault="00F1221E" w:rsidP="00E41A8E">
      <w:pPr>
        <w:spacing w:line="360" w:lineRule="auto"/>
        <w:jc w:val="center"/>
        <w:rPr>
          <w:b/>
          <w:highlight w:val="yellow"/>
        </w:rPr>
      </w:pPr>
    </w:p>
    <w:tbl>
      <w:tblPr>
        <w:tblW w:w="0" w:type="auto"/>
        <w:tblLook w:val="00A0"/>
      </w:tblPr>
      <w:tblGrid>
        <w:gridCol w:w="5637"/>
      </w:tblGrid>
      <w:tr w:rsidR="00F1221E" w:rsidRPr="00EC501B" w:rsidTr="00867F70">
        <w:trPr>
          <w:trHeight w:val="1487"/>
        </w:trPr>
        <w:tc>
          <w:tcPr>
            <w:tcW w:w="5637" w:type="dxa"/>
          </w:tcPr>
          <w:p w:rsidR="00F1221E" w:rsidRPr="00EC501B" w:rsidRDefault="00F1221E" w:rsidP="00EC501B">
            <w:pPr>
              <w:pStyle w:val="ConsPlusTitle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  <w:r w:rsidRPr="00EC501B">
              <w:rPr>
                <w:rFonts w:ascii="Arial" w:hAnsi="Arial" w:cs="Arial"/>
                <w:b w:val="0"/>
                <w:sz w:val="24"/>
                <w:szCs w:val="24"/>
              </w:rPr>
              <w:t xml:space="preserve">Об утверждении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П</w:t>
            </w:r>
            <w:r w:rsidRPr="00EC501B">
              <w:rPr>
                <w:rFonts w:ascii="Arial" w:hAnsi="Arial" w:cs="Arial"/>
                <w:b w:val="0"/>
                <w:sz w:val="24"/>
                <w:szCs w:val="24"/>
              </w:rPr>
              <w:t>еречня автомобильных дорог общего пользования местного значения городского округа Ступино Московской области</w:t>
            </w:r>
          </w:p>
        </w:tc>
      </w:tr>
    </w:tbl>
    <w:p w:rsidR="00F1221E" w:rsidRPr="003E65E5" w:rsidRDefault="00F1221E" w:rsidP="003E65E5">
      <w:pPr>
        <w:spacing w:line="360" w:lineRule="auto"/>
        <w:ind w:firstLine="709"/>
        <w:jc w:val="both"/>
        <w:rPr>
          <w:rFonts w:ascii="Arial" w:hAnsi="Arial" w:cs="Arial"/>
        </w:rPr>
      </w:pPr>
      <w:r w:rsidRPr="00844CB0">
        <w:rPr>
          <w:rFonts w:ascii="Arial" w:hAnsi="Arial" w:cs="Arial"/>
        </w:rPr>
        <w:t xml:space="preserve">В соответствии с </w:t>
      </w:r>
      <w:r>
        <w:rPr>
          <w:rFonts w:ascii="Arial" w:hAnsi="Arial" w:cs="Arial"/>
        </w:rPr>
        <w:t>Федеральным законом</w:t>
      </w:r>
      <w:r w:rsidRPr="00844CB0">
        <w:rPr>
          <w:rFonts w:ascii="Arial" w:hAnsi="Arial" w:cs="Arial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rFonts w:ascii="Arial" w:hAnsi="Arial" w:cs="Arial"/>
        </w:rPr>
        <w:t xml:space="preserve"> Федеральным законом</w:t>
      </w:r>
      <w:r w:rsidRPr="004C5949">
        <w:rPr>
          <w:rFonts w:ascii="Arial" w:hAnsi="Arial" w:cs="Arial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</w:t>
      </w:r>
      <w:r>
        <w:rPr>
          <w:rFonts w:ascii="Arial" w:hAnsi="Arial" w:cs="Arial"/>
        </w:rPr>
        <w:t>ные акты Российской Федерации», у</w:t>
      </w:r>
      <w:r w:rsidRPr="000C2C12">
        <w:rPr>
          <w:rFonts w:ascii="Arial" w:hAnsi="Arial" w:cs="Arial"/>
        </w:rPr>
        <w:t>ставом городского округа Ступино Московской области</w:t>
      </w:r>
    </w:p>
    <w:p w:rsidR="00F1221E" w:rsidRPr="000C2C12" w:rsidRDefault="00F1221E" w:rsidP="007129FF">
      <w:pPr>
        <w:spacing w:line="360" w:lineRule="auto"/>
        <w:ind w:firstLine="709"/>
        <w:jc w:val="center"/>
        <w:rPr>
          <w:rFonts w:ascii="Arial" w:hAnsi="Arial" w:cs="Arial"/>
          <w:b/>
        </w:rPr>
      </w:pPr>
    </w:p>
    <w:p w:rsidR="00F1221E" w:rsidRPr="000C2C12" w:rsidRDefault="00F1221E" w:rsidP="007129FF">
      <w:pPr>
        <w:spacing w:line="360" w:lineRule="auto"/>
        <w:ind w:firstLine="709"/>
        <w:jc w:val="center"/>
        <w:rPr>
          <w:rFonts w:ascii="Arial" w:hAnsi="Arial" w:cs="Arial"/>
          <w:b/>
        </w:rPr>
      </w:pPr>
      <w:r w:rsidRPr="000C2C12">
        <w:rPr>
          <w:rFonts w:ascii="Arial" w:hAnsi="Arial" w:cs="Arial"/>
          <w:b/>
        </w:rPr>
        <w:t>ПОСТАНОВЛЯЮ:</w:t>
      </w:r>
    </w:p>
    <w:p w:rsidR="00F1221E" w:rsidRPr="000C2C12" w:rsidRDefault="00F1221E" w:rsidP="003622FF">
      <w:pPr>
        <w:spacing w:line="360" w:lineRule="auto"/>
        <w:ind w:firstLine="709"/>
        <w:jc w:val="both"/>
        <w:rPr>
          <w:rFonts w:ascii="Arial" w:hAnsi="Arial" w:cs="Arial"/>
        </w:rPr>
      </w:pPr>
      <w:r w:rsidRPr="000C2C12">
        <w:rPr>
          <w:rFonts w:ascii="Arial" w:hAnsi="Arial" w:cs="Arial"/>
        </w:rPr>
        <w:t>1. Утвердить Перечень автомобильных дорог общего пользования местного значения городского округа Ступино Московской области</w:t>
      </w:r>
      <w:r>
        <w:rPr>
          <w:rFonts w:ascii="Arial" w:hAnsi="Arial" w:cs="Arial"/>
        </w:rPr>
        <w:t xml:space="preserve"> (Приложение</w:t>
      </w:r>
      <w:r w:rsidRPr="000C2C12">
        <w:rPr>
          <w:rFonts w:ascii="Arial" w:hAnsi="Arial" w:cs="Arial"/>
        </w:rPr>
        <w:t>).</w:t>
      </w:r>
    </w:p>
    <w:p w:rsidR="00F1221E" w:rsidRPr="007D5477" w:rsidRDefault="00F1221E" w:rsidP="00257E2F">
      <w:pPr>
        <w:tabs>
          <w:tab w:val="left" w:pos="-567"/>
          <w:tab w:val="left" w:pos="142"/>
          <w:tab w:val="left" w:pos="960"/>
          <w:tab w:val="left" w:pos="1080"/>
        </w:tabs>
        <w:spacing w:line="360" w:lineRule="auto"/>
        <w:ind w:firstLine="709"/>
        <w:jc w:val="both"/>
        <w:rPr>
          <w:rFonts w:ascii="Arial" w:hAnsi="Arial" w:cs="Arial"/>
        </w:rPr>
      </w:pPr>
      <w:r w:rsidRPr="007D5477">
        <w:rPr>
          <w:rFonts w:ascii="Arial" w:hAnsi="Arial" w:cs="Arial"/>
        </w:rPr>
        <w:t>2. 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</w:t>
      </w:r>
      <w:r>
        <w:rPr>
          <w:rFonts w:ascii="Arial" w:hAnsi="Arial" w:cs="Arial"/>
        </w:rPr>
        <w:t>.</w:t>
      </w:r>
      <w:r w:rsidRPr="007D5477">
        <w:rPr>
          <w:rFonts w:ascii="Arial" w:hAnsi="Arial" w:cs="Arial"/>
        </w:rPr>
        <w:t xml:space="preserve"> </w:t>
      </w:r>
    </w:p>
    <w:p w:rsidR="00F1221E" w:rsidRPr="007D5477" w:rsidRDefault="00F1221E" w:rsidP="009B6A8B">
      <w:pPr>
        <w:spacing w:line="360" w:lineRule="auto"/>
        <w:ind w:firstLine="573"/>
        <w:jc w:val="both"/>
        <w:rPr>
          <w:rFonts w:ascii="Arial" w:hAnsi="Arial" w:cs="Arial"/>
        </w:rPr>
      </w:pPr>
      <w:r w:rsidRPr="007D5477">
        <w:rPr>
          <w:rFonts w:ascii="Arial" w:hAnsi="Arial" w:cs="Arial"/>
        </w:rPr>
        <w:t xml:space="preserve">3. Контроль за исполнением настоящего постановления возложить на заместителя главы администрации городского округа Ступино </w:t>
      </w:r>
      <w:r>
        <w:rPr>
          <w:rFonts w:ascii="Arial" w:hAnsi="Arial" w:cs="Arial"/>
        </w:rPr>
        <w:t>Московской области</w:t>
      </w:r>
      <w:r w:rsidRPr="007D5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Фунтикова Д.А</w:t>
      </w:r>
      <w:r w:rsidRPr="007D5477">
        <w:rPr>
          <w:rFonts w:ascii="Arial" w:hAnsi="Arial" w:cs="Arial"/>
        </w:rPr>
        <w:t>.</w:t>
      </w:r>
    </w:p>
    <w:p w:rsidR="00F1221E" w:rsidRDefault="00F1221E" w:rsidP="00E41A8E">
      <w:pPr>
        <w:rPr>
          <w:rFonts w:ascii="Arial" w:hAnsi="Arial" w:cs="Arial"/>
          <w:highlight w:val="yellow"/>
        </w:rPr>
      </w:pPr>
    </w:p>
    <w:p w:rsidR="00F1221E" w:rsidRPr="00EC501B" w:rsidRDefault="00F1221E" w:rsidP="00E41A8E">
      <w:pPr>
        <w:rPr>
          <w:rFonts w:ascii="Arial" w:hAnsi="Arial" w:cs="Arial"/>
          <w:highlight w:val="yellow"/>
        </w:rPr>
      </w:pPr>
    </w:p>
    <w:p w:rsidR="00F1221E" w:rsidRPr="007D5477" w:rsidRDefault="00F1221E" w:rsidP="00E41A8E">
      <w:pPr>
        <w:rPr>
          <w:rFonts w:ascii="Arial" w:hAnsi="Arial" w:cs="Arial"/>
        </w:rPr>
      </w:pPr>
    </w:p>
    <w:p w:rsidR="00F1221E" w:rsidRPr="007D5477" w:rsidRDefault="00F1221E" w:rsidP="00E41A8E">
      <w:pPr>
        <w:rPr>
          <w:rFonts w:ascii="Arial" w:hAnsi="Arial" w:cs="Arial"/>
        </w:rPr>
      </w:pPr>
      <w:r w:rsidRPr="007D5477">
        <w:rPr>
          <w:rFonts w:ascii="Arial" w:hAnsi="Arial" w:cs="Arial"/>
        </w:rPr>
        <w:t>Глава городского округа Ступино                                                                В.Н. Назарова</w:t>
      </w:r>
    </w:p>
    <w:p w:rsidR="00F1221E" w:rsidRPr="00EC501B" w:rsidRDefault="00F1221E" w:rsidP="005C4CE1">
      <w:pPr>
        <w:rPr>
          <w:rFonts w:ascii="Arial" w:hAnsi="Arial" w:cs="Arial"/>
          <w:highlight w:val="yellow"/>
        </w:rPr>
      </w:pPr>
      <w:r w:rsidRPr="007D5477">
        <w:rPr>
          <w:rFonts w:ascii="Arial" w:hAnsi="Arial" w:cs="Arial"/>
        </w:rPr>
        <w:t>Московской области</w:t>
      </w:r>
    </w:p>
    <w:sectPr w:rsidR="00F1221E" w:rsidRPr="00EC501B" w:rsidSect="009444B0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4BF"/>
    <w:multiLevelType w:val="hybridMultilevel"/>
    <w:tmpl w:val="9DFC6468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2" w:tplc="8A94E28E">
      <w:numFmt w:val="bullet"/>
      <w:lvlText w:val="-"/>
      <w:lvlJc w:val="left"/>
      <w:pPr>
        <w:tabs>
          <w:tab w:val="num" w:pos="2397"/>
        </w:tabs>
        <w:ind w:left="2397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1">
    <w:nsid w:val="06CB406A"/>
    <w:multiLevelType w:val="hybridMultilevel"/>
    <w:tmpl w:val="80EE98C2"/>
    <w:lvl w:ilvl="0" w:tplc="3BFA5210">
      <w:start w:val="7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2">
    <w:nsid w:val="0B2A7CE4"/>
    <w:multiLevelType w:val="hybridMultilevel"/>
    <w:tmpl w:val="FAD455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232924"/>
    <w:multiLevelType w:val="hybridMultilevel"/>
    <w:tmpl w:val="D6FCFCE8"/>
    <w:lvl w:ilvl="0" w:tplc="0A26A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4">
    <w:nsid w:val="226D5E67"/>
    <w:multiLevelType w:val="hybridMultilevel"/>
    <w:tmpl w:val="74A8C9F4"/>
    <w:lvl w:ilvl="0" w:tplc="8ACC3CF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5B0897"/>
    <w:multiLevelType w:val="hybridMultilevel"/>
    <w:tmpl w:val="FEDCD14C"/>
    <w:lvl w:ilvl="0" w:tplc="8ACC3CF6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4DD6362"/>
    <w:multiLevelType w:val="hybridMultilevel"/>
    <w:tmpl w:val="DB749D16"/>
    <w:lvl w:ilvl="0" w:tplc="1520C18E">
      <w:start w:val="1"/>
      <w:numFmt w:val="decimal"/>
      <w:lvlText w:val="%1."/>
      <w:lvlJc w:val="left"/>
      <w:pPr>
        <w:tabs>
          <w:tab w:val="num" w:pos="1323"/>
        </w:tabs>
        <w:ind w:left="1323" w:hanging="810"/>
      </w:pPr>
      <w:rPr>
        <w:rFonts w:cs="Times New Roman" w:hint="default"/>
      </w:rPr>
    </w:lvl>
    <w:lvl w:ilvl="1" w:tplc="D18EC9CE">
      <w:start w:val="1"/>
      <w:numFmt w:val="decimal"/>
      <w:lvlText w:val="%2)"/>
      <w:lvlJc w:val="left"/>
      <w:pPr>
        <w:tabs>
          <w:tab w:val="num" w:pos="2028"/>
        </w:tabs>
        <w:ind w:left="2028" w:hanging="79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7">
    <w:nsid w:val="4B072073"/>
    <w:multiLevelType w:val="hybridMultilevel"/>
    <w:tmpl w:val="E1FAB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1D21B23"/>
    <w:multiLevelType w:val="hybridMultilevel"/>
    <w:tmpl w:val="D480B284"/>
    <w:lvl w:ilvl="0" w:tplc="2618E0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8CF626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1EA91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78E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B2BC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8CFE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966C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A0A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9C27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A716E53"/>
    <w:multiLevelType w:val="hybridMultilevel"/>
    <w:tmpl w:val="902675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43D4FC0"/>
    <w:multiLevelType w:val="multilevel"/>
    <w:tmpl w:val="68E485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ED496A"/>
    <w:multiLevelType w:val="hybridMultilevel"/>
    <w:tmpl w:val="71123F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712574A9"/>
    <w:multiLevelType w:val="hybridMultilevel"/>
    <w:tmpl w:val="9B36E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76684CC2"/>
    <w:multiLevelType w:val="hybridMultilevel"/>
    <w:tmpl w:val="F81012A4"/>
    <w:lvl w:ilvl="0" w:tplc="792879C4"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7"/>
        </w:tabs>
        <w:ind w:left="22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14">
    <w:nsid w:val="777B7DED"/>
    <w:multiLevelType w:val="hybridMultilevel"/>
    <w:tmpl w:val="918C5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D2A7507"/>
    <w:multiLevelType w:val="hybridMultilevel"/>
    <w:tmpl w:val="68E485A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3"/>
  </w:num>
  <w:num w:numId="6">
    <w:abstractNumId w:val="1"/>
  </w:num>
  <w:num w:numId="7">
    <w:abstractNumId w:val="8"/>
  </w:num>
  <w:num w:numId="8">
    <w:abstractNumId w:val="14"/>
  </w:num>
  <w:num w:numId="9">
    <w:abstractNumId w:val="7"/>
  </w:num>
  <w:num w:numId="10">
    <w:abstractNumId w:val="11"/>
  </w:num>
  <w:num w:numId="11">
    <w:abstractNumId w:val="9"/>
  </w:num>
  <w:num w:numId="12">
    <w:abstractNumId w:val="12"/>
  </w:num>
  <w:num w:numId="13">
    <w:abstractNumId w:val="15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737"/>
    <w:rsid w:val="0000132B"/>
    <w:rsid w:val="00001A06"/>
    <w:rsid w:val="000029FB"/>
    <w:rsid w:val="000035D2"/>
    <w:rsid w:val="00003924"/>
    <w:rsid w:val="0000452B"/>
    <w:rsid w:val="000056D0"/>
    <w:rsid w:val="00006C13"/>
    <w:rsid w:val="000109E5"/>
    <w:rsid w:val="00010C3B"/>
    <w:rsid w:val="00011B0E"/>
    <w:rsid w:val="000124AD"/>
    <w:rsid w:val="00012FA7"/>
    <w:rsid w:val="00014054"/>
    <w:rsid w:val="00014357"/>
    <w:rsid w:val="000151D0"/>
    <w:rsid w:val="000161DD"/>
    <w:rsid w:val="00016371"/>
    <w:rsid w:val="00016748"/>
    <w:rsid w:val="000170FD"/>
    <w:rsid w:val="00017166"/>
    <w:rsid w:val="00020A09"/>
    <w:rsid w:val="0002437E"/>
    <w:rsid w:val="00024439"/>
    <w:rsid w:val="00025A1C"/>
    <w:rsid w:val="00025E04"/>
    <w:rsid w:val="000309AD"/>
    <w:rsid w:val="000317D0"/>
    <w:rsid w:val="00033351"/>
    <w:rsid w:val="00034812"/>
    <w:rsid w:val="000404F8"/>
    <w:rsid w:val="000407A6"/>
    <w:rsid w:val="00041FE3"/>
    <w:rsid w:val="00042737"/>
    <w:rsid w:val="00042AEB"/>
    <w:rsid w:val="000436A6"/>
    <w:rsid w:val="00045D38"/>
    <w:rsid w:val="00045DD6"/>
    <w:rsid w:val="0004620C"/>
    <w:rsid w:val="00046446"/>
    <w:rsid w:val="000465A0"/>
    <w:rsid w:val="00046DD0"/>
    <w:rsid w:val="00050013"/>
    <w:rsid w:val="0005064A"/>
    <w:rsid w:val="00050794"/>
    <w:rsid w:val="00054343"/>
    <w:rsid w:val="00054F1F"/>
    <w:rsid w:val="00056C76"/>
    <w:rsid w:val="000608A6"/>
    <w:rsid w:val="0006205F"/>
    <w:rsid w:val="00063AB5"/>
    <w:rsid w:val="00063B41"/>
    <w:rsid w:val="000660DF"/>
    <w:rsid w:val="000666D9"/>
    <w:rsid w:val="000672CF"/>
    <w:rsid w:val="00067733"/>
    <w:rsid w:val="000705AC"/>
    <w:rsid w:val="000728E4"/>
    <w:rsid w:val="000754C3"/>
    <w:rsid w:val="00076F05"/>
    <w:rsid w:val="000779B2"/>
    <w:rsid w:val="00077DFA"/>
    <w:rsid w:val="00080B41"/>
    <w:rsid w:val="00082358"/>
    <w:rsid w:val="00082670"/>
    <w:rsid w:val="000826A7"/>
    <w:rsid w:val="0008319F"/>
    <w:rsid w:val="00083740"/>
    <w:rsid w:val="000838DE"/>
    <w:rsid w:val="00084797"/>
    <w:rsid w:val="000847E3"/>
    <w:rsid w:val="0008524E"/>
    <w:rsid w:val="00085FEA"/>
    <w:rsid w:val="00091417"/>
    <w:rsid w:val="0009458D"/>
    <w:rsid w:val="00094744"/>
    <w:rsid w:val="00095F67"/>
    <w:rsid w:val="00096757"/>
    <w:rsid w:val="0009717B"/>
    <w:rsid w:val="000979D7"/>
    <w:rsid w:val="00097FCF"/>
    <w:rsid w:val="000A046A"/>
    <w:rsid w:val="000A1DA5"/>
    <w:rsid w:val="000A2056"/>
    <w:rsid w:val="000A2876"/>
    <w:rsid w:val="000A2ADC"/>
    <w:rsid w:val="000A3423"/>
    <w:rsid w:val="000A35AA"/>
    <w:rsid w:val="000A3CC5"/>
    <w:rsid w:val="000A3EE0"/>
    <w:rsid w:val="000A6E95"/>
    <w:rsid w:val="000B07D1"/>
    <w:rsid w:val="000B2148"/>
    <w:rsid w:val="000B4B6C"/>
    <w:rsid w:val="000B4D1D"/>
    <w:rsid w:val="000B4DE8"/>
    <w:rsid w:val="000B4E3A"/>
    <w:rsid w:val="000B5674"/>
    <w:rsid w:val="000B59B5"/>
    <w:rsid w:val="000B6D64"/>
    <w:rsid w:val="000B7630"/>
    <w:rsid w:val="000B7A53"/>
    <w:rsid w:val="000C00FE"/>
    <w:rsid w:val="000C0B1D"/>
    <w:rsid w:val="000C0BA6"/>
    <w:rsid w:val="000C1817"/>
    <w:rsid w:val="000C2C12"/>
    <w:rsid w:val="000C3725"/>
    <w:rsid w:val="000C37D4"/>
    <w:rsid w:val="000C4205"/>
    <w:rsid w:val="000C4B22"/>
    <w:rsid w:val="000C50B9"/>
    <w:rsid w:val="000C5584"/>
    <w:rsid w:val="000C5B97"/>
    <w:rsid w:val="000D0538"/>
    <w:rsid w:val="000D09BE"/>
    <w:rsid w:val="000D0D9B"/>
    <w:rsid w:val="000D25EE"/>
    <w:rsid w:val="000D2BDE"/>
    <w:rsid w:val="000D55E3"/>
    <w:rsid w:val="000D7C71"/>
    <w:rsid w:val="000E0CC8"/>
    <w:rsid w:val="000E492D"/>
    <w:rsid w:val="000F14B4"/>
    <w:rsid w:val="000F3D68"/>
    <w:rsid w:val="000F3ECD"/>
    <w:rsid w:val="000F65D1"/>
    <w:rsid w:val="000F697E"/>
    <w:rsid w:val="000F736F"/>
    <w:rsid w:val="000F7519"/>
    <w:rsid w:val="000F798D"/>
    <w:rsid w:val="000F7F4E"/>
    <w:rsid w:val="001001CD"/>
    <w:rsid w:val="001007EA"/>
    <w:rsid w:val="00101DBA"/>
    <w:rsid w:val="00103CCE"/>
    <w:rsid w:val="00105CDB"/>
    <w:rsid w:val="001067C8"/>
    <w:rsid w:val="0011138C"/>
    <w:rsid w:val="00111774"/>
    <w:rsid w:val="001123D1"/>
    <w:rsid w:val="00113B45"/>
    <w:rsid w:val="00114B36"/>
    <w:rsid w:val="00115A75"/>
    <w:rsid w:val="0011630F"/>
    <w:rsid w:val="00116E59"/>
    <w:rsid w:val="00116E9A"/>
    <w:rsid w:val="0012149F"/>
    <w:rsid w:val="00121587"/>
    <w:rsid w:val="001219E5"/>
    <w:rsid w:val="0012335F"/>
    <w:rsid w:val="00123862"/>
    <w:rsid w:val="001248CB"/>
    <w:rsid w:val="001248EB"/>
    <w:rsid w:val="00124DAA"/>
    <w:rsid w:val="001255AE"/>
    <w:rsid w:val="001271E3"/>
    <w:rsid w:val="0012799F"/>
    <w:rsid w:val="001304ED"/>
    <w:rsid w:val="00130536"/>
    <w:rsid w:val="00133FF1"/>
    <w:rsid w:val="001345E6"/>
    <w:rsid w:val="001411CD"/>
    <w:rsid w:val="001431DA"/>
    <w:rsid w:val="00144E96"/>
    <w:rsid w:val="00145AF4"/>
    <w:rsid w:val="00146A8A"/>
    <w:rsid w:val="001472EB"/>
    <w:rsid w:val="00147362"/>
    <w:rsid w:val="0014787C"/>
    <w:rsid w:val="00150B57"/>
    <w:rsid w:val="00150DEA"/>
    <w:rsid w:val="00150F0D"/>
    <w:rsid w:val="00152456"/>
    <w:rsid w:val="00153875"/>
    <w:rsid w:val="00153904"/>
    <w:rsid w:val="00161012"/>
    <w:rsid w:val="00161052"/>
    <w:rsid w:val="00161F72"/>
    <w:rsid w:val="00162CED"/>
    <w:rsid w:val="0016368C"/>
    <w:rsid w:val="001636E1"/>
    <w:rsid w:val="00164264"/>
    <w:rsid w:val="001651EF"/>
    <w:rsid w:val="0016576F"/>
    <w:rsid w:val="001706A5"/>
    <w:rsid w:val="00170D5E"/>
    <w:rsid w:val="00171D9D"/>
    <w:rsid w:val="0017261C"/>
    <w:rsid w:val="001746AE"/>
    <w:rsid w:val="00174F15"/>
    <w:rsid w:val="001766B1"/>
    <w:rsid w:val="001778E1"/>
    <w:rsid w:val="00180223"/>
    <w:rsid w:val="0018085B"/>
    <w:rsid w:val="00180961"/>
    <w:rsid w:val="0018272D"/>
    <w:rsid w:val="00183073"/>
    <w:rsid w:val="001832E6"/>
    <w:rsid w:val="00184082"/>
    <w:rsid w:val="00184677"/>
    <w:rsid w:val="00185080"/>
    <w:rsid w:val="00185455"/>
    <w:rsid w:val="00185E67"/>
    <w:rsid w:val="00186EE6"/>
    <w:rsid w:val="00190256"/>
    <w:rsid w:val="001914EA"/>
    <w:rsid w:val="0019356F"/>
    <w:rsid w:val="00195091"/>
    <w:rsid w:val="00196F6A"/>
    <w:rsid w:val="001A2075"/>
    <w:rsid w:val="001A2FD4"/>
    <w:rsid w:val="001A53AB"/>
    <w:rsid w:val="001A603C"/>
    <w:rsid w:val="001B0967"/>
    <w:rsid w:val="001B135F"/>
    <w:rsid w:val="001B20E1"/>
    <w:rsid w:val="001B4574"/>
    <w:rsid w:val="001B5F0F"/>
    <w:rsid w:val="001B682E"/>
    <w:rsid w:val="001B7035"/>
    <w:rsid w:val="001B7C93"/>
    <w:rsid w:val="001C00D5"/>
    <w:rsid w:val="001C0522"/>
    <w:rsid w:val="001C1D10"/>
    <w:rsid w:val="001C48A6"/>
    <w:rsid w:val="001C54F0"/>
    <w:rsid w:val="001C5D79"/>
    <w:rsid w:val="001C6CE1"/>
    <w:rsid w:val="001C7C78"/>
    <w:rsid w:val="001C7C90"/>
    <w:rsid w:val="001D06CA"/>
    <w:rsid w:val="001D0C61"/>
    <w:rsid w:val="001D0F64"/>
    <w:rsid w:val="001D200F"/>
    <w:rsid w:val="001D44E7"/>
    <w:rsid w:val="001D4670"/>
    <w:rsid w:val="001D4E13"/>
    <w:rsid w:val="001D516C"/>
    <w:rsid w:val="001D6060"/>
    <w:rsid w:val="001D6308"/>
    <w:rsid w:val="001D70DC"/>
    <w:rsid w:val="001E0AC1"/>
    <w:rsid w:val="001E0AE0"/>
    <w:rsid w:val="001E1E44"/>
    <w:rsid w:val="001E26EC"/>
    <w:rsid w:val="001E2D0F"/>
    <w:rsid w:val="001E2F2D"/>
    <w:rsid w:val="001E4321"/>
    <w:rsid w:val="001E6706"/>
    <w:rsid w:val="001E7B19"/>
    <w:rsid w:val="001F07EF"/>
    <w:rsid w:val="001F2019"/>
    <w:rsid w:val="001F3204"/>
    <w:rsid w:val="001F4B93"/>
    <w:rsid w:val="001F688B"/>
    <w:rsid w:val="00200738"/>
    <w:rsid w:val="002053FC"/>
    <w:rsid w:val="00206424"/>
    <w:rsid w:val="002071A6"/>
    <w:rsid w:val="00207EF3"/>
    <w:rsid w:val="0021016C"/>
    <w:rsid w:val="00210822"/>
    <w:rsid w:val="00210EED"/>
    <w:rsid w:val="0021171B"/>
    <w:rsid w:val="002117BA"/>
    <w:rsid w:val="00212171"/>
    <w:rsid w:val="00212794"/>
    <w:rsid w:val="00214523"/>
    <w:rsid w:val="00214987"/>
    <w:rsid w:val="002162FD"/>
    <w:rsid w:val="00217300"/>
    <w:rsid w:val="00217BAA"/>
    <w:rsid w:val="00221B2C"/>
    <w:rsid w:val="00222350"/>
    <w:rsid w:val="00222A62"/>
    <w:rsid w:val="00222B77"/>
    <w:rsid w:val="0022397D"/>
    <w:rsid w:val="0022574B"/>
    <w:rsid w:val="00225A63"/>
    <w:rsid w:val="00226B9D"/>
    <w:rsid w:val="00227334"/>
    <w:rsid w:val="002300E7"/>
    <w:rsid w:val="002317AE"/>
    <w:rsid w:val="002328B7"/>
    <w:rsid w:val="0023333A"/>
    <w:rsid w:val="00235385"/>
    <w:rsid w:val="00240543"/>
    <w:rsid w:val="0024073B"/>
    <w:rsid w:val="00241ADB"/>
    <w:rsid w:val="0024529E"/>
    <w:rsid w:val="002455B2"/>
    <w:rsid w:val="00245CB9"/>
    <w:rsid w:val="0024653A"/>
    <w:rsid w:val="00247186"/>
    <w:rsid w:val="00247A8A"/>
    <w:rsid w:val="00250524"/>
    <w:rsid w:val="00250622"/>
    <w:rsid w:val="00251C53"/>
    <w:rsid w:val="00252601"/>
    <w:rsid w:val="00254914"/>
    <w:rsid w:val="00255458"/>
    <w:rsid w:val="00256C12"/>
    <w:rsid w:val="00257965"/>
    <w:rsid w:val="00257E2F"/>
    <w:rsid w:val="00260163"/>
    <w:rsid w:val="002607CD"/>
    <w:rsid w:val="00263248"/>
    <w:rsid w:val="002637E1"/>
    <w:rsid w:val="00263BD0"/>
    <w:rsid w:val="00264BEF"/>
    <w:rsid w:val="00264DCE"/>
    <w:rsid w:val="00264FA3"/>
    <w:rsid w:val="002653A8"/>
    <w:rsid w:val="002664DF"/>
    <w:rsid w:val="0026770C"/>
    <w:rsid w:val="0027038B"/>
    <w:rsid w:val="002717EC"/>
    <w:rsid w:val="00271E85"/>
    <w:rsid w:val="00275EFF"/>
    <w:rsid w:val="00277244"/>
    <w:rsid w:val="00277C24"/>
    <w:rsid w:val="0028075E"/>
    <w:rsid w:val="00286D5F"/>
    <w:rsid w:val="002872EB"/>
    <w:rsid w:val="00287BFB"/>
    <w:rsid w:val="00292C15"/>
    <w:rsid w:val="00292C77"/>
    <w:rsid w:val="00293963"/>
    <w:rsid w:val="0029470E"/>
    <w:rsid w:val="00295900"/>
    <w:rsid w:val="0029602E"/>
    <w:rsid w:val="002A0BBF"/>
    <w:rsid w:val="002A0ECA"/>
    <w:rsid w:val="002A113F"/>
    <w:rsid w:val="002A1B38"/>
    <w:rsid w:val="002A220B"/>
    <w:rsid w:val="002A4B11"/>
    <w:rsid w:val="002A583F"/>
    <w:rsid w:val="002A70C0"/>
    <w:rsid w:val="002B0236"/>
    <w:rsid w:val="002B09C4"/>
    <w:rsid w:val="002B0F3F"/>
    <w:rsid w:val="002B0F80"/>
    <w:rsid w:val="002B15F8"/>
    <w:rsid w:val="002B1B0C"/>
    <w:rsid w:val="002B1EE2"/>
    <w:rsid w:val="002B205E"/>
    <w:rsid w:val="002B2559"/>
    <w:rsid w:val="002B2977"/>
    <w:rsid w:val="002B3579"/>
    <w:rsid w:val="002B3C61"/>
    <w:rsid w:val="002B4030"/>
    <w:rsid w:val="002B424E"/>
    <w:rsid w:val="002B437C"/>
    <w:rsid w:val="002B4908"/>
    <w:rsid w:val="002B7344"/>
    <w:rsid w:val="002B758D"/>
    <w:rsid w:val="002B759E"/>
    <w:rsid w:val="002C024A"/>
    <w:rsid w:val="002C1C8A"/>
    <w:rsid w:val="002C553B"/>
    <w:rsid w:val="002D010C"/>
    <w:rsid w:val="002D2A83"/>
    <w:rsid w:val="002D2E55"/>
    <w:rsid w:val="002D2EEE"/>
    <w:rsid w:val="002D370B"/>
    <w:rsid w:val="002D386C"/>
    <w:rsid w:val="002D6B49"/>
    <w:rsid w:val="002D744B"/>
    <w:rsid w:val="002E0E81"/>
    <w:rsid w:val="002E117E"/>
    <w:rsid w:val="002E13B0"/>
    <w:rsid w:val="002E1475"/>
    <w:rsid w:val="002E1CDD"/>
    <w:rsid w:val="002E4D4B"/>
    <w:rsid w:val="002E4DCD"/>
    <w:rsid w:val="002E4ED4"/>
    <w:rsid w:val="002E5BA4"/>
    <w:rsid w:val="002E6F69"/>
    <w:rsid w:val="002E7E8E"/>
    <w:rsid w:val="002E7EA1"/>
    <w:rsid w:val="002F2854"/>
    <w:rsid w:val="002F2E34"/>
    <w:rsid w:val="002F4569"/>
    <w:rsid w:val="002F4C8B"/>
    <w:rsid w:val="002F72A7"/>
    <w:rsid w:val="002F72D6"/>
    <w:rsid w:val="00300B19"/>
    <w:rsid w:val="00302A0A"/>
    <w:rsid w:val="00304516"/>
    <w:rsid w:val="00305087"/>
    <w:rsid w:val="0030573A"/>
    <w:rsid w:val="00306C72"/>
    <w:rsid w:val="00306F78"/>
    <w:rsid w:val="00307117"/>
    <w:rsid w:val="003105B9"/>
    <w:rsid w:val="00310A66"/>
    <w:rsid w:val="003115D4"/>
    <w:rsid w:val="00314F9B"/>
    <w:rsid w:val="00315C9F"/>
    <w:rsid w:val="00320007"/>
    <w:rsid w:val="00320A39"/>
    <w:rsid w:val="00320DB1"/>
    <w:rsid w:val="00320F40"/>
    <w:rsid w:val="003215EA"/>
    <w:rsid w:val="0032168F"/>
    <w:rsid w:val="0032242A"/>
    <w:rsid w:val="00325FB5"/>
    <w:rsid w:val="00327648"/>
    <w:rsid w:val="0033182F"/>
    <w:rsid w:val="003319B2"/>
    <w:rsid w:val="00332A98"/>
    <w:rsid w:val="003334B7"/>
    <w:rsid w:val="003338A2"/>
    <w:rsid w:val="003347A2"/>
    <w:rsid w:val="00334DAB"/>
    <w:rsid w:val="00334DCB"/>
    <w:rsid w:val="003353FC"/>
    <w:rsid w:val="00336CA4"/>
    <w:rsid w:val="00337749"/>
    <w:rsid w:val="003377AF"/>
    <w:rsid w:val="00337E6F"/>
    <w:rsid w:val="003402EE"/>
    <w:rsid w:val="00341AE0"/>
    <w:rsid w:val="00343FE2"/>
    <w:rsid w:val="003445F2"/>
    <w:rsid w:val="00344CBA"/>
    <w:rsid w:val="00347BF7"/>
    <w:rsid w:val="0035000C"/>
    <w:rsid w:val="00350880"/>
    <w:rsid w:val="00350B95"/>
    <w:rsid w:val="0035166D"/>
    <w:rsid w:val="00352758"/>
    <w:rsid w:val="00352C06"/>
    <w:rsid w:val="0035363D"/>
    <w:rsid w:val="003536D8"/>
    <w:rsid w:val="00354118"/>
    <w:rsid w:val="00354310"/>
    <w:rsid w:val="00354A44"/>
    <w:rsid w:val="003557B6"/>
    <w:rsid w:val="0035763D"/>
    <w:rsid w:val="0035774F"/>
    <w:rsid w:val="003607A4"/>
    <w:rsid w:val="00360A66"/>
    <w:rsid w:val="00361592"/>
    <w:rsid w:val="003622FF"/>
    <w:rsid w:val="00362ABC"/>
    <w:rsid w:val="00362AD8"/>
    <w:rsid w:val="00362BB9"/>
    <w:rsid w:val="00363531"/>
    <w:rsid w:val="00366E69"/>
    <w:rsid w:val="003739A7"/>
    <w:rsid w:val="00373D10"/>
    <w:rsid w:val="00374161"/>
    <w:rsid w:val="00375828"/>
    <w:rsid w:val="00375FD5"/>
    <w:rsid w:val="00376A70"/>
    <w:rsid w:val="00376C2B"/>
    <w:rsid w:val="00381E2F"/>
    <w:rsid w:val="00383582"/>
    <w:rsid w:val="00383B0E"/>
    <w:rsid w:val="00383F67"/>
    <w:rsid w:val="003854F8"/>
    <w:rsid w:val="0038564A"/>
    <w:rsid w:val="00387858"/>
    <w:rsid w:val="003907F4"/>
    <w:rsid w:val="00390F43"/>
    <w:rsid w:val="003911A9"/>
    <w:rsid w:val="00391A88"/>
    <w:rsid w:val="00391B5A"/>
    <w:rsid w:val="0039281F"/>
    <w:rsid w:val="0039301B"/>
    <w:rsid w:val="003930F6"/>
    <w:rsid w:val="003931BE"/>
    <w:rsid w:val="00393F9B"/>
    <w:rsid w:val="00394014"/>
    <w:rsid w:val="00395651"/>
    <w:rsid w:val="00395778"/>
    <w:rsid w:val="00395BBE"/>
    <w:rsid w:val="00396118"/>
    <w:rsid w:val="00396576"/>
    <w:rsid w:val="003A18EE"/>
    <w:rsid w:val="003A27B2"/>
    <w:rsid w:val="003A3F03"/>
    <w:rsid w:val="003A41B8"/>
    <w:rsid w:val="003A5046"/>
    <w:rsid w:val="003A5537"/>
    <w:rsid w:val="003B0174"/>
    <w:rsid w:val="003B0AB5"/>
    <w:rsid w:val="003B1471"/>
    <w:rsid w:val="003B279F"/>
    <w:rsid w:val="003B31F6"/>
    <w:rsid w:val="003B5549"/>
    <w:rsid w:val="003B59F1"/>
    <w:rsid w:val="003B5B88"/>
    <w:rsid w:val="003C34E8"/>
    <w:rsid w:val="003C3685"/>
    <w:rsid w:val="003C40D2"/>
    <w:rsid w:val="003C4963"/>
    <w:rsid w:val="003C4ADC"/>
    <w:rsid w:val="003D0A3B"/>
    <w:rsid w:val="003D1B43"/>
    <w:rsid w:val="003D233A"/>
    <w:rsid w:val="003D7A27"/>
    <w:rsid w:val="003E4915"/>
    <w:rsid w:val="003E4CBF"/>
    <w:rsid w:val="003E65E5"/>
    <w:rsid w:val="003E74DF"/>
    <w:rsid w:val="003F0019"/>
    <w:rsid w:val="003F0C37"/>
    <w:rsid w:val="003F1384"/>
    <w:rsid w:val="003F2673"/>
    <w:rsid w:val="003F2B52"/>
    <w:rsid w:val="003F52DA"/>
    <w:rsid w:val="003F607B"/>
    <w:rsid w:val="003F6B10"/>
    <w:rsid w:val="003F7232"/>
    <w:rsid w:val="003F724A"/>
    <w:rsid w:val="003F77C3"/>
    <w:rsid w:val="004001CA"/>
    <w:rsid w:val="00400A32"/>
    <w:rsid w:val="00401381"/>
    <w:rsid w:val="00401BB1"/>
    <w:rsid w:val="004029BE"/>
    <w:rsid w:val="00402AD4"/>
    <w:rsid w:val="00402BB1"/>
    <w:rsid w:val="00402FDD"/>
    <w:rsid w:val="00403C2D"/>
    <w:rsid w:val="004056FD"/>
    <w:rsid w:val="004067FD"/>
    <w:rsid w:val="0041000C"/>
    <w:rsid w:val="004104C9"/>
    <w:rsid w:val="004106D4"/>
    <w:rsid w:val="00412056"/>
    <w:rsid w:val="00414DFD"/>
    <w:rsid w:val="00415453"/>
    <w:rsid w:val="00417456"/>
    <w:rsid w:val="004202A1"/>
    <w:rsid w:val="004205FF"/>
    <w:rsid w:val="00420D5A"/>
    <w:rsid w:val="004229CC"/>
    <w:rsid w:val="004229D4"/>
    <w:rsid w:val="00423503"/>
    <w:rsid w:val="00426049"/>
    <w:rsid w:val="004260B9"/>
    <w:rsid w:val="004263E7"/>
    <w:rsid w:val="00427695"/>
    <w:rsid w:val="004279BF"/>
    <w:rsid w:val="00427CF4"/>
    <w:rsid w:val="00430A80"/>
    <w:rsid w:val="00431B00"/>
    <w:rsid w:val="00431BF8"/>
    <w:rsid w:val="00431D67"/>
    <w:rsid w:val="004323A7"/>
    <w:rsid w:val="004332BA"/>
    <w:rsid w:val="004369AF"/>
    <w:rsid w:val="00442969"/>
    <w:rsid w:val="00445AB2"/>
    <w:rsid w:val="00446EEB"/>
    <w:rsid w:val="0044715F"/>
    <w:rsid w:val="00447833"/>
    <w:rsid w:val="00450719"/>
    <w:rsid w:val="004508BD"/>
    <w:rsid w:val="004510E1"/>
    <w:rsid w:val="00451923"/>
    <w:rsid w:val="00452BB9"/>
    <w:rsid w:val="00452F4A"/>
    <w:rsid w:val="00453039"/>
    <w:rsid w:val="00454ACC"/>
    <w:rsid w:val="0046005B"/>
    <w:rsid w:val="0046020E"/>
    <w:rsid w:val="004604F9"/>
    <w:rsid w:val="0046130C"/>
    <w:rsid w:val="00462FE2"/>
    <w:rsid w:val="004634C5"/>
    <w:rsid w:val="0046494A"/>
    <w:rsid w:val="00464C6F"/>
    <w:rsid w:val="00464DE6"/>
    <w:rsid w:val="0046659E"/>
    <w:rsid w:val="004669BC"/>
    <w:rsid w:val="00470C81"/>
    <w:rsid w:val="00470E0E"/>
    <w:rsid w:val="00471DC3"/>
    <w:rsid w:val="00471E7A"/>
    <w:rsid w:val="004733B2"/>
    <w:rsid w:val="00473EDA"/>
    <w:rsid w:val="0047429F"/>
    <w:rsid w:val="00477F55"/>
    <w:rsid w:val="00480677"/>
    <w:rsid w:val="00480CE7"/>
    <w:rsid w:val="00481046"/>
    <w:rsid w:val="004818EE"/>
    <w:rsid w:val="0048397F"/>
    <w:rsid w:val="004855AF"/>
    <w:rsid w:val="00486EB6"/>
    <w:rsid w:val="00487020"/>
    <w:rsid w:val="00490208"/>
    <w:rsid w:val="00490D35"/>
    <w:rsid w:val="004913B6"/>
    <w:rsid w:val="0049154B"/>
    <w:rsid w:val="0049227E"/>
    <w:rsid w:val="004928BD"/>
    <w:rsid w:val="0049405F"/>
    <w:rsid w:val="0049468F"/>
    <w:rsid w:val="00495287"/>
    <w:rsid w:val="00495DB6"/>
    <w:rsid w:val="00496088"/>
    <w:rsid w:val="00496844"/>
    <w:rsid w:val="00497121"/>
    <w:rsid w:val="00497745"/>
    <w:rsid w:val="004978C3"/>
    <w:rsid w:val="00497DE7"/>
    <w:rsid w:val="004A273E"/>
    <w:rsid w:val="004A4D35"/>
    <w:rsid w:val="004A4EC6"/>
    <w:rsid w:val="004A513B"/>
    <w:rsid w:val="004A58FD"/>
    <w:rsid w:val="004A6C83"/>
    <w:rsid w:val="004A7E8F"/>
    <w:rsid w:val="004B4B3D"/>
    <w:rsid w:val="004B4D2D"/>
    <w:rsid w:val="004B5B66"/>
    <w:rsid w:val="004B64F9"/>
    <w:rsid w:val="004B6988"/>
    <w:rsid w:val="004B7DD7"/>
    <w:rsid w:val="004C2C2A"/>
    <w:rsid w:val="004C2DA5"/>
    <w:rsid w:val="004C3BC6"/>
    <w:rsid w:val="004C53C6"/>
    <w:rsid w:val="004C55C7"/>
    <w:rsid w:val="004C590E"/>
    <w:rsid w:val="004C5949"/>
    <w:rsid w:val="004C6033"/>
    <w:rsid w:val="004C774D"/>
    <w:rsid w:val="004C7A4F"/>
    <w:rsid w:val="004C7AD2"/>
    <w:rsid w:val="004D10EF"/>
    <w:rsid w:val="004D137D"/>
    <w:rsid w:val="004D23AA"/>
    <w:rsid w:val="004D26EB"/>
    <w:rsid w:val="004D2A1B"/>
    <w:rsid w:val="004D339A"/>
    <w:rsid w:val="004D39AD"/>
    <w:rsid w:val="004D3C6E"/>
    <w:rsid w:val="004D55B2"/>
    <w:rsid w:val="004D5749"/>
    <w:rsid w:val="004D5F97"/>
    <w:rsid w:val="004D66E0"/>
    <w:rsid w:val="004D7DB1"/>
    <w:rsid w:val="004E11F0"/>
    <w:rsid w:val="004E1F8B"/>
    <w:rsid w:val="004E2694"/>
    <w:rsid w:val="004E3294"/>
    <w:rsid w:val="004E3DE1"/>
    <w:rsid w:val="004E41A1"/>
    <w:rsid w:val="004E4D06"/>
    <w:rsid w:val="004E557E"/>
    <w:rsid w:val="004E567B"/>
    <w:rsid w:val="004E5963"/>
    <w:rsid w:val="004E76F5"/>
    <w:rsid w:val="004E7AD4"/>
    <w:rsid w:val="004F03AF"/>
    <w:rsid w:val="004F074A"/>
    <w:rsid w:val="004F2513"/>
    <w:rsid w:val="004F4D0E"/>
    <w:rsid w:val="004F5DC8"/>
    <w:rsid w:val="004F691D"/>
    <w:rsid w:val="00500663"/>
    <w:rsid w:val="00500708"/>
    <w:rsid w:val="005012C4"/>
    <w:rsid w:val="00501DC8"/>
    <w:rsid w:val="00501EA1"/>
    <w:rsid w:val="00502726"/>
    <w:rsid w:val="005027A0"/>
    <w:rsid w:val="005033B4"/>
    <w:rsid w:val="00505CB6"/>
    <w:rsid w:val="00505EE8"/>
    <w:rsid w:val="00506181"/>
    <w:rsid w:val="00506A1F"/>
    <w:rsid w:val="00506B6D"/>
    <w:rsid w:val="00507ADC"/>
    <w:rsid w:val="005100C7"/>
    <w:rsid w:val="005109C9"/>
    <w:rsid w:val="0051109B"/>
    <w:rsid w:val="00511809"/>
    <w:rsid w:val="00513D43"/>
    <w:rsid w:val="00514B1D"/>
    <w:rsid w:val="005154BD"/>
    <w:rsid w:val="00515511"/>
    <w:rsid w:val="0051593D"/>
    <w:rsid w:val="00515AE0"/>
    <w:rsid w:val="0051636A"/>
    <w:rsid w:val="00520686"/>
    <w:rsid w:val="005229A5"/>
    <w:rsid w:val="00522FB0"/>
    <w:rsid w:val="00523B47"/>
    <w:rsid w:val="0052400B"/>
    <w:rsid w:val="005241D0"/>
    <w:rsid w:val="00525EFE"/>
    <w:rsid w:val="00526196"/>
    <w:rsid w:val="00526247"/>
    <w:rsid w:val="0052697C"/>
    <w:rsid w:val="005275D4"/>
    <w:rsid w:val="00527F39"/>
    <w:rsid w:val="00527F86"/>
    <w:rsid w:val="00531362"/>
    <w:rsid w:val="00532A61"/>
    <w:rsid w:val="00532F80"/>
    <w:rsid w:val="00533374"/>
    <w:rsid w:val="00534EB5"/>
    <w:rsid w:val="005365EA"/>
    <w:rsid w:val="00541373"/>
    <w:rsid w:val="005429D0"/>
    <w:rsid w:val="00544B27"/>
    <w:rsid w:val="005453A4"/>
    <w:rsid w:val="005453CE"/>
    <w:rsid w:val="005458AF"/>
    <w:rsid w:val="00545D19"/>
    <w:rsid w:val="00545D70"/>
    <w:rsid w:val="00546819"/>
    <w:rsid w:val="0054791E"/>
    <w:rsid w:val="00547EAF"/>
    <w:rsid w:val="00550B65"/>
    <w:rsid w:val="00550DCD"/>
    <w:rsid w:val="00551744"/>
    <w:rsid w:val="0055192F"/>
    <w:rsid w:val="00553AFE"/>
    <w:rsid w:val="00554F6F"/>
    <w:rsid w:val="0055507B"/>
    <w:rsid w:val="005568C5"/>
    <w:rsid w:val="00560634"/>
    <w:rsid w:val="005607EB"/>
    <w:rsid w:val="00560CE5"/>
    <w:rsid w:val="0056301F"/>
    <w:rsid w:val="00563B46"/>
    <w:rsid w:val="00564B8D"/>
    <w:rsid w:val="00565000"/>
    <w:rsid w:val="0056618B"/>
    <w:rsid w:val="00567073"/>
    <w:rsid w:val="005676FC"/>
    <w:rsid w:val="00570C9D"/>
    <w:rsid w:val="00571AF6"/>
    <w:rsid w:val="005734E3"/>
    <w:rsid w:val="00574255"/>
    <w:rsid w:val="00575368"/>
    <w:rsid w:val="00577B32"/>
    <w:rsid w:val="00577E88"/>
    <w:rsid w:val="00581887"/>
    <w:rsid w:val="0058195D"/>
    <w:rsid w:val="0058219E"/>
    <w:rsid w:val="0058322F"/>
    <w:rsid w:val="005861A9"/>
    <w:rsid w:val="00586519"/>
    <w:rsid w:val="00586A10"/>
    <w:rsid w:val="00586F56"/>
    <w:rsid w:val="00587138"/>
    <w:rsid w:val="005914F7"/>
    <w:rsid w:val="005917EA"/>
    <w:rsid w:val="00592178"/>
    <w:rsid w:val="0059227F"/>
    <w:rsid w:val="0059280E"/>
    <w:rsid w:val="00592E3C"/>
    <w:rsid w:val="00595392"/>
    <w:rsid w:val="0059544A"/>
    <w:rsid w:val="005965C5"/>
    <w:rsid w:val="00597916"/>
    <w:rsid w:val="00597F53"/>
    <w:rsid w:val="005A0E5B"/>
    <w:rsid w:val="005A2E50"/>
    <w:rsid w:val="005A33B7"/>
    <w:rsid w:val="005A5FB6"/>
    <w:rsid w:val="005A67D7"/>
    <w:rsid w:val="005A6A1A"/>
    <w:rsid w:val="005B1663"/>
    <w:rsid w:val="005B18A2"/>
    <w:rsid w:val="005B2D19"/>
    <w:rsid w:val="005B33AD"/>
    <w:rsid w:val="005B3833"/>
    <w:rsid w:val="005B39AB"/>
    <w:rsid w:val="005B4392"/>
    <w:rsid w:val="005B5772"/>
    <w:rsid w:val="005B599F"/>
    <w:rsid w:val="005B5BAF"/>
    <w:rsid w:val="005B5E5B"/>
    <w:rsid w:val="005B6FE1"/>
    <w:rsid w:val="005B7695"/>
    <w:rsid w:val="005B7C7A"/>
    <w:rsid w:val="005C0862"/>
    <w:rsid w:val="005C1F02"/>
    <w:rsid w:val="005C1FBA"/>
    <w:rsid w:val="005C20BC"/>
    <w:rsid w:val="005C47DF"/>
    <w:rsid w:val="005C4A09"/>
    <w:rsid w:val="005C4CE1"/>
    <w:rsid w:val="005C5C9D"/>
    <w:rsid w:val="005C66AA"/>
    <w:rsid w:val="005C6880"/>
    <w:rsid w:val="005C76A8"/>
    <w:rsid w:val="005C7C3D"/>
    <w:rsid w:val="005D1084"/>
    <w:rsid w:val="005D1CFF"/>
    <w:rsid w:val="005D29D2"/>
    <w:rsid w:val="005D3F71"/>
    <w:rsid w:val="005D45B0"/>
    <w:rsid w:val="005D5D7D"/>
    <w:rsid w:val="005D6ECE"/>
    <w:rsid w:val="005D764D"/>
    <w:rsid w:val="005D7DE0"/>
    <w:rsid w:val="005E03B8"/>
    <w:rsid w:val="005E050E"/>
    <w:rsid w:val="005E05EC"/>
    <w:rsid w:val="005E0BDD"/>
    <w:rsid w:val="005E1A29"/>
    <w:rsid w:val="005E1AEB"/>
    <w:rsid w:val="005E24D6"/>
    <w:rsid w:val="005E2542"/>
    <w:rsid w:val="005E297C"/>
    <w:rsid w:val="005E4E2A"/>
    <w:rsid w:val="005E5447"/>
    <w:rsid w:val="005E6FAB"/>
    <w:rsid w:val="005F0ABE"/>
    <w:rsid w:val="005F1D67"/>
    <w:rsid w:val="005F2032"/>
    <w:rsid w:val="005F2F50"/>
    <w:rsid w:val="005F42CF"/>
    <w:rsid w:val="005F469D"/>
    <w:rsid w:val="005F5470"/>
    <w:rsid w:val="005F5517"/>
    <w:rsid w:val="005F7FC2"/>
    <w:rsid w:val="00600CB0"/>
    <w:rsid w:val="0060185B"/>
    <w:rsid w:val="00601B8A"/>
    <w:rsid w:val="0060282F"/>
    <w:rsid w:val="00602DBE"/>
    <w:rsid w:val="00604E44"/>
    <w:rsid w:val="006056D5"/>
    <w:rsid w:val="006056DD"/>
    <w:rsid w:val="006064E5"/>
    <w:rsid w:val="00607DDE"/>
    <w:rsid w:val="006101CD"/>
    <w:rsid w:val="00610B41"/>
    <w:rsid w:val="00610BF8"/>
    <w:rsid w:val="006139E5"/>
    <w:rsid w:val="00616419"/>
    <w:rsid w:val="00616B20"/>
    <w:rsid w:val="00616BEB"/>
    <w:rsid w:val="00617FBA"/>
    <w:rsid w:val="00620A0D"/>
    <w:rsid w:val="006214B3"/>
    <w:rsid w:val="00621DE0"/>
    <w:rsid w:val="00622EA4"/>
    <w:rsid w:val="00624434"/>
    <w:rsid w:val="00632920"/>
    <w:rsid w:val="00635EA1"/>
    <w:rsid w:val="00636281"/>
    <w:rsid w:val="006363AF"/>
    <w:rsid w:val="00637139"/>
    <w:rsid w:val="00637943"/>
    <w:rsid w:val="00637AB5"/>
    <w:rsid w:val="0064070A"/>
    <w:rsid w:val="0064471C"/>
    <w:rsid w:val="006460E6"/>
    <w:rsid w:val="00646C6C"/>
    <w:rsid w:val="006478F5"/>
    <w:rsid w:val="00651418"/>
    <w:rsid w:val="00652115"/>
    <w:rsid w:val="0065309E"/>
    <w:rsid w:val="006535FB"/>
    <w:rsid w:val="006540B0"/>
    <w:rsid w:val="00655726"/>
    <w:rsid w:val="006563B3"/>
    <w:rsid w:val="0065798B"/>
    <w:rsid w:val="006605EA"/>
    <w:rsid w:val="006610BE"/>
    <w:rsid w:val="00661779"/>
    <w:rsid w:val="006659D7"/>
    <w:rsid w:val="00665EC6"/>
    <w:rsid w:val="0066612A"/>
    <w:rsid w:val="00666418"/>
    <w:rsid w:val="00666885"/>
    <w:rsid w:val="00667A7E"/>
    <w:rsid w:val="0067009A"/>
    <w:rsid w:val="006727DC"/>
    <w:rsid w:val="00672983"/>
    <w:rsid w:val="00672D55"/>
    <w:rsid w:val="00674E6A"/>
    <w:rsid w:val="00675928"/>
    <w:rsid w:val="00681F7F"/>
    <w:rsid w:val="00684BFF"/>
    <w:rsid w:val="006867B6"/>
    <w:rsid w:val="0069041C"/>
    <w:rsid w:val="006907F1"/>
    <w:rsid w:val="00693FF3"/>
    <w:rsid w:val="0069702A"/>
    <w:rsid w:val="0069773C"/>
    <w:rsid w:val="006A3315"/>
    <w:rsid w:val="006A4741"/>
    <w:rsid w:val="006A7DEE"/>
    <w:rsid w:val="006B2A05"/>
    <w:rsid w:val="006B2BDF"/>
    <w:rsid w:val="006B3328"/>
    <w:rsid w:val="006B36D4"/>
    <w:rsid w:val="006B5CEE"/>
    <w:rsid w:val="006B60A7"/>
    <w:rsid w:val="006C05A8"/>
    <w:rsid w:val="006C1257"/>
    <w:rsid w:val="006C321C"/>
    <w:rsid w:val="006C3751"/>
    <w:rsid w:val="006C3B3C"/>
    <w:rsid w:val="006C3ED2"/>
    <w:rsid w:val="006C3F60"/>
    <w:rsid w:val="006C584D"/>
    <w:rsid w:val="006C6ED5"/>
    <w:rsid w:val="006C7192"/>
    <w:rsid w:val="006C7BD8"/>
    <w:rsid w:val="006D0E03"/>
    <w:rsid w:val="006D1C55"/>
    <w:rsid w:val="006D5CDB"/>
    <w:rsid w:val="006D74BA"/>
    <w:rsid w:val="006E189C"/>
    <w:rsid w:val="006E20CA"/>
    <w:rsid w:val="006E2614"/>
    <w:rsid w:val="006E269A"/>
    <w:rsid w:val="006E36A1"/>
    <w:rsid w:val="006E3980"/>
    <w:rsid w:val="006E5493"/>
    <w:rsid w:val="006E5760"/>
    <w:rsid w:val="006E64BA"/>
    <w:rsid w:val="006E66C9"/>
    <w:rsid w:val="006E779C"/>
    <w:rsid w:val="006F15A8"/>
    <w:rsid w:val="006F26B4"/>
    <w:rsid w:val="006F270B"/>
    <w:rsid w:val="006F4478"/>
    <w:rsid w:val="006F64D9"/>
    <w:rsid w:val="006F6FAD"/>
    <w:rsid w:val="00702CE8"/>
    <w:rsid w:val="00703350"/>
    <w:rsid w:val="00705C46"/>
    <w:rsid w:val="007065EA"/>
    <w:rsid w:val="00707262"/>
    <w:rsid w:val="0070742C"/>
    <w:rsid w:val="00707F0C"/>
    <w:rsid w:val="007126FD"/>
    <w:rsid w:val="007129FF"/>
    <w:rsid w:val="0071331E"/>
    <w:rsid w:val="007138FD"/>
    <w:rsid w:val="007142EC"/>
    <w:rsid w:val="0071446E"/>
    <w:rsid w:val="00714F9C"/>
    <w:rsid w:val="00720947"/>
    <w:rsid w:val="007225C6"/>
    <w:rsid w:val="007230F6"/>
    <w:rsid w:val="00723129"/>
    <w:rsid w:val="00723204"/>
    <w:rsid w:val="00723235"/>
    <w:rsid w:val="007232FB"/>
    <w:rsid w:val="00724C91"/>
    <w:rsid w:val="007256FC"/>
    <w:rsid w:val="007257C2"/>
    <w:rsid w:val="0073025C"/>
    <w:rsid w:val="0073167B"/>
    <w:rsid w:val="00732451"/>
    <w:rsid w:val="007340A0"/>
    <w:rsid w:val="007354FC"/>
    <w:rsid w:val="00735A43"/>
    <w:rsid w:val="007377BA"/>
    <w:rsid w:val="00742236"/>
    <w:rsid w:val="00743454"/>
    <w:rsid w:val="00743740"/>
    <w:rsid w:val="00743843"/>
    <w:rsid w:val="00743E84"/>
    <w:rsid w:val="0074407C"/>
    <w:rsid w:val="00754689"/>
    <w:rsid w:val="0075592B"/>
    <w:rsid w:val="0075697E"/>
    <w:rsid w:val="00756DC6"/>
    <w:rsid w:val="007570AD"/>
    <w:rsid w:val="00757EC6"/>
    <w:rsid w:val="00761697"/>
    <w:rsid w:val="007703CA"/>
    <w:rsid w:val="00770F62"/>
    <w:rsid w:val="0077213C"/>
    <w:rsid w:val="00772F99"/>
    <w:rsid w:val="00773499"/>
    <w:rsid w:val="0077674E"/>
    <w:rsid w:val="00780F12"/>
    <w:rsid w:val="00780F1A"/>
    <w:rsid w:val="00782A7D"/>
    <w:rsid w:val="00782ECE"/>
    <w:rsid w:val="00783306"/>
    <w:rsid w:val="00786291"/>
    <w:rsid w:val="0078730B"/>
    <w:rsid w:val="007876D3"/>
    <w:rsid w:val="007876E6"/>
    <w:rsid w:val="00787747"/>
    <w:rsid w:val="00787920"/>
    <w:rsid w:val="00791BB6"/>
    <w:rsid w:val="007921EA"/>
    <w:rsid w:val="007925A6"/>
    <w:rsid w:val="00792761"/>
    <w:rsid w:val="0079305E"/>
    <w:rsid w:val="007938B1"/>
    <w:rsid w:val="00793C62"/>
    <w:rsid w:val="00794339"/>
    <w:rsid w:val="00794566"/>
    <w:rsid w:val="0079549C"/>
    <w:rsid w:val="007960CF"/>
    <w:rsid w:val="00797792"/>
    <w:rsid w:val="00797ABA"/>
    <w:rsid w:val="007A10DD"/>
    <w:rsid w:val="007A1B77"/>
    <w:rsid w:val="007A34CB"/>
    <w:rsid w:val="007A40B8"/>
    <w:rsid w:val="007A6B44"/>
    <w:rsid w:val="007A7BA9"/>
    <w:rsid w:val="007B0DD5"/>
    <w:rsid w:val="007B10A8"/>
    <w:rsid w:val="007B17A0"/>
    <w:rsid w:val="007B1C89"/>
    <w:rsid w:val="007B2A5B"/>
    <w:rsid w:val="007B2C0E"/>
    <w:rsid w:val="007B47BA"/>
    <w:rsid w:val="007B4C55"/>
    <w:rsid w:val="007B5CEC"/>
    <w:rsid w:val="007B6DB7"/>
    <w:rsid w:val="007B7929"/>
    <w:rsid w:val="007C15D5"/>
    <w:rsid w:val="007C18AF"/>
    <w:rsid w:val="007C1938"/>
    <w:rsid w:val="007C41D4"/>
    <w:rsid w:val="007C58AF"/>
    <w:rsid w:val="007C6929"/>
    <w:rsid w:val="007C714F"/>
    <w:rsid w:val="007D0CA8"/>
    <w:rsid w:val="007D0D95"/>
    <w:rsid w:val="007D4C04"/>
    <w:rsid w:val="007D5477"/>
    <w:rsid w:val="007D553E"/>
    <w:rsid w:val="007D6001"/>
    <w:rsid w:val="007D7B12"/>
    <w:rsid w:val="007E183B"/>
    <w:rsid w:val="007E1E15"/>
    <w:rsid w:val="007E203A"/>
    <w:rsid w:val="007E2E71"/>
    <w:rsid w:val="007E38EE"/>
    <w:rsid w:val="007E4127"/>
    <w:rsid w:val="007E45E5"/>
    <w:rsid w:val="007E46FC"/>
    <w:rsid w:val="007E4C8A"/>
    <w:rsid w:val="007E6DE3"/>
    <w:rsid w:val="007F01D5"/>
    <w:rsid w:val="007F0A15"/>
    <w:rsid w:val="007F106E"/>
    <w:rsid w:val="007F421F"/>
    <w:rsid w:val="007F56EA"/>
    <w:rsid w:val="007F5D13"/>
    <w:rsid w:val="007F6E0B"/>
    <w:rsid w:val="007F761C"/>
    <w:rsid w:val="00800EE6"/>
    <w:rsid w:val="00801E3B"/>
    <w:rsid w:val="00801FDA"/>
    <w:rsid w:val="00803E9E"/>
    <w:rsid w:val="00806321"/>
    <w:rsid w:val="0080717F"/>
    <w:rsid w:val="00807678"/>
    <w:rsid w:val="00807A85"/>
    <w:rsid w:val="00807FD7"/>
    <w:rsid w:val="008101A5"/>
    <w:rsid w:val="0081101A"/>
    <w:rsid w:val="00811D4C"/>
    <w:rsid w:val="00812977"/>
    <w:rsid w:val="00812CC7"/>
    <w:rsid w:val="00813C4E"/>
    <w:rsid w:val="00814329"/>
    <w:rsid w:val="00814F72"/>
    <w:rsid w:val="008167EA"/>
    <w:rsid w:val="008170AB"/>
    <w:rsid w:val="008174AE"/>
    <w:rsid w:val="00817F09"/>
    <w:rsid w:val="00820C85"/>
    <w:rsid w:val="0082196D"/>
    <w:rsid w:val="00822866"/>
    <w:rsid w:val="00822CF3"/>
    <w:rsid w:val="0082428F"/>
    <w:rsid w:val="00825C85"/>
    <w:rsid w:val="0082649D"/>
    <w:rsid w:val="00826DFD"/>
    <w:rsid w:val="00827D0A"/>
    <w:rsid w:val="008328EB"/>
    <w:rsid w:val="00836375"/>
    <w:rsid w:val="00836BEC"/>
    <w:rsid w:val="00836C09"/>
    <w:rsid w:val="008371AC"/>
    <w:rsid w:val="00843371"/>
    <w:rsid w:val="0084359C"/>
    <w:rsid w:val="00843CB3"/>
    <w:rsid w:val="00844CB0"/>
    <w:rsid w:val="00844DCD"/>
    <w:rsid w:val="008461A3"/>
    <w:rsid w:val="00846203"/>
    <w:rsid w:val="00846ADE"/>
    <w:rsid w:val="00847130"/>
    <w:rsid w:val="008476A0"/>
    <w:rsid w:val="0084793E"/>
    <w:rsid w:val="00850021"/>
    <w:rsid w:val="0085132C"/>
    <w:rsid w:val="008519D0"/>
    <w:rsid w:val="00851E2E"/>
    <w:rsid w:val="0085310E"/>
    <w:rsid w:val="00857672"/>
    <w:rsid w:val="00860B49"/>
    <w:rsid w:val="00860BD5"/>
    <w:rsid w:val="00860DEB"/>
    <w:rsid w:val="00862159"/>
    <w:rsid w:val="008621AB"/>
    <w:rsid w:val="008622A9"/>
    <w:rsid w:val="0086261B"/>
    <w:rsid w:val="00865262"/>
    <w:rsid w:val="008656D8"/>
    <w:rsid w:val="00865CF1"/>
    <w:rsid w:val="00866420"/>
    <w:rsid w:val="00866524"/>
    <w:rsid w:val="00867F70"/>
    <w:rsid w:val="00870077"/>
    <w:rsid w:val="00870B45"/>
    <w:rsid w:val="00871929"/>
    <w:rsid w:val="00872C90"/>
    <w:rsid w:val="008747A0"/>
    <w:rsid w:val="008761BE"/>
    <w:rsid w:val="00877361"/>
    <w:rsid w:val="00880015"/>
    <w:rsid w:val="00881C0D"/>
    <w:rsid w:val="00884079"/>
    <w:rsid w:val="0088557D"/>
    <w:rsid w:val="008857DA"/>
    <w:rsid w:val="00886C73"/>
    <w:rsid w:val="00886D16"/>
    <w:rsid w:val="00886EE0"/>
    <w:rsid w:val="00886F16"/>
    <w:rsid w:val="008877C4"/>
    <w:rsid w:val="00890732"/>
    <w:rsid w:val="0089285A"/>
    <w:rsid w:val="00892FF8"/>
    <w:rsid w:val="00896AEB"/>
    <w:rsid w:val="00896C9C"/>
    <w:rsid w:val="0089708E"/>
    <w:rsid w:val="008977ED"/>
    <w:rsid w:val="0089784F"/>
    <w:rsid w:val="00897E88"/>
    <w:rsid w:val="008A0FA8"/>
    <w:rsid w:val="008A1DA1"/>
    <w:rsid w:val="008A21E5"/>
    <w:rsid w:val="008A22CB"/>
    <w:rsid w:val="008A251B"/>
    <w:rsid w:val="008A26E5"/>
    <w:rsid w:val="008A2DAC"/>
    <w:rsid w:val="008A3157"/>
    <w:rsid w:val="008A32CF"/>
    <w:rsid w:val="008A3ACE"/>
    <w:rsid w:val="008A3DB2"/>
    <w:rsid w:val="008A402B"/>
    <w:rsid w:val="008A43FD"/>
    <w:rsid w:val="008A4B9B"/>
    <w:rsid w:val="008A4BE6"/>
    <w:rsid w:val="008A549D"/>
    <w:rsid w:val="008A62C9"/>
    <w:rsid w:val="008A66C7"/>
    <w:rsid w:val="008A69A2"/>
    <w:rsid w:val="008A71BC"/>
    <w:rsid w:val="008A78EA"/>
    <w:rsid w:val="008B15D0"/>
    <w:rsid w:val="008B236D"/>
    <w:rsid w:val="008B23C6"/>
    <w:rsid w:val="008B2E0D"/>
    <w:rsid w:val="008B61D8"/>
    <w:rsid w:val="008B7A06"/>
    <w:rsid w:val="008B7C8E"/>
    <w:rsid w:val="008C13E9"/>
    <w:rsid w:val="008C2350"/>
    <w:rsid w:val="008C2695"/>
    <w:rsid w:val="008C4098"/>
    <w:rsid w:val="008C4558"/>
    <w:rsid w:val="008C558C"/>
    <w:rsid w:val="008C7832"/>
    <w:rsid w:val="008D0D20"/>
    <w:rsid w:val="008D0FEF"/>
    <w:rsid w:val="008D1D3B"/>
    <w:rsid w:val="008D271A"/>
    <w:rsid w:val="008D4845"/>
    <w:rsid w:val="008D4B65"/>
    <w:rsid w:val="008D4DC2"/>
    <w:rsid w:val="008D63E3"/>
    <w:rsid w:val="008D6844"/>
    <w:rsid w:val="008D6EC9"/>
    <w:rsid w:val="008E067F"/>
    <w:rsid w:val="008E0B15"/>
    <w:rsid w:val="008E1AE0"/>
    <w:rsid w:val="008E296C"/>
    <w:rsid w:val="008E2B76"/>
    <w:rsid w:val="008E4793"/>
    <w:rsid w:val="008E560E"/>
    <w:rsid w:val="008E74B6"/>
    <w:rsid w:val="008F114A"/>
    <w:rsid w:val="008F1FFD"/>
    <w:rsid w:val="008F34DD"/>
    <w:rsid w:val="008F6223"/>
    <w:rsid w:val="008F695C"/>
    <w:rsid w:val="0090012B"/>
    <w:rsid w:val="009015C0"/>
    <w:rsid w:val="0090272E"/>
    <w:rsid w:val="00902C49"/>
    <w:rsid w:val="009030A9"/>
    <w:rsid w:val="00903275"/>
    <w:rsid w:val="009071B4"/>
    <w:rsid w:val="009106ED"/>
    <w:rsid w:val="0091163B"/>
    <w:rsid w:val="00912672"/>
    <w:rsid w:val="00913BEA"/>
    <w:rsid w:val="00913F3B"/>
    <w:rsid w:val="00914632"/>
    <w:rsid w:val="009154F1"/>
    <w:rsid w:val="00915888"/>
    <w:rsid w:val="0091621A"/>
    <w:rsid w:val="009170B9"/>
    <w:rsid w:val="00917302"/>
    <w:rsid w:val="00917B43"/>
    <w:rsid w:val="00917C2A"/>
    <w:rsid w:val="00921A03"/>
    <w:rsid w:val="00922919"/>
    <w:rsid w:val="00922FCB"/>
    <w:rsid w:val="00923D17"/>
    <w:rsid w:val="00924DAF"/>
    <w:rsid w:val="00925140"/>
    <w:rsid w:val="0092591D"/>
    <w:rsid w:val="00925BC9"/>
    <w:rsid w:val="00925D62"/>
    <w:rsid w:val="00926746"/>
    <w:rsid w:val="0092793A"/>
    <w:rsid w:val="00927C55"/>
    <w:rsid w:val="00931802"/>
    <w:rsid w:val="00934C3D"/>
    <w:rsid w:val="0093633B"/>
    <w:rsid w:val="009413CF"/>
    <w:rsid w:val="009424E4"/>
    <w:rsid w:val="009444B0"/>
    <w:rsid w:val="00945813"/>
    <w:rsid w:val="00945E53"/>
    <w:rsid w:val="0094611C"/>
    <w:rsid w:val="00946B0A"/>
    <w:rsid w:val="00950E4D"/>
    <w:rsid w:val="00951A5B"/>
    <w:rsid w:val="00953594"/>
    <w:rsid w:val="00954360"/>
    <w:rsid w:val="00954D65"/>
    <w:rsid w:val="00955E52"/>
    <w:rsid w:val="00956118"/>
    <w:rsid w:val="009561D6"/>
    <w:rsid w:val="009602A0"/>
    <w:rsid w:val="00961828"/>
    <w:rsid w:val="00963944"/>
    <w:rsid w:val="00964EAA"/>
    <w:rsid w:val="00965AAA"/>
    <w:rsid w:val="00965BEB"/>
    <w:rsid w:val="0096775E"/>
    <w:rsid w:val="00973D7F"/>
    <w:rsid w:val="00974CCA"/>
    <w:rsid w:val="00974CF8"/>
    <w:rsid w:val="00975DD3"/>
    <w:rsid w:val="009762DD"/>
    <w:rsid w:val="00977D6C"/>
    <w:rsid w:val="00980FAD"/>
    <w:rsid w:val="00983546"/>
    <w:rsid w:val="00984515"/>
    <w:rsid w:val="009852B0"/>
    <w:rsid w:val="00985C75"/>
    <w:rsid w:val="00986C50"/>
    <w:rsid w:val="0098707B"/>
    <w:rsid w:val="00991DA3"/>
    <w:rsid w:val="00992A87"/>
    <w:rsid w:val="00992C45"/>
    <w:rsid w:val="0099491A"/>
    <w:rsid w:val="00994F42"/>
    <w:rsid w:val="009952A1"/>
    <w:rsid w:val="009953A1"/>
    <w:rsid w:val="009956AA"/>
    <w:rsid w:val="0099693B"/>
    <w:rsid w:val="00997A48"/>
    <w:rsid w:val="009A082D"/>
    <w:rsid w:val="009A26F1"/>
    <w:rsid w:val="009A2EFA"/>
    <w:rsid w:val="009A3CB8"/>
    <w:rsid w:val="009A456E"/>
    <w:rsid w:val="009A4A8D"/>
    <w:rsid w:val="009A6943"/>
    <w:rsid w:val="009A72C4"/>
    <w:rsid w:val="009A7811"/>
    <w:rsid w:val="009B1577"/>
    <w:rsid w:val="009B18D1"/>
    <w:rsid w:val="009B1C38"/>
    <w:rsid w:val="009B260B"/>
    <w:rsid w:val="009B2A80"/>
    <w:rsid w:val="009B3DC8"/>
    <w:rsid w:val="009B43CB"/>
    <w:rsid w:val="009B5BF9"/>
    <w:rsid w:val="009B6047"/>
    <w:rsid w:val="009B65CA"/>
    <w:rsid w:val="009B6A02"/>
    <w:rsid w:val="009B6A8B"/>
    <w:rsid w:val="009B6C85"/>
    <w:rsid w:val="009B743D"/>
    <w:rsid w:val="009C03DB"/>
    <w:rsid w:val="009C0C2B"/>
    <w:rsid w:val="009C0CB3"/>
    <w:rsid w:val="009C10BA"/>
    <w:rsid w:val="009C1726"/>
    <w:rsid w:val="009C1F48"/>
    <w:rsid w:val="009C35E4"/>
    <w:rsid w:val="009C4214"/>
    <w:rsid w:val="009C67DC"/>
    <w:rsid w:val="009C71B3"/>
    <w:rsid w:val="009C750D"/>
    <w:rsid w:val="009C76FB"/>
    <w:rsid w:val="009C7FF5"/>
    <w:rsid w:val="009D1880"/>
    <w:rsid w:val="009D2F83"/>
    <w:rsid w:val="009D31CF"/>
    <w:rsid w:val="009D3279"/>
    <w:rsid w:val="009D3464"/>
    <w:rsid w:val="009D49B6"/>
    <w:rsid w:val="009D4E10"/>
    <w:rsid w:val="009D503A"/>
    <w:rsid w:val="009D6129"/>
    <w:rsid w:val="009D6381"/>
    <w:rsid w:val="009D6619"/>
    <w:rsid w:val="009D7BFB"/>
    <w:rsid w:val="009D7FA0"/>
    <w:rsid w:val="009E0B35"/>
    <w:rsid w:val="009E1A04"/>
    <w:rsid w:val="009E23B0"/>
    <w:rsid w:val="009E29FC"/>
    <w:rsid w:val="009E2C93"/>
    <w:rsid w:val="009E582A"/>
    <w:rsid w:val="009E59FA"/>
    <w:rsid w:val="009E7FA7"/>
    <w:rsid w:val="009F1857"/>
    <w:rsid w:val="009F4ABC"/>
    <w:rsid w:val="009F59B5"/>
    <w:rsid w:val="009F6C91"/>
    <w:rsid w:val="00A004B0"/>
    <w:rsid w:val="00A01AA6"/>
    <w:rsid w:val="00A04D38"/>
    <w:rsid w:val="00A064DC"/>
    <w:rsid w:val="00A0650A"/>
    <w:rsid w:val="00A072C8"/>
    <w:rsid w:val="00A07D67"/>
    <w:rsid w:val="00A12062"/>
    <w:rsid w:val="00A1218F"/>
    <w:rsid w:val="00A126BE"/>
    <w:rsid w:val="00A127C1"/>
    <w:rsid w:val="00A1360B"/>
    <w:rsid w:val="00A15F08"/>
    <w:rsid w:val="00A15FD9"/>
    <w:rsid w:val="00A1687B"/>
    <w:rsid w:val="00A171D9"/>
    <w:rsid w:val="00A1765D"/>
    <w:rsid w:val="00A17F79"/>
    <w:rsid w:val="00A20783"/>
    <w:rsid w:val="00A20ECF"/>
    <w:rsid w:val="00A21908"/>
    <w:rsid w:val="00A22037"/>
    <w:rsid w:val="00A228F6"/>
    <w:rsid w:val="00A2390E"/>
    <w:rsid w:val="00A24AD8"/>
    <w:rsid w:val="00A26101"/>
    <w:rsid w:val="00A261F5"/>
    <w:rsid w:val="00A26553"/>
    <w:rsid w:val="00A2755A"/>
    <w:rsid w:val="00A315A0"/>
    <w:rsid w:val="00A31A23"/>
    <w:rsid w:val="00A32991"/>
    <w:rsid w:val="00A34166"/>
    <w:rsid w:val="00A34718"/>
    <w:rsid w:val="00A35DDC"/>
    <w:rsid w:val="00A3630E"/>
    <w:rsid w:val="00A36B9A"/>
    <w:rsid w:val="00A37482"/>
    <w:rsid w:val="00A40794"/>
    <w:rsid w:val="00A40846"/>
    <w:rsid w:val="00A4191A"/>
    <w:rsid w:val="00A41A2B"/>
    <w:rsid w:val="00A43998"/>
    <w:rsid w:val="00A43B7F"/>
    <w:rsid w:val="00A43FD1"/>
    <w:rsid w:val="00A44506"/>
    <w:rsid w:val="00A45E3E"/>
    <w:rsid w:val="00A47FAB"/>
    <w:rsid w:val="00A508C6"/>
    <w:rsid w:val="00A508CD"/>
    <w:rsid w:val="00A5100C"/>
    <w:rsid w:val="00A51DD6"/>
    <w:rsid w:val="00A51F4C"/>
    <w:rsid w:val="00A52D97"/>
    <w:rsid w:val="00A5302F"/>
    <w:rsid w:val="00A53820"/>
    <w:rsid w:val="00A544C7"/>
    <w:rsid w:val="00A54611"/>
    <w:rsid w:val="00A54ABF"/>
    <w:rsid w:val="00A54D12"/>
    <w:rsid w:val="00A5680D"/>
    <w:rsid w:val="00A56E16"/>
    <w:rsid w:val="00A5723A"/>
    <w:rsid w:val="00A6154E"/>
    <w:rsid w:val="00A62665"/>
    <w:rsid w:val="00A634C0"/>
    <w:rsid w:val="00A6449B"/>
    <w:rsid w:val="00A64F69"/>
    <w:rsid w:val="00A65104"/>
    <w:rsid w:val="00A66F85"/>
    <w:rsid w:val="00A67826"/>
    <w:rsid w:val="00A67987"/>
    <w:rsid w:val="00A70FE5"/>
    <w:rsid w:val="00A728A7"/>
    <w:rsid w:val="00A73517"/>
    <w:rsid w:val="00A738D3"/>
    <w:rsid w:val="00A749E7"/>
    <w:rsid w:val="00A765A6"/>
    <w:rsid w:val="00A819CD"/>
    <w:rsid w:val="00A81AC3"/>
    <w:rsid w:val="00A81EE7"/>
    <w:rsid w:val="00A832A7"/>
    <w:rsid w:val="00A8397C"/>
    <w:rsid w:val="00A83C75"/>
    <w:rsid w:val="00A84312"/>
    <w:rsid w:val="00A85271"/>
    <w:rsid w:val="00A85511"/>
    <w:rsid w:val="00A86334"/>
    <w:rsid w:val="00A867FF"/>
    <w:rsid w:val="00A87510"/>
    <w:rsid w:val="00A90844"/>
    <w:rsid w:val="00A91BAC"/>
    <w:rsid w:val="00A91BFE"/>
    <w:rsid w:val="00A930CF"/>
    <w:rsid w:val="00A95089"/>
    <w:rsid w:val="00A958EF"/>
    <w:rsid w:val="00A95E03"/>
    <w:rsid w:val="00A975E5"/>
    <w:rsid w:val="00AA02AF"/>
    <w:rsid w:val="00AA0EE4"/>
    <w:rsid w:val="00AA3B3C"/>
    <w:rsid w:val="00AA4844"/>
    <w:rsid w:val="00AA4C1B"/>
    <w:rsid w:val="00AA5C93"/>
    <w:rsid w:val="00AA6224"/>
    <w:rsid w:val="00AA6A7E"/>
    <w:rsid w:val="00AA7165"/>
    <w:rsid w:val="00AA7EB4"/>
    <w:rsid w:val="00AA7F00"/>
    <w:rsid w:val="00AB2B6A"/>
    <w:rsid w:val="00AB34E4"/>
    <w:rsid w:val="00AB3680"/>
    <w:rsid w:val="00AB3756"/>
    <w:rsid w:val="00AB375D"/>
    <w:rsid w:val="00AB3761"/>
    <w:rsid w:val="00AB493E"/>
    <w:rsid w:val="00AB61B6"/>
    <w:rsid w:val="00AB7A2F"/>
    <w:rsid w:val="00AC0B86"/>
    <w:rsid w:val="00AC1378"/>
    <w:rsid w:val="00AC1B7A"/>
    <w:rsid w:val="00AC335B"/>
    <w:rsid w:val="00AC53EF"/>
    <w:rsid w:val="00AC5C55"/>
    <w:rsid w:val="00AC60A4"/>
    <w:rsid w:val="00AC682F"/>
    <w:rsid w:val="00AD0A3E"/>
    <w:rsid w:val="00AD273A"/>
    <w:rsid w:val="00AD2A3B"/>
    <w:rsid w:val="00AD3823"/>
    <w:rsid w:val="00AD3981"/>
    <w:rsid w:val="00AD43A8"/>
    <w:rsid w:val="00AD506A"/>
    <w:rsid w:val="00AD5667"/>
    <w:rsid w:val="00AD6658"/>
    <w:rsid w:val="00AD724D"/>
    <w:rsid w:val="00AD779E"/>
    <w:rsid w:val="00AE02C1"/>
    <w:rsid w:val="00AE2317"/>
    <w:rsid w:val="00AE26EE"/>
    <w:rsid w:val="00AE342B"/>
    <w:rsid w:val="00AE35C8"/>
    <w:rsid w:val="00AE374B"/>
    <w:rsid w:val="00AE3A57"/>
    <w:rsid w:val="00AE4152"/>
    <w:rsid w:val="00AE42B2"/>
    <w:rsid w:val="00AE7A82"/>
    <w:rsid w:val="00AF12C7"/>
    <w:rsid w:val="00AF19ED"/>
    <w:rsid w:val="00AF24F2"/>
    <w:rsid w:val="00AF27EE"/>
    <w:rsid w:val="00AF2D1F"/>
    <w:rsid w:val="00AF47AA"/>
    <w:rsid w:val="00B00852"/>
    <w:rsid w:val="00B011B7"/>
    <w:rsid w:val="00B014BB"/>
    <w:rsid w:val="00B014E7"/>
    <w:rsid w:val="00B0153A"/>
    <w:rsid w:val="00B01898"/>
    <w:rsid w:val="00B01ED6"/>
    <w:rsid w:val="00B02629"/>
    <w:rsid w:val="00B029AF"/>
    <w:rsid w:val="00B049EA"/>
    <w:rsid w:val="00B06131"/>
    <w:rsid w:val="00B07116"/>
    <w:rsid w:val="00B07740"/>
    <w:rsid w:val="00B0782D"/>
    <w:rsid w:val="00B07A9C"/>
    <w:rsid w:val="00B07ADD"/>
    <w:rsid w:val="00B07DF2"/>
    <w:rsid w:val="00B101ED"/>
    <w:rsid w:val="00B10689"/>
    <w:rsid w:val="00B108CB"/>
    <w:rsid w:val="00B10BAF"/>
    <w:rsid w:val="00B10EFA"/>
    <w:rsid w:val="00B116BD"/>
    <w:rsid w:val="00B11CE2"/>
    <w:rsid w:val="00B135CC"/>
    <w:rsid w:val="00B13CF6"/>
    <w:rsid w:val="00B16B61"/>
    <w:rsid w:val="00B177A9"/>
    <w:rsid w:val="00B20A51"/>
    <w:rsid w:val="00B20E53"/>
    <w:rsid w:val="00B2150F"/>
    <w:rsid w:val="00B222B2"/>
    <w:rsid w:val="00B228B8"/>
    <w:rsid w:val="00B2312C"/>
    <w:rsid w:val="00B2350A"/>
    <w:rsid w:val="00B258BF"/>
    <w:rsid w:val="00B26F7A"/>
    <w:rsid w:val="00B27110"/>
    <w:rsid w:val="00B2718F"/>
    <w:rsid w:val="00B27737"/>
    <w:rsid w:val="00B3218C"/>
    <w:rsid w:val="00B32393"/>
    <w:rsid w:val="00B34421"/>
    <w:rsid w:val="00B3533C"/>
    <w:rsid w:val="00B356CA"/>
    <w:rsid w:val="00B35D9D"/>
    <w:rsid w:val="00B3666F"/>
    <w:rsid w:val="00B40388"/>
    <w:rsid w:val="00B43361"/>
    <w:rsid w:val="00B46E49"/>
    <w:rsid w:val="00B47831"/>
    <w:rsid w:val="00B47B40"/>
    <w:rsid w:val="00B5149B"/>
    <w:rsid w:val="00B52695"/>
    <w:rsid w:val="00B52769"/>
    <w:rsid w:val="00B535A4"/>
    <w:rsid w:val="00B53793"/>
    <w:rsid w:val="00B5384E"/>
    <w:rsid w:val="00B556D0"/>
    <w:rsid w:val="00B55F80"/>
    <w:rsid w:val="00B56013"/>
    <w:rsid w:val="00B56070"/>
    <w:rsid w:val="00B56268"/>
    <w:rsid w:val="00B566B8"/>
    <w:rsid w:val="00B5683F"/>
    <w:rsid w:val="00B56861"/>
    <w:rsid w:val="00B5721D"/>
    <w:rsid w:val="00B57C38"/>
    <w:rsid w:val="00B60C63"/>
    <w:rsid w:val="00B631CD"/>
    <w:rsid w:val="00B6377C"/>
    <w:rsid w:val="00B63BF6"/>
    <w:rsid w:val="00B63C6B"/>
    <w:rsid w:val="00B6562F"/>
    <w:rsid w:val="00B65BAA"/>
    <w:rsid w:val="00B71CA9"/>
    <w:rsid w:val="00B746EB"/>
    <w:rsid w:val="00B74A61"/>
    <w:rsid w:val="00B74CB7"/>
    <w:rsid w:val="00B74F22"/>
    <w:rsid w:val="00B75641"/>
    <w:rsid w:val="00B7578C"/>
    <w:rsid w:val="00B75F22"/>
    <w:rsid w:val="00B76B6E"/>
    <w:rsid w:val="00B76D30"/>
    <w:rsid w:val="00B773D2"/>
    <w:rsid w:val="00B80E12"/>
    <w:rsid w:val="00B81398"/>
    <w:rsid w:val="00B8212F"/>
    <w:rsid w:val="00B83689"/>
    <w:rsid w:val="00B83851"/>
    <w:rsid w:val="00B84671"/>
    <w:rsid w:val="00B848B0"/>
    <w:rsid w:val="00B84A10"/>
    <w:rsid w:val="00B84C34"/>
    <w:rsid w:val="00B85FF5"/>
    <w:rsid w:val="00B8635F"/>
    <w:rsid w:val="00B87445"/>
    <w:rsid w:val="00B87AAD"/>
    <w:rsid w:val="00B87E4C"/>
    <w:rsid w:val="00B91F3C"/>
    <w:rsid w:val="00B931C4"/>
    <w:rsid w:val="00B94098"/>
    <w:rsid w:val="00B94202"/>
    <w:rsid w:val="00B959B5"/>
    <w:rsid w:val="00B95D6D"/>
    <w:rsid w:val="00B96095"/>
    <w:rsid w:val="00B97BF4"/>
    <w:rsid w:val="00BA0D58"/>
    <w:rsid w:val="00BA182A"/>
    <w:rsid w:val="00BA220D"/>
    <w:rsid w:val="00BA3623"/>
    <w:rsid w:val="00BA3BEF"/>
    <w:rsid w:val="00BA4969"/>
    <w:rsid w:val="00BA514D"/>
    <w:rsid w:val="00BB07D6"/>
    <w:rsid w:val="00BB1993"/>
    <w:rsid w:val="00BB1CB6"/>
    <w:rsid w:val="00BB35F2"/>
    <w:rsid w:val="00BB47B7"/>
    <w:rsid w:val="00BB4A51"/>
    <w:rsid w:val="00BB5A62"/>
    <w:rsid w:val="00BB5CC3"/>
    <w:rsid w:val="00BB5EE0"/>
    <w:rsid w:val="00BB654E"/>
    <w:rsid w:val="00BB6FF5"/>
    <w:rsid w:val="00BB74F8"/>
    <w:rsid w:val="00BB79FC"/>
    <w:rsid w:val="00BB7D5C"/>
    <w:rsid w:val="00BC1431"/>
    <w:rsid w:val="00BC1FDB"/>
    <w:rsid w:val="00BC2667"/>
    <w:rsid w:val="00BC318E"/>
    <w:rsid w:val="00BC32D2"/>
    <w:rsid w:val="00BC4E95"/>
    <w:rsid w:val="00BC4EE5"/>
    <w:rsid w:val="00BC5520"/>
    <w:rsid w:val="00BC6517"/>
    <w:rsid w:val="00BC6FA4"/>
    <w:rsid w:val="00BD1189"/>
    <w:rsid w:val="00BD2CC3"/>
    <w:rsid w:val="00BD3963"/>
    <w:rsid w:val="00BD400E"/>
    <w:rsid w:val="00BD4473"/>
    <w:rsid w:val="00BD44C7"/>
    <w:rsid w:val="00BD6108"/>
    <w:rsid w:val="00BE0AB9"/>
    <w:rsid w:val="00BE34E4"/>
    <w:rsid w:val="00BE5510"/>
    <w:rsid w:val="00BE5C4A"/>
    <w:rsid w:val="00BF0B13"/>
    <w:rsid w:val="00BF0BB3"/>
    <w:rsid w:val="00BF1A51"/>
    <w:rsid w:val="00BF3B08"/>
    <w:rsid w:val="00BF4404"/>
    <w:rsid w:val="00BF57A1"/>
    <w:rsid w:val="00BF67D6"/>
    <w:rsid w:val="00BF6956"/>
    <w:rsid w:val="00BF6C19"/>
    <w:rsid w:val="00BF6DC2"/>
    <w:rsid w:val="00BF70BE"/>
    <w:rsid w:val="00BF7227"/>
    <w:rsid w:val="00BF7723"/>
    <w:rsid w:val="00BF7799"/>
    <w:rsid w:val="00C01DF5"/>
    <w:rsid w:val="00C01F13"/>
    <w:rsid w:val="00C01FFE"/>
    <w:rsid w:val="00C02B18"/>
    <w:rsid w:val="00C035A5"/>
    <w:rsid w:val="00C039D9"/>
    <w:rsid w:val="00C12349"/>
    <w:rsid w:val="00C124BA"/>
    <w:rsid w:val="00C1258E"/>
    <w:rsid w:val="00C12886"/>
    <w:rsid w:val="00C14EAC"/>
    <w:rsid w:val="00C15555"/>
    <w:rsid w:val="00C155B4"/>
    <w:rsid w:val="00C15A87"/>
    <w:rsid w:val="00C176E0"/>
    <w:rsid w:val="00C229D2"/>
    <w:rsid w:val="00C23631"/>
    <w:rsid w:val="00C23A47"/>
    <w:rsid w:val="00C255F8"/>
    <w:rsid w:val="00C25D9C"/>
    <w:rsid w:val="00C26FC5"/>
    <w:rsid w:val="00C2716A"/>
    <w:rsid w:val="00C27A63"/>
    <w:rsid w:val="00C27B20"/>
    <w:rsid w:val="00C301DC"/>
    <w:rsid w:val="00C30845"/>
    <w:rsid w:val="00C310FA"/>
    <w:rsid w:val="00C33787"/>
    <w:rsid w:val="00C36E1F"/>
    <w:rsid w:val="00C371E5"/>
    <w:rsid w:val="00C377C0"/>
    <w:rsid w:val="00C40062"/>
    <w:rsid w:val="00C41027"/>
    <w:rsid w:val="00C41FF1"/>
    <w:rsid w:val="00C42069"/>
    <w:rsid w:val="00C429D9"/>
    <w:rsid w:val="00C43263"/>
    <w:rsid w:val="00C43C1F"/>
    <w:rsid w:val="00C44B3B"/>
    <w:rsid w:val="00C4598E"/>
    <w:rsid w:val="00C45B05"/>
    <w:rsid w:val="00C46AB0"/>
    <w:rsid w:val="00C47005"/>
    <w:rsid w:val="00C47277"/>
    <w:rsid w:val="00C47E7E"/>
    <w:rsid w:val="00C5075C"/>
    <w:rsid w:val="00C5378A"/>
    <w:rsid w:val="00C543A3"/>
    <w:rsid w:val="00C55225"/>
    <w:rsid w:val="00C55490"/>
    <w:rsid w:val="00C56EAC"/>
    <w:rsid w:val="00C60854"/>
    <w:rsid w:val="00C60B0C"/>
    <w:rsid w:val="00C62065"/>
    <w:rsid w:val="00C6308E"/>
    <w:rsid w:val="00C6372D"/>
    <w:rsid w:val="00C63C52"/>
    <w:rsid w:val="00C63D77"/>
    <w:rsid w:val="00C63D8A"/>
    <w:rsid w:val="00C64255"/>
    <w:rsid w:val="00C661C8"/>
    <w:rsid w:val="00C664FA"/>
    <w:rsid w:val="00C66AAB"/>
    <w:rsid w:val="00C66CF2"/>
    <w:rsid w:val="00C673EA"/>
    <w:rsid w:val="00C70280"/>
    <w:rsid w:val="00C7088E"/>
    <w:rsid w:val="00C711B6"/>
    <w:rsid w:val="00C72F44"/>
    <w:rsid w:val="00C72FCC"/>
    <w:rsid w:val="00C73A1B"/>
    <w:rsid w:val="00C801BF"/>
    <w:rsid w:val="00C82AD2"/>
    <w:rsid w:val="00C82D52"/>
    <w:rsid w:val="00C8325E"/>
    <w:rsid w:val="00C84404"/>
    <w:rsid w:val="00C85C2C"/>
    <w:rsid w:val="00C90D30"/>
    <w:rsid w:val="00C90FE1"/>
    <w:rsid w:val="00C91409"/>
    <w:rsid w:val="00C919D9"/>
    <w:rsid w:val="00C92381"/>
    <w:rsid w:val="00C9278A"/>
    <w:rsid w:val="00C929BC"/>
    <w:rsid w:val="00C92C70"/>
    <w:rsid w:val="00C932F4"/>
    <w:rsid w:val="00C93373"/>
    <w:rsid w:val="00C93D42"/>
    <w:rsid w:val="00C94C83"/>
    <w:rsid w:val="00C94C9F"/>
    <w:rsid w:val="00CA1045"/>
    <w:rsid w:val="00CA2CB7"/>
    <w:rsid w:val="00CA3C89"/>
    <w:rsid w:val="00CA523F"/>
    <w:rsid w:val="00CA5ED2"/>
    <w:rsid w:val="00CA638B"/>
    <w:rsid w:val="00CA688F"/>
    <w:rsid w:val="00CA7ACE"/>
    <w:rsid w:val="00CB00E5"/>
    <w:rsid w:val="00CB07E9"/>
    <w:rsid w:val="00CB1630"/>
    <w:rsid w:val="00CB200E"/>
    <w:rsid w:val="00CB309F"/>
    <w:rsid w:val="00CB3C6C"/>
    <w:rsid w:val="00CB482B"/>
    <w:rsid w:val="00CB4C6F"/>
    <w:rsid w:val="00CB63F3"/>
    <w:rsid w:val="00CB6DE8"/>
    <w:rsid w:val="00CC1841"/>
    <w:rsid w:val="00CC499B"/>
    <w:rsid w:val="00CC57D4"/>
    <w:rsid w:val="00CC619C"/>
    <w:rsid w:val="00CD02A3"/>
    <w:rsid w:val="00CD0430"/>
    <w:rsid w:val="00CD4148"/>
    <w:rsid w:val="00CD468A"/>
    <w:rsid w:val="00CD63F0"/>
    <w:rsid w:val="00CD6B7C"/>
    <w:rsid w:val="00CD7028"/>
    <w:rsid w:val="00CD70B4"/>
    <w:rsid w:val="00CD77BE"/>
    <w:rsid w:val="00CD7C5B"/>
    <w:rsid w:val="00CE002D"/>
    <w:rsid w:val="00CE0A3F"/>
    <w:rsid w:val="00CE1BDC"/>
    <w:rsid w:val="00CE253F"/>
    <w:rsid w:val="00CE26CD"/>
    <w:rsid w:val="00CE5B96"/>
    <w:rsid w:val="00CE6216"/>
    <w:rsid w:val="00CE664A"/>
    <w:rsid w:val="00CE7259"/>
    <w:rsid w:val="00CE782F"/>
    <w:rsid w:val="00CE7BE9"/>
    <w:rsid w:val="00CF2093"/>
    <w:rsid w:val="00CF2E08"/>
    <w:rsid w:val="00D000D3"/>
    <w:rsid w:val="00D00AB0"/>
    <w:rsid w:val="00D00BF8"/>
    <w:rsid w:val="00D025A0"/>
    <w:rsid w:val="00D02887"/>
    <w:rsid w:val="00D0311D"/>
    <w:rsid w:val="00D03B52"/>
    <w:rsid w:val="00D04337"/>
    <w:rsid w:val="00D05072"/>
    <w:rsid w:val="00D05834"/>
    <w:rsid w:val="00D06AC5"/>
    <w:rsid w:val="00D06DAD"/>
    <w:rsid w:val="00D071E2"/>
    <w:rsid w:val="00D076C9"/>
    <w:rsid w:val="00D104D1"/>
    <w:rsid w:val="00D11BB0"/>
    <w:rsid w:val="00D11D66"/>
    <w:rsid w:val="00D12930"/>
    <w:rsid w:val="00D14C60"/>
    <w:rsid w:val="00D14E00"/>
    <w:rsid w:val="00D15231"/>
    <w:rsid w:val="00D17D13"/>
    <w:rsid w:val="00D22631"/>
    <w:rsid w:val="00D2265D"/>
    <w:rsid w:val="00D22A6C"/>
    <w:rsid w:val="00D23C9B"/>
    <w:rsid w:val="00D244F4"/>
    <w:rsid w:val="00D24590"/>
    <w:rsid w:val="00D245C9"/>
    <w:rsid w:val="00D2597E"/>
    <w:rsid w:val="00D334A6"/>
    <w:rsid w:val="00D3428E"/>
    <w:rsid w:val="00D345EA"/>
    <w:rsid w:val="00D34875"/>
    <w:rsid w:val="00D34DC3"/>
    <w:rsid w:val="00D355FB"/>
    <w:rsid w:val="00D400EF"/>
    <w:rsid w:val="00D41579"/>
    <w:rsid w:val="00D42B33"/>
    <w:rsid w:val="00D43BCE"/>
    <w:rsid w:val="00D43C8F"/>
    <w:rsid w:val="00D44ED1"/>
    <w:rsid w:val="00D45650"/>
    <w:rsid w:val="00D4676D"/>
    <w:rsid w:val="00D46D8D"/>
    <w:rsid w:val="00D46F52"/>
    <w:rsid w:val="00D47768"/>
    <w:rsid w:val="00D507E8"/>
    <w:rsid w:val="00D50BE1"/>
    <w:rsid w:val="00D52817"/>
    <w:rsid w:val="00D52B7C"/>
    <w:rsid w:val="00D54D3F"/>
    <w:rsid w:val="00D55BA6"/>
    <w:rsid w:val="00D609D2"/>
    <w:rsid w:val="00D610F6"/>
    <w:rsid w:val="00D62949"/>
    <w:rsid w:val="00D62A1C"/>
    <w:rsid w:val="00D62CFF"/>
    <w:rsid w:val="00D634BA"/>
    <w:rsid w:val="00D63998"/>
    <w:rsid w:val="00D6421E"/>
    <w:rsid w:val="00D6524C"/>
    <w:rsid w:val="00D675C9"/>
    <w:rsid w:val="00D7216F"/>
    <w:rsid w:val="00D734A5"/>
    <w:rsid w:val="00D74D4D"/>
    <w:rsid w:val="00D7562F"/>
    <w:rsid w:val="00D75CEB"/>
    <w:rsid w:val="00D75EC7"/>
    <w:rsid w:val="00D76977"/>
    <w:rsid w:val="00D77F38"/>
    <w:rsid w:val="00D81635"/>
    <w:rsid w:val="00D819C4"/>
    <w:rsid w:val="00D82C5F"/>
    <w:rsid w:val="00D8368A"/>
    <w:rsid w:val="00D83977"/>
    <w:rsid w:val="00D83F57"/>
    <w:rsid w:val="00D83F96"/>
    <w:rsid w:val="00D84D37"/>
    <w:rsid w:val="00D90CBF"/>
    <w:rsid w:val="00D90DDA"/>
    <w:rsid w:val="00D92F9D"/>
    <w:rsid w:val="00D93BD8"/>
    <w:rsid w:val="00D94FAB"/>
    <w:rsid w:val="00D95E12"/>
    <w:rsid w:val="00D968D2"/>
    <w:rsid w:val="00D97538"/>
    <w:rsid w:val="00D978CC"/>
    <w:rsid w:val="00DA00D3"/>
    <w:rsid w:val="00DA2CE6"/>
    <w:rsid w:val="00DA2DB5"/>
    <w:rsid w:val="00DA3630"/>
    <w:rsid w:val="00DA77B4"/>
    <w:rsid w:val="00DB0CF7"/>
    <w:rsid w:val="00DB155A"/>
    <w:rsid w:val="00DB1A22"/>
    <w:rsid w:val="00DB511A"/>
    <w:rsid w:val="00DB6564"/>
    <w:rsid w:val="00DB67B4"/>
    <w:rsid w:val="00DB7C6A"/>
    <w:rsid w:val="00DC0EB4"/>
    <w:rsid w:val="00DC1427"/>
    <w:rsid w:val="00DC1981"/>
    <w:rsid w:val="00DC217A"/>
    <w:rsid w:val="00DC343B"/>
    <w:rsid w:val="00DC3F8B"/>
    <w:rsid w:val="00DC5C47"/>
    <w:rsid w:val="00DC6E22"/>
    <w:rsid w:val="00DC7366"/>
    <w:rsid w:val="00DC7400"/>
    <w:rsid w:val="00DC78D2"/>
    <w:rsid w:val="00DC7A73"/>
    <w:rsid w:val="00DC7B8A"/>
    <w:rsid w:val="00DC7F8D"/>
    <w:rsid w:val="00DD09D4"/>
    <w:rsid w:val="00DD1FCA"/>
    <w:rsid w:val="00DD4E35"/>
    <w:rsid w:val="00DD6509"/>
    <w:rsid w:val="00DD6620"/>
    <w:rsid w:val="00DD6687"/>
    <w:rsid w:val="00DD750C"/>
    <w:rsid w:val="00DE0042"/>
    <w:rsid w:val="00DE125A"/>
    <w:rsid w:val="00DE1618"/>
    <w:rsid w:val="00DE376C"/>
    <w:rsid w:val="00DE3831"/>
    <w:rsid w:val="00DE4DE2"/>
    <w:rsid w:val="00DE61FE"/>
    <w:rsid w:val="00DE634A"/>
    <w:rsid w:val="00DE6802"/>
    <w:rsid w:val="00DE7712"/>
    <w:rsid w:val="00DF02C8"/>
    <w:rsid w:val="00DF1DA0"/>
    <w:rsid w:val="00DF29B8"/>
    <w:rsid w:val="00DF6027"/>
    <w:rsid w:val="00DF6CC6"/>
    <w:rsid w:val="00DF76C2"/>
    <w:rsid w:val="00E0057D"/>
    <w:rsid w:val="00E012C3"/>
    <w:rsid w:val="00E017C9"/>
    <w:rsid w:val="00E01C62"/>
    <w:rsid w:val="00E02272"/>
    <w:rsid w:val="00E028E9"/>
    <w:rsid w:val="00E041C2"/>
    <w:rsid w:val="00E041D8"/>
    <w:rsid w:val="00E04F14"/>
    <w:rsid w:val="00E059D5"/>
    <w:rsid w:val="00E06109"/>
    <w:rsid w:val="00E069DE"/>
    <w:rsid w:val="00E103E7"/>
    <w:rsid w:val="00E10576"/>
    <w:rsid w:val="00E11E2A"/>
    <w:rsid w:val="00E124EC"/>
    <w:rsid w:val="00E12E1C"/>
    <w:rsid w:val="00E12E6B"/>
    <w:rsid w:val="00E1325C"/>
    <w:rsid w:val="00E1332A"/>
    <w:rsid w:val="00E134D0"/>
    <w:rsid w:val="00E136E2"/>
    <w:rsid w:val="00E137FF"/>
    <w:rsid w:val="00E13DB2"/>
    <w:rsid w:val="00E148B8"/>
    <w:rsid w:val="00E14C81"/>
    <w:rsid w:val="00E14F76"/>
    <w:rsid w:val="00E157E6"/>
    <w:rsid w:val="00E16B71"/>
    <w:rsid w:val="00E173CE"/>
    <w:rsid w:val="00E206D6"/>
    <w:rsid w:val="00E21023"/>
    <w:rsid w:val="00E22522"/>
    <w:rsid w:val="00E22833"/>
    <w:rsid w:val="00E22880"/>
    <w:rsid w:val="00E233D9"/>
    <w:rsid w:val="00E25538"/>
    <w:rsid w:val="00E25796"/>
    <w:rsid w:val="00E25DD2"/>
    <w:rsid w:val="00E26200"/>
    <w:rsid w:val="00E269A3"/>
    <w:rsid w:val="00E26D5B"/>
    <w:rsid w:val="00E271B4"/>
    <w:rsid w:val="00E278C8"/>
    <w:rsid w:val="00E31AFA"/>
    <w:rsid w:val="00E3370C"/>
    <w:rsid w:val="00E33F81"/>
    <w:rsid w:val="00E34F0B"/>
    <w:rsid w:val="00E35CB6"/>
    <w:rsid w:val="00E35E64"/>
    <w:rsid w:val="00E36085"/>
    <w:rsid w:val="00E36242"/>
    <w:rsid w:val="00E36511"/>
    <w:rsid w:val="00E41734"/>
    <w:rsid w:val="00E41A8E"/>
    <w:rsid w:val="00E43C38"/>
    <w:rsid w:val="00E444EE"/>
    <w:rsid w:val="00E445FF"/>
    <w:rsid w:val="00E46059"/>
    <w:rsid w:val="00E46256"/>
    <w:rsid w:val="00E46955"/>
    <w:rsid w:val="00E46D8D"/>
    <w:rsid w:val="00E511D8"/>
    <w:rsid w:val="00E52376"/>
    <w:rsid w:val="00E53CB2"/>
    <w:rsid w:val="00E56F21"/>
    <w:rsid w:val="00E57C30"/>
    <w:rsid w:val="00E60316"/>
    <w:rsid w:val="00E60B65"/>
    <w:rsid w:val="00E60EE4"/>
    <w:rsid w:val="00E613FC"/>
    <w:rsid w:val="00E616AD"/>
    <w:rsid w:val="00E62819"/>
    <w:rsid w:val="00E63907"/>
    <w:rsid w:val="00E63929"/>
    <w:rsid w:val="00E64EF9"/>
    <w:rsid w:val="00E65A2D"/>
    <w:rsid w:val="00E66BF6"/>
    <w:rsid w:val="00E67352"/>
    <w:rsid w:val="00E6746E"/>
    <w:rsid w:val="00E70544"/>
    <w:rsid w:val="00E707EC"/>
    <w:rsid w:val="00E70FA3"/>
    <w:rsid w:val="00E72B48"/>
    <w:rsid w:val="00E74011"/>
    <w:rsid w:val="00E75AD4"/>
    <w:rsid w:val="00E77B44"/>
    <w:rsid w:val="00E77EC2"/>
    <w:rsid w:val="00E81CC0"/>
    <w:rsid w:val="00E82815"/>
    <w:rsid w:val="00E839F7"/>
    <w:rsid w:val="00E8491C"/>
    <w:rsid w:val="00E8511D"/>
    <w:rsid w:val="00E871A2"/>
    <w:rsid w:val="00E87B9E"/>
    <w:rsid w:val="00E9043E"/>
    <w:rsid w:val="00E91BAF"/>
    <w:rsid w:val="00E96E8B"/>
    <w:rsid w:val="00EA1178"/>
    <w:rsid w:val="00EA1441"/>
    <w:rsid w:val="00EA23F2"/>
    <w:rsid w:val="00EA2FC0"/>
    <w:rsid w:val="00EA3289"/>
    <w:rsid w:val="00EA3913"/>
    <w:rsid w:val="00EB027E"/>
    <w:rsid w:val="00EB12B8"/>
    <w:rsid w:val="00EB1D14"/>
    <w:rsid w:val="00EB3B08"/>
    <w:rsid w:val="00EB47E0"/>
    <w:rsid w:val="00EB57B1"/>
    <w:rsid w:val="00EB6633"/>
    <w:rsid w:val="00EB72D4"/>
    <w:rsid w:val="00EB7A40"/>
    <w:rsid w:val="00EB7EC7"/>
    <w:rsid w:val="00EC2375"/>
    <w:rsid w:val="00EC3DDD"/>
    <w:rsid w:val="00EC479C"/>
    <w:rsid w:val="00EC501B"/>
    <w:rsid w:val="00EC5938"/>
    <w:rsid w:val="00EC66F9"/>
    <w:rsid w:val="00EC793D"/>
    <w:rsid w:val="00ED0B55"/>
    <w:rsid w:val="00ED18EF"/>
    <w:rsid w:val="00ED1D7A"/>
    <w:rsid w:val="00ED2221"/>
    <w:rsid w:val="00ED41BE"/>
    <w:rsid w:val="00ED5067"/>
    <w:rsid w:val="00ED5973"/>
    <w:rsid w:val="00ED6F14"/>
    <w:rsid w:val="00ED7091"/>
    <w:rsid w:val="00ED7114"/>
    <w:rsid w:val="00ED7C07"/>
    <w:rsid w:val="00EE06C0"/>
    <w:rsid w:val="00EE0B64"/>
    <w:rsid w:val="00EE0D11"/>
    <w:rsid w:val="00EE0E6A"/>
    <w:rsid w:val="00EE1C64"/>
    <w:rsid w:val="00EE2B24"/>
    <w:rsid w:val="00EE5156"/>
    <w:rsid w:val="00EE51BC"/>
    <w:rsid w:val="00EE6739"/>
    <w:rsid w:val="00EE6D4C"/>
    <w:rsid w:val="00EE7840"/>
    <w:rsid w:val="00EE7864"/>
    <w:rsid w:val="00EF057D"/>
    <w:rsid w:val="00EF112A"/>
    <w:rsid w:val="00EF1323"/>
    <w:rsid w:val="00EF3411"/>
    <w:rsid w:val="00EF3A73"/>
    <w:rsid w:val="00EF3C8D"/>
    <w:rsid w:val="00EF3DCF"/>
    <w:rsid w:val="00EF3EAA"/>
    <w:rsid w:val="00EF4659"/>
    <w:rsid w:val="00EF4B25"/>
    <w:rsid w:val="00EF5D0F"/>
    <w:rsid w:val="00EF7101"/>
    <w:rsid w:val="00EF71B4"/>
    <w:rsid w:val="00F00437"/>
    <w:rsid w:val="00F0278E"/>
    <w:rsid w:val="00F02C2A"/>
    <w:rsid w:val="00F047FB"/>
    <w:rsid w:val="00F05F7A"/>
    <w:rsid w:val="00F10CBC"/>
    <w:rsid w:val="00F1106A"/>
    <w:rsid w:val="00F1221E"/>
    <w:rsid w:val="00F13091"/>
    <w:rsid w:val="00F1335C"/>
    <w:rsid w:val="00F15D73"/>
    <w:rsid w:val="00F16120"/>
    <w:rsid w:val="00F165B6"/>
    <w:rsid w:val="00F16835"/>
    <w:rsid w:val="00F2040E"/>
    <w:rsid w:val="00F21345"/>
    <w:rsid w:val="00F22F98"/>
    <w:rsid w:val="00F23AA7"/>
    <w:rsid w:val="00F24AAB"/>
    <w:rsid w:val="00F24F9B"/>
    <w:rsid w:val="00F25185"/>
    <w:rsid w:val="00F2682E"/>
    <w:rsid w:val="00F268D1"/>
    <w:rsid w:val="00F268F8"/>
    <w:rsid w:val="00F26A07"/>
    <w:rsid w:val="00F26D0A"/>
    <w:rsid w:val="00F26FBA"/>
    <w:rsid w:val="00F32E87"/>
    <w:rsid w:val="00F358C9"/>
    <w:rsid w:val="00F3717D"/>
    <w:rsid w:val="00F40735"/>
    <w:rsid w:val="00F40E27"/>
    <w:rsid w:val="00F42714"/>
    <w:rsid w:val="00F4314E"/>
    <w:rsid w:val="00F508AC"/>
    <w:rsid w:val="00F51550"/>
    <w:rsid w:val="00F51E3C"/>
    <w:rsid w:val="00F52575"/>
    <w:rsid w:val="00F536B7"/>
    <w:rsid w:val="00F54DF1"/>
    <w:rsid w:val="00F56D55"/>
    <w:rsid w:val="00F56E85"/>
    <w:rsid w:val="00F573A8"/>
    <w:rsid w:val="00F57628"/>
    <w:rsid w:val="00F5762C"/>
    <w:rsid w:val="00F5772F"/>
    <w:rsid w:val="00F601BA"/>
    <w:rsid w:val="00F60352"/>
    <w:rsid w:val="00F62201"/>
    <w:rsid w:val="00F628DA"/>
    <w:rsid w:val="00F6396E"/>
    <w:rsid w:val="00F63E79"/>
    <w:rsid w:val="00F66928"/>
    <w:rsid w:val="00F669E4"/>
    <w:rsid w:val="00F67E03"/>
    <w:rsid w:val="00F7101D"/>
    <w:rsid w:val="00F71E61"/>
    <w:rsid w:val="00F72801"/>
    <w:rsid w:val="00F7309C"/>
    <w:rsid w:val="00F73449"/>
    <w:rsid w:val="00F73AB2"/>
    <w:rsid w:val="00F73E1D"/>
    <w:rsid w:val="00F74518"/>
    <w:rsid w:val="00F745F5"/>
    <w:rsid w:val="00F75CFA"/>
    <w:rsid w:val="00F75D01"/>
    <w:rsid w:val="00F767EB"/>
    <w:rsid w:val="00F7796D"/>
    <w:rsid w:val="00F803A3"/>
    <w:rsid w:val="00F80672"/>
    <w:rsid w:val="00F80889"/>
    <w:rsid w:val="00F81AD5"/>
    <w:rsid w:val="00F81E2D"/>
    <w:rsid w:val="00F81F26"/>
    <w:rsid w:val="00F840F4"/>
    <w:rsid w:val="00F865AE"/>
    <w:rsid w:val="00F9049E"/>
    <w:rsid w:val="00F91184"/>
    <w:rsid w:val="00F92034"/>
    <w:rsid w:val="00F9379A"/>
    <w:rsid w:val="00F93FB6"/>
    <w:rsid w:val="00F95692"/>
    <w:rsid w:val="00F969D5"/>
    <w:rsid w:val="00F96B96"/>
    <w:rsid w:val="00F96D51"/>
    <w:rsid w:val="00FA0C0D"/>
    <w:rsid w:val="00FA0C32"/>
    <w:rsid w:val="00FA1F6A"/>
    <w:rsid w:val="00FA2B4E"/>
    <w:rsid w:val="00FA3085"/>
    <w:rsid w:val="00FA660D"/>
    <w:rsid w:val="00FA7721"/>
    <w:rsid w:val="00FA7BAE"/>
    <w:rsid w:val="00FA7C0C"/>
    <w:rsid w:val="00FB1664"/>
    <w:rsid w:val="00FB1ECD"/>
    <w:rsid w:val="00FB20BF"/>
    <w:rsid w:val="00FB4208"/>
    <w:rsid w:val="00FB4AFE"/>
    <w:rsid w:val="00FB6197"/>
    <w:rsid w:val="00FB6891"/>
    <w:rsid w:val="00FB71C7"/>
    <w:rsid w:val="00FC0108"/>
    <w:rsid w:val="00FC05BC"/>
    <w:rsid w:val="00FC0BB4"/>
    <w:rsid w:val="00FC2580"/>
    <w:rsid w:val="00FC25E9"/>
    <w:rsid w:val="00FC2679"/>
    <w:rsid w:val="00FC4262"/>
    <w:rsid w:val="00FC45E4"/>
    <w:rsid w:val="00FC53F3"/>
    <w:rsid w:val="00FC668B"/>
    <w:rsid w:val="00FC7E45"/>
    <w:rsid w:val="00FD0010"/>
    <w:rsid w:val="00FD0B68"/>
    <w:rsid w:val="00FD0BE2"/>
    <w:rsid w:val="00FD2178"/>
    <w:rsid w:val="00FD23F0"/>
    <w:rsid w:val="00FD2CDB"/>
    <w:rsid w:val="00FD46D0"/>
    <w:rsid w:val="00FD49F9"/>
    <w:rsid w:val="00FD5EC8"/>
    <w:rsid w:val="00FD643E"/>
    <w:rsid w:val="00FD6D46"/>
    <w:rsid w:val="00FD7D06"/>
    <w:rsid w:val="00FD7EB7"/>
    <w:rsid w:val="00FE00C4"/>
    <w:rsid w:val="00FE00FD"/>
    <w:rsid w:val="00FE0C47"/>
    <w:rsid w:val="00FE0E95"/>
    <w:rsid w:val="00FE20B3"/>
    <w:rsid w:val="00FE2EEE"/>
    <w:rsid w:val="00FE2F3F"/>
    <w:rsid w:val="00FE5A2B"/>
    <w:rsid w:val="00FE5B3E"/>
    <w:rsid w:val="00FE7C05"/>
    <w:rsid w:val="00FE7DCB"/>
    <w:rsid w:val="00FF1044"/>
    <w:rsid w:val="00FF1D1B"/>
    <w:rsid w:val="00FF2BC4"/>
    <w:rsid w:val="00FF4E15"/>
    <w:rsid w:val="00FF5112"/>
    <w:rsid w:val="00FF51D3"/>
    <w:rsid w:val="00FF6EA1"/>
    <w:rsid w:val="00FF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7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576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170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6748"/>
    <w:pPr>
      <w:keepNext/>
      <w:jc w:val="center"/>
      <w:outlineLvl w:val="8"/>
    </w:pPr>
    <w:rPr>
      <w:rFonts w:ascii="Verdana" w:hAnsi="Verdana"/>
      <w:b/>
      <w:bCs/>
      <w:caps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763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70B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2312C"/>
    <w:rPr>
      <w:rFonts w:ascii="Cambria" w:hAnsi="Cambria" w:cs="Times New Roman"/>
    </w:rPr>
  </w:style>
  <w:style w:type="paragraph" w:styleId="BodyTextIndent2">
    <w:name w:val="Body Text Indent 2"/>
    <w:basedOn w:val="Normal"/>
    <w:link w:val="BodyTextIndent2Char"/>
    <w:uiPriority w:val="99"/>
    <w:rsid w:val="00016748"/>
    <w:pPr>
      <w:ind w:left="504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2312C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016748"/>
    <w:pPr>
      <w:jc w:val="center"/>
    </w:pPr>
    <w:rPr>
      <w:rFonts w:ascii="Verdana" w:hAnsi="Verdana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2312C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E41A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2312C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E41A8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2312C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5F1D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01DBA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01DBA"/>
    <w:rPr>
      <w:rFonts w:ascii="Arial" w:hAnsi="Arial" w:cs="Arial"/>
      <w:sz w:val="24"/>
      <w:szCs w:val="24"/>
    </w:rPr>
  </w:style>
  <w:style w:type="paragraph" w:styleId="NoSpacing">
    <w:name w:val="No Spacing"/>
    <w:uiPriority w:val="99"/>
    <w:qFormat/>
    <w:rsid w:val="00185E67"/>
    <w:rPr>
      <w:rFonts w:ascii="Arial" w:hAnsi="Arial" w:cs="Arial"/>
      <w:sz w:val="28"/>
      <w:szCs w:val="28"/>
    </w:rPr>
  </w:style>
  <w:style w:type="paragraph" w:customStyle="1" w:styleId="ConsPlusTitle">
    <w:name w:val="ConsPlusTitle"/>
    <w:uiPriority w:val="99"/>
    <w:rsid w:val="00F93FB6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2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2546</TotalTime>
  <Pages>1</Pages>
  <Words>191</Words>
  <Characters>1091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СТУПИНСКИЙ МУНИЦИПАЛЬНЫЙ РАЙОН</dc:title>
  <dc:subject/>
  <dc:creator>OINF</dc:creator>
  <cp:keywords/>
  <dc:description/>
  <cp:lastModifiedBy>bsa_2002</cp:lastModifiedBy>
  <cp:revision>2998</cp:revision>
  <cp:lastPrinted>2017-10-18T08:29:00Z</cp:lastPrinted>
  <dcterms:created xsi:type="dcterms:W3CDTF">2013-09-23T12:44:00Z</dcterms:created>
  <dcterms:modified xsi:type="dcterms:W3CDTF">2019-02-13T09:47:00Z</dcterms:modified>
</cp:coreProperties>
</file>