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7C" w:rsidRPr="00C73411" w:rsidRDefault="004B107C" w:rsidP="00500F60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4B107C" w:rsidRPr="00C73411" w:rsidRDefault="004B107C" w:rsidP="00500F60">
      <w:pPr>
        <w:jc w:val="center"/>
        <w:rPr>
          <w:bCs/>
          <w:sz w:val="22"/>
          <w:szCs w:val="22"/>
        </w:rPr>
      </w:pPr>
      <w:r w:rsidRPr="00C73411">
        <w:rPr>
          <w:bCs/>
          <w:sz w:val="22"/>
          <w:szCs w:val="22"/>
        </w:rPr>
        <w:t>Результаты реализации муниципальной программы Ступинского муниципального района</w:t>
      </w:r>
    </w:p>
    <w:p w:rsidR="004B107C" w:rsidRPr="00C73411" w:rsidRDefault="004B107C" w:rsidP="006E6F11">
      <w:pPr>
        <w:jc w:val="center"/>
        <w:rPr>
          <w:bCs/>
          <w:sz w:val="22"/>
          <w:szCs w:val="22"/>
        </w:rPr>
      </w:pPr>
      <w:r w:rsidRPr="00C73411">
        <w:rPr>
          <w:bCs/>
          <w:sz w:val="22"/>
          <w:szCs w:val="22"/>
        </w:rPr>
        <w:t xml:space="preserve">«Информационная политика </w:t>
      </w:r>
    </w:p>
    <w:p w:rsidR="004B107C" w:rsidRPr="00C73411" w:rsidRDefault="004B107C" w:rsidP="006E6F11">
      <w:pPr>
        <w:jc w:val="center"/>
        <w:rPr>
          <w:bCs/>
          <w:sz w:val="22"/>
          <w:szCs w:val="22"/>
        </w:rPr>
      </w:pPr>
      <w:r w:rsidRPr="00C73411">
        <w:rPr>
          <w:bCs/>
          <w:sz w:val="22"/>
          <w:szCs w:val="22"/>
        </w:rPr>
        <w:t>Ступинского муниципального района на 2014-2018 годы»</w:t>
      </w:r>
    </w:p>
    <w:p w:rsidR="004B107C" w:rsidRPr="00C73411" w:rsidRDefault="004B107C" w:rsidP="006E6F11">
      <w:pPr>
        <w:jc w:val="center"/>
        <w:rPr>
          <w:bCs/>
          <w:sz w:val="22"/>
          <w:szCs w:val="22"/>
        </w:rPr>
      </w:pPr>
      <w:r w:rsidRPr="00C73411">
        <w:rPr>
          <w:bCs/>
          <w:sz w:val="22"/>
          <w:szCs w:val="22"/>
        </w:rPr>
        <w:t>за 2016г.</w:t>
      </w:r>
    </w:p>
    <w:p w:rsidR="004B107C" w:rsidRPr="00C73411" w:rsidRDefault="004B107C" w:rsidP="001D0318">
      <w:pPr>
        <w:tabs>
          <w:tab w:val="left" w:pos="7042"/>
        </w:tabs>
        <w:rPr>
          <w:sz w:val="22"/>
          <w:szCs w:val="22"/>
        </w:rPr>
      </w:pPr>
    </w:p>
    <w:tbl>
      <w:tblPr>
        <w:tblW w:w="15522" w:type="dxa"/>
        <w:tblInd w:w="-252" w:type="dxa"/>
        <w:tblLayout w:type="fixed"/>
        <w:tblLook w:val="0000"/>
      </w:tblPr>
      <w:tblGrid>
        <w:gridCol w:w="886"/>
        <w:gridCol w:w="4514"/>
        <w:gridCol w:w="5400"/>
        <w:gridCol w:w="1260"/>
        <w:gridCol w:w="1662"/>
        <w:gridCol w:w="1800"/>
      </w:tblGrid>
      <w:tr w:rsidR="004B107C" w:rsidRPr="00C73411" w:rsidTr="0042578F">
        <w:trPr>
          <w:trHeight w:val="133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>
            <w:pPr>
              <w:jc w:val="center"/>
            </w:pPr>
            <w:r w:rsidRPr="00C73411">
              <w:rPr>
                <w:sz w:val="22"/>
                <w:szCs w:val="22"/>
              </w:rPr>
              <w:t>№ п/п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107C" w:rsidRPr="00C73411" w:rsidRDefault="004B107C">
            <w:pPr>
              <w:jc w:val="center"/>
            </w:pPr>
            <w:r w:rsidRPr="00C73411">
              <w:rPr>
                <w:sz w:val="22"/>
                <w:szCs w:val="22"/>
              </w:rPr>
              <w:t>Задачи, направленные на достижение целей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>
            <w:pPr>
              <w:jc w:val="center"/>
            </w:pPr>
            <w:r w:rsidRPr="00C73411">
              <w:rPr>
                <w:sz w:val="22"/>
                <w:szCs w:val="22"/>
              </w:rPr>
              <w:t>Количественные целевые показатели, характеризующие достижение целей и решение задач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42578F">
            <w:pPr>
              <w:jc w:val="center"/>
            </w:pPr>
            <w:r w:rsidRPr="00C7341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42578F">
            <w:pPr>
              <w:jc w:val="center"/>
            </w:pPr>
            <w:r>
              <w:rPr>
                <w:sz w:val="22"/>
                <w:szCs w:val="22"/>
              </w:rPr>
              <w:t>Планируемо</w:t>
            </w:r>
            <w:r w:rsidRPr="00C73411">
              <w:rPr>
                <w:sz w:val="22"/>
                <w:szCs w:val="22"/>
              </w:rPr>
              <w:t xml:space="preserve">е значение показателя 2016 год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Default="004B107C" w:rsidP="0042578F">
            <w:pPr>
              <w:jc w:val="center"/>
            </w:pPr>
            <w:r w:rsidRPr="00C73411">
              <w:rPr>
                <w:sz w:val="22"/>
                <w:szCs w:val="22"/>
              </w:rPr>
              <w:t xml:space="preserve">Достигнутое значение показателя за </w:t>
            </w:r>
          </w:p>
          <w:p w:rsidR="004B107C" w:rsidRPr="00C73411" w:rsidRDefault="004B107C" w:rsidP="001B2AB5">
            <w:pPr>
              <w:jc w:val="center"/>
            </w:pPr>
            <w:r w:rsidRPr="00C73411">
              <w:rPr>
                <w:sz w:val="22"/>
                <w:szCs w:val="22"/>
              </w:rPr>
              <w:t>2016 год</w:t>
            </w:r>
          </w:p>
        </w:tc>
      </w:tr>
      <w:tr w:rsidR="004B107C" w:rsidRPr="00C73411" w:rsidTr="0042578F">
        <w:trPr>
          <w:trHeight w:val="30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07C" w:rsidRPr="00C73411" w:rsidRDefault="004B107C">
            <w:pPr>
              <w:jc w:val="center"/>
            </w:pPr>
            <w:r w:rsidRPr="00C73411">
              <w:rPr>
                <w:sz w:val="22"/>
                <w:szCs w:val="22"/>
              </w:rPr>
              <w:t>1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07C" w:rsidRPr="00C73411" w:rsidRDefault="004B107C">
            <w:pPr>
              <w:jc w:val="center"/>
            </w:pPr>
            <w:r w:rsidRPr="00C73411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07C" w:rsidRPr="00C73411" w:rsidRDefault="004B107C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07C" w:rsidRPr="00C73411" w:rsidRDefault="004B107C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B107C" w:rsidRPr="00C73411" w:rsidRDefault="004B107C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B107C" w:rsidRPr="00C73411" w:rsidRDefault="004B107C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4B107C" w:rsidRPr="00C73411" w:rsidTr="0042578F">
        <w:trPr>
          <w:trHeight w:val="825"/>
        </w:trPr>
        <w:tc>
          <w:tcPr>
            <w:tcW w:w="8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42578F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C73411">
              <w:rPr>
                <w:sz w:val="22"/>
                <w:szCs w:val="22"/>
              </w:rPr>
              <w:t>.</w:t>
            </w:r>
          </w:p>
        </w:tc>
        <w:tc>
          <w:tcPr>
            <w:tcW w:w="45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FC06CE">
            <w:r w:rsidRPr="00C73411">
              <w:rPr>
                <w:sz w:val="22"/>
                <w:szCs w:val="22"/>
              </w:rPr>
              <w:t>Информационная поддержка органов местного самоуправления Ступинского муниципального района по социально значимым вопросам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C60CA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73411">
              <w:rPr>
                <w:sz w:val="22"/>
                <w:szCs w:val="22"/>
              </w:rPr>
              <w:t xml:space="preserve">Рост среднемесячного охвата целевой аудитории (совершеннолетние жители Ступинского муниципального района (18+) </w:t>
            </w:r>
          </w:p>
          <w:p w:rsidR="004B107C" w:rsidRPr="00C73411" w:rsidRDefault="004B107C" w:rsidP="00C60CAF">
            <w:r w:rsidRPr="00C73411">
              <w:rPr>
                <w:sz w:val="22"/>
                <w:szCs w:val="22"/>
              </w:rPr>
              <w:t>печатными и электронными средствами массовой информации</w:t>
            </w:r>
          </w:p>
          <w:p w:rsidR="004B107C" w:rsidRPr="00C73411" w:rsidRDefault="004B107C" w:rsidP="00C60CAF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3F489F">
            <w:pPr>
              <w:jc w:val="center"/>
            </w:pPr>
            <w:r w:rsidRPr="00C73411">
              <w:rPr>
                <w:sz w:val="22"/>
                <w:szCs w:val="22"/>
              </w:rPr>
              <w:t>%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452770" w:rsidRDefault="004B107C" w:rsidP="003F489F">
            <w:pPr>
              <w:jc w:val="center"/>
              <w:rPr>
                <w:highlight w:val="yellow"/>
              </w:rPr>
            </w:pPr>
            <w:r w:rsidRPr="00CB6889">
              <w:rPr>
                <w:sz w:val="22"/>
                <w:szCs w:val="22"/>
              </w:rPr>
              <w:t>105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452770" w:rsidRDefault="004B107C" w:rsidP="003F489F">
            <w:pPr>
              <w:jc w:val="center"/>
              <w:rPr>
                <w:highlight w:val="yellow"/>
              </w:rPr>
            </w:pPr>
            <w:r w:rsidRPr="00CB68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</w:p>
        </w:tc>
      </w:tr>
      <w:tr w:rsidR="004B107C" w:rsidRPr="00C73411" w:rsidTr="0042578F">
        <w:trPr>
          <w:trHeight w:val="634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>
            <w:pPr>
              <w:jc w:val="center"/>
            </w:pPr>
          </w:p>
        </w:tc>
        <w:tc>
          <w:tcPr>
            <w:tcW w:w="4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FC06CE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8A4CAC">
            <w:r w:rsidRPr="00C73411">
              <w:rPr>
                <w:sz w:val="22"/>
                <w:szCs w:val="22"/>
              </w:rPr>
              <w:t>Рост охвата населения</w:t>
            </w:r>
            <w:r>
              <w:rPr>
                <w:sz w:val="22"/>
                <w:szCs w:val="22"/>
              </w:rPr>
              <w:t xml:space="preserve"> муниципального образования</w:t>
            </w:r>
            <w:r w:rsidRPr="00C73411">
              <w:rPr>
                <w:sz w:val="22"/>
                <w:szCs w:val="22"/>
              </w:rPr>
              <w:t xml:space="preserve"> печатной продукцией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8A4CAC">
            <w:pPr>
              <w:jc w:val="center"/>
            </w:pPr>
            <w:r w:rsidRPr="00C73411">
              <w:rPr>
                <w:sz w:val="22"/>
                <w:szCs w:val="22"/>
              </w:rPr>
              <w:t>%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452770" w:rsidRDefault="004B107C" w:rsidP="008A4CAC">
            <w:pPr>
              <w:jc w:val="center"/>
              <w:rPr>
                <w:highlight w:val="yellow"/>
              </w:rPr>
            </w:pPr>
            <w:r w:rsidRPr="00CB6889">
              <w:rPr>
                <w:sz w:val="22"/>
                <w:szCs w:val="22"/>
              </w:rPr>
              <w:t>98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452770" w:rsidRDefault="004B107C" w:rsidP="00753FCB">
            <w:pPr>
              <w:jc w:val="center"/>
              <w:rPr>
                <w:highlight w:val="yellow"/>
              </w:rPr>
            </w:pPr>
            <w:r w:rsidRPr="00CB6889">
              <w:rPr>
                <w:sz w:val="22"/>
                <w:szCs w:val="22"/>
              </w:rPr>
              <w:t>101</w:t>
            </w:r>
          </w:p>
        </w:tc>
      </w:tr>
      <w:tr w:rsidR="004B107C" w:rsidRPr="00C73411" w:rsidTr="0042578F">
        <w:trPr>
          <w:trHeight w:val="1436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FC06CE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C73411">
              <w:rPr>
                <w:sz w:val="22"/>
                <w:szCs w:val="22"/>
              </w:rPr>
              <w:t>.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8A4CAC">
            <w:r w:rsidRPr="00C73411">
              <w:rPr>
                <w:sz w:val="22"/>
                <w:szCs w:val="22"/>
              </w:rPr>
              <w:t>Оформление наружного информационного пространства Ступинского муниципального района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42578F">
            <w:pPr>
              <w:widowControl w:val="0"/>
              <w:autoSpaceDE w:val="0"/>
              <w:autoSpaceDN w:val="0"/>
              <w:adjustRightInd w:val="0"/>
            </w:pPr>
            <w:r w:rsidRPr="00C73411">
              <w:rPr>
                <w:sz w:val="22"/>
                <w:szCs w:val="22"/>
              </w:rPr>
              <w:t>Количество тематических информационных кампаний, охваченных социальной рекламой на рекламных носителях наружной рекламы на территории района.</w:t>
            </w:r>
          </w:p>
          <w:p w:rsidR="004B107C" w:rsidRPr="00C73411" w:rsidRDefault="004B107C" w:rsidP="0042578F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42578F">
            <w:pPr>
              <w:jc w:val="center"/>
            </w:pPr>
            <w:r w:rsidRPr="00C73411">
              <w:rPr>
                <w:sz w:val="22"/>
                <w:szCs w:val="22"/>
              </w:rPr>
              <w:t>ед.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42578F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42578F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4B107C" w:rsidRPr="00C73411" w:rsidTr="0042578F">
        <w:trPr>
          <w:trHeight w:val="1436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07C" w:rsidRDefault="004B107C" w:rsidP="00FC06CE">
            <w:pPr>
              <w:jc w:val="center"/>
            </w:pPr>
          </w:p>
        </w:tc>
        <w:tc>
          <w:tcPr>
            <w:tcW w:w="45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8A4CAC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4257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</w:pPr>
            <w:r w:rsidRPr="00C73411">
              <w:rPr>
                <w:sz w:val="22"/>
                <w:szCs w:val="22"/>
              </w:rPr>
              <w:t>Количество мероприятий, к которым обеспечено праздничное/тематическое оформление территории Ступинского муниципального района</w:t>
            </w:r>
          </w:p>
          <w:p w:rsidR="004B107C" w:rsidRPr="00C73411" w:rsidRDefault="004B107C" w:rsidP="0042578F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42578F">
            <w:pPr>
              <w:jc w:val="center"/>
            </w:pPr>
            <w:r w:rsidRPr="00C73411">
              <w:rPr>
                <w:sz w:val="22"/>
                <w:szCs w:val="22"/>
              </w:rPr>
              <w:t>ед.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42578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42578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4B107C" w:rsidRPr="00C73411" w:rsidTr="0042578F">
        <w:trPr>
          <w:trHeight w:val="1436"/>
        </w:trPr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FC06CE">
            <w:pPr>
              <w:jc w:val="center"/>
            </w:pPr>
          </w:p>
        </w:tc>
        <w:tc>
          <w:tcPr>
            <w:tcW w:w="4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8A4CAC">
            <w:r w:rsidRPr="00C73411">
              <w:rPr>
                <w:sz w:val="22"/>
                <w:szCs w:val="22"/>
              </w:rPr>
              <w:t>Соответствие количества и фактического расположения рекламных конструкций на территории согласованной Правительством Московской области актуальной схеме размещения рекламных конструкций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8A4CAC">
            <w:pPr>
              <w:jc w:val="center"/>
            </w:pPr>
            <w:r w:rsidRPr="00C73411">
              <w:rPr>
                <w:sz w:val="22"/>
                <w:szCs w:val="22"/>
              </w:rPr>
              <w:t>%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8A4CAC">
            <w:pPr>
              <w:jc w:val="center"/>
            </w:pPr>
            <w:r w:rsidRPr="00C73411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7C" w:rsidRPr="00C73411" w:rsidRDefault="004B107C" w:rsidP="00D00312">
            <w:pPr>
              <w:jc w:val="center"/>
            </w:pPr>
            <w:r w:rsidRPr="00C73411">
              <w:rPr>
                <w:sz w:val="22"/>
                <w:szCs w:val="22"/>
              </w:rPr>
              <w:t>100</w:t>
            </w:r>
          </w:p>
        </w:tc>
      </w:tr>
    </w:tbl>
    <w:p w:rsidR="004B107C" w:rsidRPr="00C73411" w:rsidRDefault="004B107C" w:rsidP="009D17C7">
      <w:pPr>
        <w:rPr>
          <w:sz w:val="22"/>
          <w:szCs w:val="22"/>
        </w:rPr>
      </w:pPr>
    </w:p>
    <w:p w:rsidR="004B107C" w:rsidRPr="00C73411" w:rsidRDefault="004B107C" w:rsidP="009D17C7">
      <w:pPr>
        <w:rPr>
          <w:sz w:val="22"/>
          <w:szCs w:val="22"/>
        </w:rPr>
      </w:pPr>
      <w:r w:rsidRPr="00C73411">
        <w:rPr>
          <w:sz w:val="22"/>
          <w:szCs w:val="22"/>
        </w:rPr>
        <w:t xml:space="preserve">заместитель руководителя администрации </w:t>
      </w:r>
      <w:r>
        <w:rPr>
          <w:sz w:val="22"/>
          <w:szCs w:val="22"/>
        </w:rPr>
        <w:t xml:space="preserve">                                                                           </w:t>
      </w:r>
    </w:p>
    <w:p w:rsidR="004B107C" w:rsidRPr="00C73411" w:rsidRDefault="004B107C" w:rsidP="009D17C7">
      <w:pPr>
        <w:rPr>
          <w:sz w:val="22"/>
          <w:szCs w:val="22"/>
        </w:rPr>
      </w:pPr>
      <w:r w:rsidRPr="00C73411">
        <w:rPr>
          <w:sz w:val="22"/>
          <w:szCs w:val="22"/>
        </w:rPr>
        <w:t xml:space="preserve">Ступинского муниципального района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</w:t>
      </w:r>
      <w:r w:rsidRPr="00C7341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Pr="00C73411">
        <w:rPr>
          <w:sz w:val="22"/>
          <w:szCs w:val="22"/>
        </w:rPr>
        <w:t xml:space="preserve"> Б.Е. Скоморохов</w:t>
      </w:r>
    </w:p>
    <w:p w:rsidR="004B107C" w:rsidRPr="00C73411" w:rsidRDefault="004B107C" w:rsidP="00753FCB">
      <w:pPr>
        <w:jc w:val="center"/>
        <w:rPr>
          <w:sz w:val="22"/>
          <w:szCs w:val="22"/>
        </w:rPr>
      </w:pPr>
    </w:p>
    <w:sectPr w:rsidR="004B107C" w:rsidRPr="00C73411" w:rsidSect="0042578F">
      <w:pgSz w:w="16838" w:h="11906" w:orient="landscape"/>
      <w:pgMar w:top="3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953"/>
    <w:multiLevelType w:val="hybridMultilevel"/>
    <w:tmpl w:val="A808A68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7437A5"/>
    <w:multiLevelType w:val="hybridMultilevel"/>
    <w:tmpl w:val="D33AF26C"/>
    <w:lvl w:ilvl="0" w:tplc="00FE7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F206F5"/>
    <w:multiLevelType w:val="multilevel"/>
    <w:tmpl w:val="4664D0C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cs="Times New Roman" w:hint="default"/>
      </w:rPr>
    </w:lvl>
  </w:abstractNum>
  <w:abstractNum w:abstractNumId="3">
    <w:nsid w:val="2FF910D0"/>
    <w:multiLevelType w:val="hybridMultilevel"/>
    <w:tmpl w:val="AD4857E8"/>
    <w:lvl w:ilvl="0" w:tplc="DF323B0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E126DA6"/>
    <w:multiLevelType w:val="hybridMultilevel"/>
    <w:tmpl w:val="3386F0A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A3191D"/>
    <w:multiLevelType w:val="multilevel"/>
    <w:tmpl w:val="4664D0C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073"/>
    <w:rsid w:val="00000981"/>
    <w:rsid w:val="00002777"/>
    <w:rsid w:val="000058AC"/>
    <w:rsid w:val="000071E8"/>
    <w:rsid w:val="000074C4"/>
    <w:rsid w:val="0001257C"/>
    <w:rsid w:val="00016482"/>
    <w:rsid w:val="000168CC"/>
    <w:rsid w:val="00016A3B"/>
    <w:rsid w:val="000258CA"/>
    <w:rsid w:val="00027E5A"/>
    <w:rsid w:val="00032046"/>
    <w:rsid w:val="0003432F"/>
    <w:rsid w:val="00036AEF"/>
    <w:rsid w:val="00040D64"/>
    <w:rsid w:val="00041A0A"/>
    <w:rsid w:val="0004475E"/>
    <w:rsid w:val="000456E7"/>
    <w:rsid w:val="00045DDB"/>
    <w:rsid w:val="000466F3"/>
    <w:rsid w:val="000479B1"/>
    <w:rsid w:val="000508E5"/>
    <w:rsid w:val="00051626"/>
    <w:rsid w:val="00051A83"/>
    <w:rsid w:val="0005755A"/>
    <w:rsid w:val="00057B04"/>
    <w:rsid w:val="00064AD2"/>
    <w:rsid w:val="00064BBE"/>
    <w:rsid w:val="0006541F"/>
    <w:rsid w:val="00070E86"/>
    <w:rsid w:val="00074DC8"/>
    <w:rsid w:val="00076B7B"/>
    <w:rsid w:val="00080229"/>
    <w:rsid w:val="00081956"/>
    <w:rsid w:val="00085F9F"/>
    <w:rsid w:val="00087C03"/>
    <w:rsid w:val="00090D89"/>
    <w:rsid w:val="00092595"/>
    <w:rsid w:val="00092709"/>
    <w:rsid w:val="000935CD"/>
    <w:rsid w:val="00093F4D"/>
    <w:rsid w:val="000940FB"/>
    <w:rsid w:val="00096296"/>
    <w:rsid w:val="0009660B"/>
    <w:rsid w:val="000A0FFD"/>
    <w:rsid w:val="000A3A09"/>
    <w:rsid w:val="000A3B21"/>
    <w:rsid w:val="000A3E85"/>
    <w:rsid w:val="000B455D"/>
    <w:rsid w:val="000B4A7E"/>
    <w:rsid w:val="000B4E01"/>
    <w:rsid w:val="000C0A15"/>
    <w:rsid w:val="000C1424"/>
    <w:rsid w:val="000C1AFF"/>
    <w:rsid w:val="000C2A53"/>
    <w:rsid w:val="000C4C92"/>
    <w:rsid w:val="000C4EFA"/>
    <w:rsid w:val="000C68A8"/>
    <w:rsid w:val="000C7820"/>
    <w:rsid w:val="000C7998"/>
    <w:rsid w:val="000D2CF8"/>
    <w:rsid w:val="000D3C01"/>
    <w:rsid w:val="000D5091"/>
    <w:rsid w:val="000E3351"/>
    <w:rsid w:val="000E3A4F"/>
    <w:rsid w:val="000E5A14"/>
    <w:rsid w:val="000F1711"/>
    <w:rsid w:val="000F22A4"/>
    <w:rsid w:val="000F3B46"/>
    <w:rsid w:val="000F42AB"/>
    <w:rsid w:val="000F469F"/>
    <w:rsid w:val="000F4EC2"/>
    <w:rsid w:val="000F5FC9"/>
    <w:rsid w:val="000F6397"/>
    <w:rsid w:val="001045DB"/>
    <w:rsid w:val="001106C3"/>
    <w:rsid w:val="0011157E"/>
    <w:rsid w:val="00112E4E"/>
    <w:rsid w:val="00113548"/>
    <w:rsid w:val="001139EC"/>
    <w:rsid w:val="00113CBC"/>
    <w:rsid w:val="001202DA"/>
    <w:rsid w:val="00121C69"/>
    <w:rsid w:val="00122472"/>
    <w:rsid w:val="00122F2A"/>
    <w:rsid w:val="00125C76"/>
    <w:rsid w:val="00126D3F"/>
    <w:rsid w:val="00127BD9"/>
    <w:rsid w:val="0013047C"/>
    <w:rsid w:val="00131318"/>
    <w:rsid w:val="00132429"/>
    <w:rsid w:val="00134423"/>
    <w:rsid w:val="00134D11"/>
    <w:rsid w:val="00136297"/>
    <w:rsid w:val="00137EDB"/>
    <w:rsid w:val="0014065F"/>
    <w:rsid w:val="00141640"/>
    <w:rsid w:val="0014395B"/>
    <w:rsid w:val="00143AA5"/>
    <w:rsid w:val="00150BEF"/>
    <w:rsid w:val="001520B7"/>
    <w:rsid w:val="001522BC"/>
    <w:rsid w:val="0015344C"/>
    <w:rsid w:val="00154A38"/>
    <w:rsid w:val="001553C2"/>
    <w:rsid w:val="0015793D"/>
    <w:rsid w:val="00162CCF"/>
    <w:rsid w:val="00163046"/>
    <w:rsid w:val="00167292"/>
    <w:rsid w:val="001679CE"/>
    <w:rsid w:val="00167BA5"/>
    <w:rsid w:val="0017019C"/>
    <w:rsid w:val="001734D9"/>
    <w:rsid w:val="001754C2"/>
    <w:rsid w:val="001757C3"/>
    <w:rsid w:val="00177F86"/>
    <w:rsid w:val="00180F34"/>
    <w:rsid w:val="00184C28"/>
    <w:rsid w:val="00185375"/>
    <w:rsid w:val="00187BDC"/>
    <w:rsid w:val="0019209B"/>
    <w:rsid w:val="001A120A"/>
    <w:rsid w:val="001A1D02"/>
    <w:rsid w:val="001A5E2E"/>
    <w:rsid w:val="001B2A7F"/>
    <w:rsid w:val="001B2AB5"/>
    <w:rsid w:val="001B56A7"/>
    <w:rsid w:val="001B71D5"/>
    <w:rsid w:val="001B72DF"/>
    <w:rsid w:val="001C0CB5"/>
    <w:rsid w:val="001C2D2E"/>
    <w:rsid w:val="001C5D6A"/>
    <w:rsid w:val="001C6CF2"/>
    <w:rsid w:val="001D0318"/>
    <w:rsid w:val="001D6028"/>
    <w:rsid w:val="001D74D0"/>
    <w:rsid w:val="001E01CC"/>
    <w:rsid w:val="001E092C"/>
    <w:rsid w:val="001E2178"/>
    <w:rsid w:val="001E52D6"/>
    <w:rsid w:val="001E6D70"/>
    <w:rsid w:val="001F1546"/>
    <w:rsid w:val="001F3FBE"/>
    <w:rsid w:val="00203F77"/>
    <w:rsid w:val="00204C0A"/>
    <w:rsid w:val="002128CE"/>
    <w:rsid w:val="00216515"/>
    <w:rsid w:val="00216D8F"/>
    <w:rsid w:val="00220DFC"/>
    <w:rsid w:val="00223B13"/>
    <w:rsid w:val="00225894"/>
    <w:rsid w:val="00226108"/>
    <w:rsid w:val="00226C9B"/>
    <w:rsid w:val="00227607"/>
    <w:rsid w:val="00230FD4"/>
    <w:rsid w:val="0023254E"/>
    <w:rsid w:val="002325B3"/>
    <w:rsid w:val="002355C0"/>
    <w:rsid w:val="002368A0"/>
    <w:rsid w:val="00237507"/>
    <w:rsid w:val="0023750C"/>
    <w:rsid w:val="00243AA3"/>
    <w:rsid w:val="00243EFE"/>
    <w:rsid w:val="002444F0"/>
    <w:rsid w:val="00244640"/>
    <w:rsid w:val="00250073"/>
    <w:rsid w:val="002502CA"/>
    <w:rsid w:val="0025060C"/>
    <w:rsid w:val="0025291A"/>
    <w:rsid w:val="00256321"/>
    <w:rsid w:val="002600C6"/>
    <w:rsid w:val="00263F53"/>
    <w:rsid w:val="00264B70"/>
    <w:rsid w:val="00266B85"/>
    <w:rsid w:val="0027203D"/>
    <w:rsid w:val="00277093"/>
    <w:rsid w:val="002908BB"/>
    <w:rsid w:val="002972D3"/>
    <w:rsid w:val="002A1918"/>
    <w:rsid w:val="002A3487"/>
    <w:rsid w:val="002A55B1"/>
    <w:rsid w:val="002B5409"/>
    <w:rsid w:val="002B6163"/>
    <w:rsid w:val="002C2E6B"/>
    <w:rsid w:val="002C32FE"/>
    <w:rsid w:val="002C6A9B"/>
    <w:rsid w:val="002D019D"/>
    <w:rsid w:val="002D3043"/>
    <w:rsid w:val="002D38ED"/>
    <w:rsid w:val="002E0662"/>
    <w:rsid w:val="002E53E1"/>
    <w:rsid w:val="002F0EFA"/>
    <w:rsid w:val="002F22BE"/>
    <w:rsid w:val="002F4982"/>
    <w:rsid w:val="002F66F7"/>
    <w:rsid w:val="002F6D21"/>
    <w:rsid w:val="002F7831"/>
    <w:rsid w:val="00300084"/>
    <w:rsid w:val="00300BDF"/>
    <w:rsid w:val="003026B5"/>
    <w:rsid w:val="003054CA"/>
    <w:rsid w:val="00305DF9"/>
    <w:rsid w:val="00306A2F"/>
    <w:rsid w:val="00310CA3"/>
    <w:rsid w:val="00310CC8"/>
    <w:rsid w:val="00311040"/>
    <w:rsid w:val="00315150"/>
    <w:rsid w:val="00315841"/>
    <w:rsid w:val="003166EC"/>
    <w:rsid w:val="00320186"/>
    <w:rsid w:val="00321586"/>
    <w:rsid w:val="00322287"/>
    <w:rsid w:val="0032261A"/>
    <w:rsid w:val="00322680"/>
    <w:rsid w:val="00327B6F"/>
    <w:rsid w:val="00330509"/>
    <w:rsid w:val="0033081C"/>
    <w:rsid w:val="00332A5A"/>
    <w:rsid w:val="00332B83"/>
    <w:rsid w:val="0034122F"/>
    <w:rsid w:val="00342277"/>
    <w:rsid w:val="00342575"/>
    <w:rsid w:val="00342E1C"/>
    <w:rsid w:val="00345BC4"/>
    <w:rsid w:val="003471EE"/>
    <w:rsid w:val="0034791B"/>
    <w:rsid w:val="003525A2"/>
    <w:rsid w:val="003548C7"/>
    <w:rsid w:val="00354B1D"/>
    <w:rsid w:val="0035509C"/>
    <w:rsid w:val="00357EA1"/>
    <w:rsid w:val="00361469"/>
    <w:rsid w:val="003616D3"/>
    <w:rsid w:val="00363EAD"/>
    <w:rsid w:val="00365541"/>
    <w:rsid w:val="0036754C"/>
    <w:rsid w:val="0036774A"/>
    <w:rsid w:val="00370CD1"/>
    <w:rsid w:val="00371505"/>
    <w:rsid w:val="00376C0A"/>
    <w:rsid w:val="00382EF8"/>
    <w:rsid w:val="00385451"/>
    <w:rsid w:val="003861D9"/>
    <w:rsid w:val="0039173A"/>
    <w:rsid w:val="00391908"/>
    <w:rsid w:val="00393562"/>
    <w:rsid w:val="003B0FEB"/>
    <w:rsid w:val="003B1745"/>
    <w:rsid w:val="003B3B9E"/>
    <w:rsid w:val="003B4352"/>
    <w:rsid w:val="003B5C28"/>
    <w:rsid w:val="003B7F0E"/>
    <w:rsid w:val="003C3108"/>
    <w:rsid w:val="003C3704"/>
    <w:rsid w:val="003C5EC1"/>
    <w:rsid w:val="003C7726"/>
    <w:rsid w:val="003D1B1B"/>
    <w:rsid w:val="003D2224"/>
    <w:rsid w:val="003D3036"/>
    <w:rsid w:val="003E353F"/>
    <w:rsid w:val="003E7FFE"/>
    <w:rsid w:val="003F003F"/>
    <w:rsid w:val="003F0907"/>
    <w:rsid w:val="003F2857"/>
    <w:rsid w:val="003F29F8"/>
    <w:rsid w:val="003F489F"/>
    <w:rsid w:val="00400DBB"/>
    <w:rsid w:val="004014EC"/>
    <w:rsid w:val="00407D19"/>
    <w:rsid w:val="00413B79"/>
    <w:rsid w:val="00417BF3"/>
    <w:rsid w:val="00423D45"/>
    <w:rsid w:val="00424D49"/>
    <w:rsid w:val="0042578F"/>
    <w:rsid w:val="004257CE"/>
    <w:rsid w:val="00427F03"/>
    <w:rsid w:val="0043002E"/>
    <w:rsid w:val="004313E6"/>
    <w:rsid w:val="00431B66"/>
    <w:rsid w:val="00432C52"/>
    <w:rsid w:val="00434BE8"/>
    <w:rsid w:val="00435D63"/>
    <w:rsid w:val="00436F49"/>
    <w:rsid w:val="0044031A"/>
    <w:rsid w:val="00440F1A"/>
    <w:rsid w:val="00441677"/>
    <w:rsid w:val="00442F84"/>
    <w:rsid w:val="00443CC9"/>
    <w:rsid w:val="00444879"/>
    <w:rsid w:val="00450FA9"/>
    <w:rsid w:val="00451BCE"/>
    <w:rsid w:val="00452368"/>
    <w:rsid w:val="004523B3"/>
    <w:rsid w:val="00452770"/>
    <w:rsid w:val="00461008"/>
    <w:rsid w:val="0046167C"/>
    <w:rsid w:val="0046244D"/>
    <w:rsid w:val="0046423D"/>
    <w:rsid w:val="0046430A"/>
    <w:rsid w:val="004649DF"/>
    <w:rsid w:val="00466CC5"/>
    <w:rsid w:val="0047063D"/>
    <w:rsid w:val="00471F24"/>
    <w:rsid w:val="00473DEA"/>
    <w:rsid w:val="00474B09"/>
    <w:rsid w:val="004750F4"/>
    <w:rsid w:val="00476A29"/>
    <w:rsid w:val="00477695"/>
    <w:rsid w:val="004806D0"/>
    <w:rsid w:val="00482E84"/>
    <w:rsid w:val="0048314F"/>
    <w:rsid w:val="00483AF2"/>
    <w:rsid w:val="00483DBB"/>
    <w:rsid w:val="004861EF"/>
    <w:rsid w:val="00490CA3"/>
    <w:rsid w:val="0049154C"/>
    <w:rsid w:val="00491C7F"/>
    <w:rsid w:val="004936AE"/>
    <w:rsid w:val="00493BC1"/>
    <w:rsid w:val="00495C71"/>
    <w:rsid w:val="00496726"/>
    <w:rsid w:val="0049747B"/>
    <w:rsid w:val="004976D5"/>
    <w:rsid w:val="004A141E"/>
    <w:rsid w:val="004A5743"/>
    <w:rsid w:val="004B107C"/>
    <w:rsid w:val="004B11C4"/>
    <w:rsid w:val="004B17AD"/>
    <w:rsid w:val="004B3C2B"/>
    <w:rsid w:val="004B4E70"/>
    <w:rsid w:val="004B66B0"/>
    <w:rsid w:val="004C4B0E"/>
    <w:rsid w:val="004C6548"/>
    <w:rsid w:val="004D2090"/>
    <w:rsid w:val="004D39CF"/>
    <w:rsid w:val="004D4263"/>
    <w:rsid w:val="004D78CC"/>
    <w:rsid w:val="004E0DC6"/>
    <w:rsid w:val="004E2AF6"/>
    <w:rsid w:val="004E2E71"/>
    <w:rsid w:val="004E4AB9"/>
    <w:rsid w:val="004E4CE2"/>
    <w:rsid w:val="004E5E57"/>
    <w:rsid w:val="004E7396"/>
    <w:rsid w:val="004F0631"/>
    <w:rsid w:val="004F2741"/>
    <w:rsid w:val="004F6183"/>
    <w:rsid w:val="004F7A8D"/>
    <w:rsid w:val="004F7F91"/>
    <w:rsid w:val="00500F60"/>
    <w:rsid w:val="00501204"/>
    <w:rsid w:val="00501412"/>
    <w:rsid w:val="005035EA"/>
    <w:rsid w:val="005036A8"/>
    <w:rsid w:val="00503BDC"/>
    <w:rsid w:val="0051059C"/>
    <w:rsid w:val="005113BA"/>
    <w:rsid w:val="00513453"/>
    <w:rsid w:val="00513A9B"/>
    <w:rsid w:val="005157FB"/>
    <w:rsid w:val="00515965"/>
    <w:rsid w:val="00517D3E"/>
    <w:rsid w:val="00520964"/>
    <w:rsid w:val="005243F1"/>
    <w:rsid w:val="00524BE5"/>
    <w:rsid w:val="00526665"/>
    <w:rsid w:val="005266DB"/>
    <w:rsid w:val="00531624"/>
    <w:rsid w:val="005330C3"/>
    <w:rsid w:val="005351FC"/>
    <w:rsid w:val="005376AC"/>
    <w:rsid w:val="00537D5F"/>
    <w:rsid w:val="005406ED"/>
    <w:rsid w:val="00541184"/>
    <w:rsid w:val="00542023"/>
    <w:rsid w:val="00543503"/>
    <w:rsid w:val="00544635"/>
    <w:rsid w:val="00546756"/>
    <w:rsid w:val="00552EE9"/>
    <w:rsid w:val="005530AB"/>
    <w:rsid w:val="005531E0"/>
    <w:rsid w:val="00553A9A"/>
    <w:rsid w:val="00555085"/>
    <w:rsid w:val="00557B8E"/>
    <w:rsid w:val="00565932"/>
    <w:rsid w:val="00566AAA"/>
    <w:rsid w:val="0057303E"/>
    <w:rsid w:val="00573370"/>
    <w:rsid w:val="00573C0E"/>
    <w:rsid w:val="0057750B"/>
    <w:rsid w:val="00577776"/>
    <w:rsid w:val="0058143B"/>
    <w:rsid w:val="00583AF7"/>
    <w:rsid w:val="00586030"/>
    <w:rsid w:val="00592807"/>
    <w:rsid w:val="0059405D"/>
    <w:rsid w:val="00594202"/>
    <w:rsid w:val="00596A84"/>
    <w:rsid w:val="005A1986"/>
    <w:rsid w:val="005A32C6"/>
    <w:rsid w:val="005A7720"/>
    <w:rsid w:val="005B0B39"/>
    <w:rsid w:val="005B11A9"/>
    <w:rsid w:val="005B4463"/>
    <w:rsid w:val="005B6F07"/>
    <w:rsid w:val="005C219C"/>
    <w:rsid w:val="005C7B7F"/>
    <w:rsid w:val="005D016D"/>
    <w:rsid w:val="005D34AE"/>
    <w:rsid w:val="005E17F0"/>
    <w:rsid w:val="005E5149"/>
    <w:rsid w:val="005E5613"/>
    <w:rsid w:val="005E5A5F"/>
    <w:rsid w:val="005E76BA"/>
    <w:rsid w:val="005F33D3"/>
    <w:rsid w:val="005F44CA"/>
    <w:rsid w:val="005F4CE2"/>
    <w:rsid w:val="00601668"/>
    <w:rsid w:val="006046B0"/>
    <w:rsid w:val="006050AC"/>
    <w:rsid w:val="00606867"/>
    <w:rsid w:val="0060704A"/>
    <w:rsid w:val="0060729E"/>
    <w:rsid w:val="00611DD9"/>
    <w:rsid w:val="00613D7F"/>
    <w:rsid w:val="00617515"/>
    <w:rsid w:val="0062384C"/>
    <w:rsid w:val="00625B29"/>
    <w:rsid w:val="006308B9"/>
    <w:rsid w:val="00636F16"/>
    <w:rsid w:val="00641A5E"/>
    <w:rsid w:val="00641B23"/>
    <w:rsid w:val="00643C62"/>
    <w:rsid w:val="00646A5C"/>
    <w:rsid w:val="00646DF4"/>
    <w:rsid w:val="00647AD2"/>
    <w:rsid w:val="00650639"/>
    <w:rsid w:val="00650E8C"/>
    <w:rsid w:val="006520F9"/>
    <w:rsid w:val="00653330"/>
    <w:rsid w:val="00653B0C"/>
    <w:rsid w:val="00655747"/>
    <w:rsid w:val="00656F68"/>
    <w:rsid w:val="006615E6"/>
    <w:rsid w:val="00662A9D"/>
    <w:rsid w:val="00663C4C"/>
    <w:rsid w:val="00664A55"/>
    <w:rsid w:val="00664ECC"/>
    <w:rsid w:val="006658FB"/>
    <w:rsid w:val="006665A1"/>
    <w:rsid w:val="00666EC1"/>
    <w:rsid w:val="00672F0A"/>
    <w:rsid w:val="006731D4"/>
    <w:rsid w:val="00674D3C"/>
    <w:rsid w:val="0067658A"/>
    <w:rsid w:val="00680CEC"/>
    <w:rsid w:val="00681C3B"/>
    <w:rsid w:val="006829E6"/>
    <w:rsid w:val="00683B43"/>
    <w:rsid w:val="00686C2C"/>
    <w:rsid w:val="00687E0B"/>
    <w:rsid w:val="00691DBD"/>
    <w:rsid w:val="00696A56"/>
    <w:rsid w:val="006A2353"/>
    <w:rsid w:val="006A28C4"/>
    <w:rsid w:val="006A4928"/>
    <w:rsid w:val="006B0087"/>
    <w:rsid w:val="006B0391"/>
    <w:rsid w:val="006B0968"/>
    <w:rsid w:val="006B0B83"/>
    <w:rsid w:val="006B12F3"/>
    <w:rsid w:val="006B28F0"/>
    <w:rsid w:val="006C1DC4"/>
    <w:rsid w:val="006C224F"/>
    <w:rsid w:val="006C2D21"/>
    <w:rsid w:val="006C4900"/>
    <w:rsid w:val="006D13AF"/>
    <w:rsid w:val="006D2CCD"/>
    <w:rsid w:val="006D5100"/>
    <w:rsid w:val="006D6AF7"/>
    <w:rsid w:val="006D7A96"/>
    <w:rsid w:val="006E0523"/>
    <w:rsid w:val="006E07A7"/>
    <w:rsid w:val="006E2136"/>
    <w:rsid w:val="006E2A31"/>
    <w:rsid w:val="006E2D41"/>
    <w:rsid w:val="006E4B33"/>
    <w:rsid w:val="006E5A4B"/>
    <w:rsid w:val="006E5A90"/>
    <w:rsid w:val="006E61D6"/>
    <w:rsid w:val="006E6F11"/>
    <w:rsid w:val="006E7A00"/>
    <w:rsid w:val="006F2650"/>
    <w:rsid w:val="006F37AA"/>
    <w:rsid w:val="006F4A2B"/>
    <w:rsid w:val="006F6841"/>
    <w:rsid w:val="006F7875"/>
    <w:rsid w:val="00707373"/>
    <w:rsid w:val="00711DFD"/>
    <w:rsid w:val="00715C4F"/>
    <w:rsid w:val="0071655B"/>
    <w:rsid w:val="00717A04"/>
    <w:rsid w:val="0072067C"/>
    <w:rsid w:val="00721E29"/>
    <w:rsid w:val="00722990"/>
    <w:rsid w:val="0072608E"/>
    <w:rsid w:val="0074030A"/>
    <w:rsid w:val="00741183"/>
    <w:rsid w:val="00741AFA"/>
    <w:rsid w:val="00742CF4"/>
    <w:rsid w:val="00751496"/>
    <w:rsid w:val="00752EA8"/>
    <w:rsid w:val="00753FCB"/>
    <w:rsid w:val="0075485A"/>
    <w:rsid w:val="00755F69"/>
    <w:rsid w:val="00761483"/>
    <w:rsid w:val="0076177D"/>
    <w:rsid w:val="007632B3"/>
    <w:rsid w:val="00765199"/>
    <w:rsid w:val="0076581C"/>
    <w:rsid w:val="007665A6"/>
    <w:rsid w:val="00770189"/>
    <w:rsid w:val="00770A43"/>
    <w:rsid w:val="00770A61"/>
    <w:rsid w:val="00770BE7"/>
    <w:rsid w:val="00771F23"/>
    <w:rsid w:val="00772349"/>
    <w:rsid w:val="0077472C"/>
    <w:rsid w:val="007766AD"/>
    <w:rsid w:val="00776C90"/>
    <w:rsid w:val="007814B1"/>
    <w:rsid w:val="00782E5F"/>
    <w:rsid w:val="00785BE9"/>
    <w:rsid w:val="00795C5A"/>
    <w:rsid w:val="00796603"/>
    <w:rsid w:val="007A3433"/>
    <w:rsid w:val="007A473D"/>
    <w:rsid w:val="007A589D"/>
    <w:rsid w:val="007A6FA5"/>
    <w:rsid w:val="007A705C"/>
    <w:rsid w:val="007B090E"/>
    <w:rsid w:val="007B0FF7"/>
    <w:rsid w:val="007B2B87"/>
    <w:rsid w:val="007B3973"/>
    <w:rsid w:val="007B6E56"/>
    <w:rsid w:val="007C0DCB"/>
    <w:rsid w:val="007C156A"/>
    <w:rsid w:val="007C2043"/>
    <w:rsid w:val="007C244B"/>
    <w:rsid w:val="007C2C7C"/>
    <w:rsid w:val="007C3CE5"/>
    <w:rsid w:val="007C69C1"/>
    <w:rsid w:val="007C7602"/>
    <w:rsid w:val="007C7A9F"/>
    <w:rsid w:val="007D054D"/>
    <w:rsid w:val="007D15EB"/>
    <w:rsid w:val="007D220F"/>
    <w:rsid w:val="007D421B"/>
    <w:rsid w:val="007D6463"/>
    <w:rsid w:val="007D7FF9"/>
    <w:rsid w:val="007E0903"/>
    <w:rsid w:val="007E1BBA"/>
    <w:rsid w:val="007E2F4B"/>
    <w:rsid w:val="007E3B50"/>
    <w:rsid w:val="007E4A7B"/>
    <w:rsid w:val="007E6143"/>
    <w:rsid w:val="007E721F"/>
    <w:rsid w:val="007F1177"/>
    <w:rsid w:val="008048D8"/>
    <w:rsid w:val="008055F2"/>
    <w:rsid w:val="00805C86"/>
    <w:rsid w:val="00810D9A"/>
    <w:rsid w:val="008126A5"/>
    <w:rsid w:val="0081300F"/>
    <w:rsid w:val="00813169"/>
    <w:rsid w:val="00813500"/>
    <w:rsid w:val="008136A8"/>
    <w:rsid w:val="00813B5F"/>
    <w:rsid w:val="008146BD"/>
    <w:rsid w:val="008256A5"/>
    <w:rsid w:val="008261AB"/>
    <w:rsid w:val="008317C9"/>
    <w:rsid w:val="00832D2F"/>
    <w:rsid w:val="00833544"/>
    <w:rsid w:val="00833627"/>
    <w:rsid w:val="0083458D"/>
    <w:rsid w:val="008352F1"/>
    <w:rsid w:val="00836058"/>
    <w:rsid w:val="0084030E"/>
    <w:rsid w:val="00842706"/>
    <w:rsid w:val="008450B7"/>
    <w:rsid w:val="00845BE2"/>
    <w:rsid w:val="008518EB"/>
    <w:rsid w:val="00853A0F"/>
    <w:rsid w:val="008544D5"/>
    <w:rsid w:val="008549B8"/>
    <w:rsid w:val="00854FA2"/>
    <w:rsid w:val="00855D8D"/>
    <w:rsid w:val="00863260"/>
    <w:rsid w:val="00863E24"/>
    <w:rsid w:val="00864210"/>
    <w:rsid w:val="00865C3F"/>
    <w:rsid w:val="00865CA2"/>
    <w:rsid w:val="00866A41"/>
    <w:rsid w:val="0087040B"/>
    <w:rsid w:val="008746FE"/>
    <w:rsid w:val="00875102"/>
    <w:rsid w:val="00876207"/>
    <w:rsid w:val="00877DB3"/>
    <w:rsid w:val="00887726"/>
    <w:rsid w:val="00887D3B"/>
    <w:rsid w:val="008901E3"/>
    <w:rsid w:val="00893989"/>
    <w:rsid w:val="00894500"/>
    <w:rsid w:val="00897955"/>
    <w:rsid w:val="008A1AA8"/>
    <w:rsid w:val="008A1CD8"/>
    <w:rsid w:val="008A413D"/>
    <w:rsid w:val="008A4CAC"/>
    <w:rsid w:val="008A69A2"/>
    <w:rsid w:val="008A7BE7"/>
    <w:rsid w:val="008A7F2E"/>
    <w:rsid w:val="008B044D"/>
    <w:rsid w:val="008C659C"/>
    <w:rsid w:val="008D05E9"/>
    <w:rsid w:val="008D387F"/>
    <w:rsid w:val="008D52DA"/>
    <w:rsid w:val="008E010A"/>
    <w:rsid w:val="008E076D"/>
    <w:rsid w:val="008E23CF"/>
    <w:rsid w:val="008E5638"/>
    <w:rsid w:val="008E7574"/>
    <w:rsid w:val="008E78BC"/>
    <w:rsid w:val="008F280D"/>
    <w:rsid w:val="008F4A1D"/>
    <w:rsid w:val="008F5E9A"/>
    <w:rsid w:val="008F678B"/>
    <w:rsid w:val="008F7455"/>
    <w:rsid w:val="00910C4A"/>
    <w:rsid w:val="0091222E"/>
    <w:rsid w:val="009126AC"/>
    <w:rsid w:val="00917399"/>
    <w:rsid w:val="00917DE2"/>
    <w:rsid w:val="00924A35"/>
    <w:rsid w:val="00932A5F"/>
    <w:rsid w:val="00937451"/>
    <w:rsid w:val="009377FA"/>
    <w:rsid w:val="00941A64"/>
    <w:rsid w:val="00941DC2"/>
    <w:rsid w:val="00941FC8"/>
    <w:rsid w:val="00945807"/>
    <w:rsid w:val="00946A57"/>
    <w:rsid w:val="0094789E"/>
    <w:rsid w:val="0095225A"/>
    <w:rsid w:val="0095352B"/>
    <w:rsid w:val="00953CFB"/>
    <w:rsid w:val="00954AE5"/>
    <w:rsid w:val="00955EA8"/>
    <w:rsid w:val="0095720E"/>
    <w:rsid w:val="0096060C"/>
    <w:rsid w:val="00960A1A"/>
    <w:rsid w:val="009612EF"/>
    <w:rsid w:val="00961F06"/>
    <w:rsid w:val="00962D97"/>
    <w:rsid w:val="0096336B"/>
    <w:rsid w:val="00965AFA"/>
    <w:rsid w:val="00965ECB"/>
    <w:rsid w:val="00970891"/>
    <w:rsid w:val="0097241C"/>
    <w:rsid w:val="009728BA"/>
    <w:rsid w:val="00973D29"/>
    <w:rsid w:val="00975EC8"/>
    <w:rsid w:val="009765AA"/>
    <w:rsid w:val="00977720"/>
    <w:rsid w:val="00977948"/>
    <w:rsid w:val="00982645"/>
    <w:rsid w:val="00986A64"/>
    <w:rsid w:val="00990058"/>
    <w:rsid w:val="00990974"/>
    <w:rsid w:val="009921B4"/>
    <w:rsid w:val="00993360"/>
    <w:rsid w:val="00993AB8"/>
    <w:rsid w:val="00995BF9"/>
    <w:rsid w:val="009A1F79"/>
    <w:rsid w:val="009A477A"/>
    <w:rsid w:val="009A4B96"/>
    <w:rsid w:val="009A63F2"/>
    <w:rsid w:val="009A77C8"/>
    <w:rsid w:val="009B0959"/>
    <w:rsid w:val="009B380A"/>
    <w:rsid w:val="009B3887"/>
    <w:rsid w:val="009B4076"/>
    <w:rsid w:val="009B7D95"/>
    <w:rsid w:val="009B7E11"/>
    <w:rsid w:val="009C1DDC"/>
    <w:rsid w:val="009C23AD"/>
    <w:rsid w:val="009C2EC6"/>
    <w:rsid w:val="009C4791"/>
    <w:rsid w:val="009D0DC4"/>
    <w:rsid w:val="009D156B"/>
    <w:rsid w:val="009D17C7"/>
    <w:rsid w:val="009D20DE"/>
    <w:rsid w:val="009D5F74"/>
    <w:rsid w:val="009E3B8E"/>
    <w:rsid w:val="009E54B7"/>
    <w:rsid w:val="009E5585"/>
    <w:rsid w:val="009E5DCB"/>
    <w:rsid w:val="009F4746"/>
    <w:rsid w:val="009F6BB6"/>
    <w:rsid w:val="009F7AF7"/>
    <w:rsid w:val="00A00B63"/>
    <w:rsid w:val="00A0184D"/>
    <w:rsid w:val="00A04808"/>
    <w:rsid w:val="00A06714"/>
    <w:rsid w:val="00A114E7"/>
    <w:rsid w:val="00A11850"/>
    <w:rsid w:val="00A15B76"/>
    <w:rsid w:val="00A16FF1"/>
    <w:rsid w:val="00A20E7E"/>
    <w:rsid w:val="00A228A4"/>
    <w:rsid w:val="00A22FE8"/>
    <w:rsid w:val="00A2392E"/>
    <w:rsid w:val="00A241F7"/>
    <w:rsid w:val="00A26B22"/>
    <w:rsid w:val="00A271CF"/>
    <w:rsid w:val="00A27B2B"/>
    <w:rsid w:val="00A300B9"/>
    <w:rsid w:val="00A31D7F"/>
    <w:rsid w:val="00A3318C"/>
    <w:rsid w:val="00A36B24"/>
    <w:rsid w:val="00A413E3"/>
    <w:rsid w:val="00A413E6"/>
    <w:rsid w:val="00A42B30"/>
    <w:rsid w:val="00A43795"/>
    <w:rsid w:val="00A46033"/>
    <w:rsid w:val="00A4675A"/>
    <w:rsid w:val="00A54D88"/>
    <w:rsid w:val="00A5675B"/>
    <w:rsid w:val="00A57AFA"/>
    <w:rsid w:val="00A57F25"/>
    <w:rsid w:val="00A6071F"/>
    <w:rsid w:val="00A616D7"/>
    <w:rsid w:val="00A65351"/>
    <w:rsid w:val="00A65AD3"/>
    <w:rsid w:val="00A72D19"/>
    <w:rsid w:val="00A74586"/>
    <w:rsid w:val="00A76A68"/>
    <w:rsid w:val="00A76DF9"/>
    <w:rsid w:val="00A779F2"/>
    <w:rsid w:val="00A77BC6"/>
    <w:rsid w:val="00A834E3"/>
    <w:rsid w:val="00A85389"/>
    <w:rsid w:val="00A8649C"/>
    <w:rsid w:val="00A908D2"/>
    <w:rsid w:val="00A915BE"/>
    <w:rsid w:val="00A942D4"/>
    <w:rsid w:val="00A950C6"/>
    <w:rsid w:val="00AA3974"/>
    <w:rsid w:val="00AA4922"/>
    <w:rsid w:val="00AA5C52"/>
    <w:rsid w:val="00AB15B5"/>
    <w:rsid w:val="00AB6761"/>
    <w:rsid w:val="00AB6C93"/>
    <w:rsid w:val="00AB71B5"/>
    <w:rsid w:val="00AC191C"/>
    <w:rsid w:val="00AC3934"/>
    <w:rsid w:val="00AD14CE"/>
    <w:rsid w:val="00AD172A"/>
    <w:rsid w:val="00AD6959"/>
    <w:rsid w:val="00AE052F"/>
    <w:rsid w:val="00AE0A61"/>
    <w:rsid w:val="00AE1B26"/>
    <w:rsid w:val="00AE2D78"/>
    <w:rsid w:val="00AE38BB"/>
    <w:rsid w:val="00AE45D3"/>
    <w:rsid w:val="00AE5CF1"/>
    <w:rsid w:val="00AF01F8"/>
    <w:rsid w:val="00AF0AC5"/>
    <w:rsid w:val="00AF126C"/>
    <w:rsid w:val="00AF3FA9"/>
    <w:rsid w:val="00AF6A8E"/>
    <w:rsid w:val="00AF7904"/>
    <w:rsid w:val="00B014EB"/>
    <w:rsid w:val="00B01BC5"/>
    <w:rsid w:val="00B060E4"/>
    <w:rsid w:val="00B064BB"/>
    <w:rsid w:val="00B07DC8"/>
    <w:rsid w:val="00B119D6"/>
    <w:rsid w:val="00B12277"/>
    <w:rsid w:val="00B13C93"/>
    <w:rsid w:val="00B15254"/>
    <w:rsid w:val="00B16E5B"/>
    <w:rsid w:val="00B20470"/>
    <w:rsid w:val="00B20634"/>
    <w:rsid w:val="00B221D2"/>
    <w:rsid w:val="00B27DD9"/>
    <w:rsid w:val="00B33261"/>
    <w:rsid w:val="00B359EF"/>
    <w:rsid w:val="00B41A3F"/>
    <w:rsid w:val="00B51AB6"/>
    <w:rsid w:val="00B52AF5"/>
    <w:rsid w:val="00B540B4"/>
    <w:rsid w:val="00B57057"/>
    <w:rsid w:val="00B65852"/>
    <w:rsid w:val="00B668C5"/>
    <w:rsid w:val="00B7115B"/>
    <w:rsid w:val="00B73F53"/>
    <w:rsid w:val="00B73F9D"/>
    <w:rsid w:val="00B8174D"/>
    <w:rsid w:val="00B81A8D"/>
    <w:rsid w:val="00B85CEC"/>
    <w:rsid w:val="00B93D40"/>
    <w:rsid w:val="00B95133"/>
    <w:rsid w:val="00B9579C"/>
    <w:rsid w:val="00B96C71"/>
    <w:rsid w:val="00BA3A9E"/>
    <w:rsid w:val="00BA482F"/>
    <w:rsid w:val="00BA728B"/>
    <w:rsid w:val="00BB0E7F"/>
    <w:rsid w:val="00BB1235"/>
    <w:rsid w:val="00BB407E"/>
    <w:rsid w:val="00BB7DAD"/>
    <w:rsid w:val="00BC1B82"/>
    <w:rsid w:val="00BC4917"/>
    <w:rsid w:val="00BC6836"/>
    <w:rsid w:val="00BD0DEF"/>
    <w:rsid w:val="00BD7DC8"/>
    <w:rsid w:val="00BE1341"/>
    <w:rsid w:val="00BE220F"/>
    <w:rsid w:val="00BE2438"/>
    <w:rsid w:val="00BE5302"/>
    <w:rsid w:val="00BE5A73"/>
    <w:rsid w:val="00BE723B"/>
    <w:rsid w:val="00BF20CB"/>
    <w:rsid w:val="00BF298E"/>
    <w:rsid w:val="00BF3425"/>
    <w:rsid w:val="00BF3659"/>
    <w:rsid w:val="00BF4972"/>
    <w:rsid w:val="00BF540C"/>
    <w:rsid w:val="00C002B1"/>
    <w:rsid w:val="00C05A1C"/>
    <w:rsid w:val="00C05F96"/>
    <w:rsid w:val="00C165E4"/>
    <w:rsid w:val="00C16F2C"/>
    <w:rsid w:val="00C17CAF"/>
    <w:rsid w:val="00C20053"/>
    <w:rsid w:val="00C21591"/>
    <w:rsid w:val="00C23842"/>
    <w:rsid w:val="00C23A03"/>
    <w:rsid w:val="00C31E0D"/>
    <w:rsid w:val="00C3650B"/>
    <w:rsid w:val="00C41B89"/>
    <w:rsid w:val="00C4466E"/>
    <w:rsid w:val="00C46BD0"/>
    <w:rsid w:val="00C55479"/>
    <w:rsid w:val="00C56229"/>
    <w:rsid w:val="00C60CAF"/>
    <w:rsid w:val="00C646C7"/>
    <w:rsid w:val="00C649E2"/>
    <w:rsid w:val="00C71A2F"/>
    <w:rsid w:val="00C71E68"/>
    <w:rsid w:val="00C72FE1"/>
    <w:rsid w:val="00C73411"/>
    <w:rsid w:val="00C734EB"/>
    <w:rsid w:val="00C73B03"/>
    <w:rsid w:val="00C73F18"/>
    <w:rsid w:val="00C75E10"/>
    <w:rsid w:val="00C777F5"/>
    <w:rsid w:val="00C77F37"/>
    <w:rsid w:val="00C80235"/>
    <w:rsid w:val="00C8280B"/>
    <w:rsid w:val="00C873F0"/>
    <w:rsid w:val="00C87594"/>
    <w:rsid w:val="00C93AE0"/>
    <w:rsid w:val="00C95C7E"/>
    <w:rsid w:val="00C96372"/>
    <w:rsid w:val="00CA1973"/>
    <w:rsid w:val="00CA1D0D"/>
    <w:rsid w:val="00CA2A8A"/>
    <w:rsid w:val="00CA30AC"/>
    <w:rsid w:val="00CA63DD"/>
    <w:rsid w:val="00CA6C35"/>
    <w:rsid w:val="00CB1907"/>
    <w:rsid w:val="00CB2314"/>
    <w:rsid w:val="00CB3BC2"/>
    <w:rsid w:val="00CB6889"/>
    <w:rsid w:val="00CB7A4D"/>
    <w:rsid w:val="00CC0CB6"/>
    <w:rsid w:val="00CC1BBC"/>
    <w:rsid w:val="00CC2F07"/>
    <w:rsid w:val="00CC5D7F"/>
    <w:rsid w:val="00CC6565"/>
    <w:rsid w:val="00CC694A"/>
    <w:rsid w:val="00CC6ADF"/>
    <w:rsid w:val="00CC7E6C"/>
    <w:rsid w:val="00CD2ADE"/>
    <w:rsid w:val="00CD2D47"/>
    <w:rsid w:val="00CD2F04"/>
    <w:rsid w:val="00CE2DA3"/>
    <w:rsid w:val="00CE3121"/>
    <w:rsid w:val="00CE4C87"/>
    <w:rsid w:val="00CE56C4"/>
    <w:rsid w:val="00CE5A20"/>
    <w:rsid w:val="00CE6693"/>
    <w:rsid w:val="00CE7F38"/>
    <w:rsid w:val="00CF3873"/>
    <w:rsid w:val="00CF69E4"/>
    <w:rsid w:val="00D00312"/>
    <w:rsid w:val="00D01750"/>
    <w:rsid w:val="00D030FC"/>
    <w:rsid w:val="00D11E15"/>
    <w:rsid w:val="00D13CCE"/>
    <w:rsid w:val="00D15138"/>
    <w:rsid w:val="00D163D7"/>
    <w:rsid w:val="00D232F2"/>
    <w:rsid w:val="00D23E7C"/>
    <w:rsid w:val="00D33083"/>
    <w:rsid w:val="00D3424A"/>
    <w:rsid w:val="00D34477"/>
    <w:rsid w:val="00D36F3F"/>
    <w:rsid w:val="00D417EC"/>
    <w:rsid w:val="00D42258"/>
    <w:rsid w:val="00D431B5"/>
    <w:rsid w:val="00D43210"/>
    <w:rsid w:val="00D457AF"/>
    <w:rsid w:val="00D62E7F"/>
    <w:rsid w:val="00D637C5"/>
    <w:rsid w:val="00D64E01"/>
    <w:rsid w:val="00D65FA4"/>
    <w:rsid w:val="00D6782E"/>
    <w:rsid w:val="00D67DA8"/>
    <w:rsid w:val="00D70E1C"/>
    <w:rsid w:val="00D71247"/>
    <w:rsid w:val="00D71945"/>
    <w:rsid w:val="00D71E2F"/>
    <w:rsid w:val="00D74C67"/>
    <w:rsid w:val="00D74C69"/>
    <w:rsid w:val="00D80E1F"/>
    <w:rsid w:val="00D87509"/>
    <w:rsid w:val="00D93262"/>
    <w:rsid w:val="00D93479"/>
    <w:rsid w:val="00D96AF2"/>
    <w:rsid w:val="00DA4058"/>
    <w:rsid w:val="00DA4E6E"/>
    <w:rsid w:val="00DA4F9D"/>
    <w:rsid w:val="00DA56B4"/>
    <w:rsid w:val="00DA5B62"/>
    <w:rsid w:val="00DB1778"/>
    <w:rsid w:val="00DB1A9D"/>
    <w:rsid w:val="00DB209F"/>
    <w:rsid w:val="00DB2165"/>
    <w:rsid w:val="00DB24B1"/>
    <w:rsid w:val="00DB6374"/>
    <w:rsid w:val="00DB7331"/>
    <w:rsid w:val="00DC0EE7"/>
    <w:rsid w:val="00DC1687"/>
    <w:rsid w:val="00DC1AB1"/>
    <w:rsid w:val="00DC5314"/>
    <w:rsid w:val="00DC6377"/>
    <w:rsid w:val="00DC738C"/>
    <w:rsid w:val="00DC7F0F"/>
    <w:rsid w:val="00DD2FB1"/>
    <w:rsid w:val="00DD4A87"/>
    <w:rsid w:val="00DE0CE5"/>
    <w:rsid w:val="00DE0F82"/>
    <w:rsid w:val="00DE6439"/>
    <w:rsid w:val="00DE7498"/>
    <w:rsid w:val="00DF0EB6"/>
    <w:rsid w:val="00DF1686"/>
    <w:rsid w:val="00DF1E9C"/>
    <w:rsid w:val="00E05796"/>
    <w:rsid w:val="00E063F5"/>
    <w:rsid w:val="00E07CBF"/>
    <w:rsid w:val="00E105AA"/>
    <w:rsid w:val="00E10A60"/>
    <w:rsid w:val="00E11C19"/>
    <w:rsid w:val="00E157AF"/>
    <w:rsid w:val="00E17739"/>
    <w:rsid w:val="00E21B32"/>
    <w:rsid w:val="00E2273D"/>
    <w:rsid w:val="00E25FB7"/>
    <w:rsid w:val="00E26702"/>
    <w:rsid w:val="00E30E5C"/>
    <w:rsid w:val="00E3676D"/>
    <w:rsid w:val="00E3761B"/>
    <w:rsid w:val="00E4115D"/>
    <w:rsid w:val="00E417AA"/>
    <w:rsid w:val="00E43B3E"/>
    <w:rsid w:val="00E46282"/>
    <w:rsid w:val="00E50953"/>
    <w:rsid w:val="00E54825"/>
    <w:rsid w:val="00E573C1"/>
    <w:rsid w:val="00E57787"/>
    <w:rsid w:val="00E61705"/>
    <w:rsid w:val="00E64B66"/>
    <w:rsid w:val="00E660E7"/>
    <w:rsid w:val="00E66486"/>
    <w:rsid w:val="00E67B9C"/>
    <w:rsid w:val="00E7060D"/>
    <w:rsid w:val="00E708D9"/>
    <w:rsid w:val="00E75398"/>
    <w:rsid w:val="00E7725B"/>
    <w:rsid w:val="00E8226E"/>
    <w:rsid w:val="00E83226"/>
    <w:rsid w:val="00E83F99"/>
    <w:rsid w:val="00E84548"/>
    <w:rsid w:val="00E961DC"/>
    <w:rsid w:val="00E96EAA"/>
    <w:rsid w:val="00EA0161"/>
    <w:rsid w:val="00EA0D61"/>
    <w:rsid w:val="00EA18AC"/>
    <w:rsid w:val="00EA1B93"/>
    <w:rsid w:val="00EA2684"/>
    <w:rsid w:val="00EA3A79"/>
    <w:rsid w:val="00EB04E7"/>
    <w:rsid w:val="00EB221B"/>
    <w:rsid w:val="00EB5488"/>
    <w:rsid w:val="00EC0393"/>
    <w:rsid w:val="00EC1774"/>
    <w:rsid w:val="00EC3631"/>
    <w:rsid w:val="00EC40A0"/>
    <w:rsid w:val="00EC44F3"/>
    <w:rsid w:val="00EC6EE6"/>
    <w:rsid w:val="00EC7F56"/>
    <w:rsid w:val="00ED0FF0"/>
    <w:rsid w:val="00ED1735"/>
    <w:rsid w:val="00ED2F12"/>
    <w:rsid w:val="00ED30D5"/>
    <w:rsid w:val="00ED5CE5"/>
    <w:rsid w:val="00ED7269"/>
    <w:rsid w:val="00EE3A0B"/>
    <w:rsid w:val="00EF13B7"/>
    <w:rsid w:val="00EF1B14"/>
    <w:rsid w:val="00EF1B5F"/>
    <w:rsid w:val="00EF48BA"/>
    <w:rsid w:val="00EF57C8"/>
    <w:rsid w:val="00EF6C03"/>
    <w:rsid w:val="00F015C5"/>
    <w:rsid w:val="00F02310"/>
    <w:rsid w:val="00F0797B"/>
    <w:rsid w:val="00F1066A"/>
    <w:rsid w:val="00F1183D"/>
    <w:rsid w:val="00F17356"/>
    <w:rsid w:val="00F17C72"/>
    <w:rsid w:val="00F21274"/>
    <w:rsid w:val="00F23E4B"/>
    <w:rsid w:val="00F25675"/>
    <w:rsid w:val="00F257B3"/>
    <w:rsid w:val="00F258B0"/>
    <w:rsid w:val="00F259B0"/>
    <w:rsid w:val="00F26CAA"/>
    <w:rsid w:val="00F2733B"/>
    <w:rsid w:val="00F31BDE"/>
    <w:rsid w:val="00F3276A"/>
    <w:rsid w:val="00F36005"/>
    <w:rsid w:val="00F426F2"/>
    <w:rsid w:val="00F42F06"/>
    <w:rsid w:val="00F465EB"/>
    <w:rsid w:val="00F476AB"/>
    <w:rsid w:val="00F47741"/>
    <w:rsid w:val="00F504A5"/>
    <w:rsid w:val="00F5108E"/>
    <w:rsid w:val="00F5285D"/>
    <w:rsid w:val="00F60D4E"/>
    <w:rsid w:val="00F63359"/>
    <w:rsid w:val="00F63BA4"/>
    <w:rsid w:val="00F712CB"/>
    <w:rsid w:val="00F75114"/>
    <w:rsid w:val="00F75F8E"/>
    <w:rsid w:val="00F76C70"/>
    <w:rsid w:val="00F77BD9"/>
    <w:rsid w:val="00F849E6"/>
    <w:rsid w:val="00F84BAF"/>
    <w:rsid w:val="00F84E4D"/>
    <w:rsid w:val="00F91E61"/>
    <w:rsid w:val="00F939CC"/>
    <w:rsid w:val="00F964EA"/>
    <w:rsid w:val="00FA1455"/>
    <w:rsid w:val="00FA693D"/>
    <w:rsid w:val="00FA6C19"/>
    <w:rsid w:val="00FA6DF6"/>
    <w:rsid w:val="00FA71BE"/>
    <w:rsid w:val="00FA7254"/>
    <w:rsid w:val="00FB2C0C"/>
    <w:rsid w:val="00FB6ADD"/>
    <w:rsid w:val="00FB740E"/>
    <w:rsid w:val="00FC06CE"/>
    <w:rsid w:val="00FC4098"/>
    <w:rsid w:val="00FC7A42"/>
    <w:rsid w:val="00FD0107"/>
    <w:rsid w:val="00FD02D1"/>
    <w:rsid w:val="00FD03CC"/>
    <w:rsid w:val="00FD0A58"/>
    <w:rsid w:val="00FD4687"/>
    <w:rsid w:val="00FD55B9"/>
    <w:rsid w:val="00FE0A6B"/>
    <w:rsid w:val="00FE1938"/>
    <w:rsid w:val="00FE39AC"/>
    <w:rsid w:val="00FE4C15"/>
    <w:rsid w:val="00FE6846"/>
    <w:rsid w:val="00FE7D8E"/>
    <w:rsid w:val="00FF25A6"/>
    <w:rsid w:val="00FF4A97"/>
    <w:rsid w:val="00FF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07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0073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5007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50073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250073"/>
    <w:pPr>
      <w:widowControl w:val="0"/>
      <w:autoSpaceDE w:val="0"/>
      <w:autoSpaceDN w:val="0"/>
      <w:adjustRightInd w:val="0"/>
    </w:pPr>
    <w:rPr>
      <w:rFonts w:ascii="Arial" w:eastAsia="Batang" w:hAnsi="Arial" w:cs="Arial"/>
      <w:sz w:val="20"/>
      <w:szCs w:val="20"/>
    </w:rPr>
  </w:style>
  <w:style w:type="paragraph" w:customStyle="1" w:styleId="Standarduser">
    <w:name w:val="Standard (user)"/>
    <w:uiPriority w:val="99"/>
    <w:rsid w:val="00250073"/>
    <w:pPr>
      <w:suppressAutoHyphens/>
      <w:textAlignment w:val="baseline"/>
    </w:pPr>
    <w:rPr>
      <w:rFonts w:ascii="Calibri" w:eastAsia="Batang" w:hAnsi="Calibri" w:cs="Calibri"/>
      <w:color w:val="000000"/>
      <w:kern w:val="1"/>
      <w:sz w:val="24"/>
      <w:szCs w:val="24"/>
      <w:lang w:val="en-US" w:eastAsia="en-US"/>
    </w:rPr>
  </w:style>
  <w:style w:type="paragraph" w:styleId="BlockText">
    <w:name w:val="Block Text"/>
    <w:basedOn w:val="Normal"/>
    <w:uiPriority w:val="99"/>
    <w:semiHidden/>
    <w:rsid w:val="00A616D7"/>
    <w:pPr>
      <w:tabs>
        <w:tab w:val="left" w:pos="1134"/>
      </w:tabs>
      <w:ind w:left="284" w:right="-1"/>
      <w:jc w:val="both"/>
    </w:pPr>
    <w:rPr>
      <w:rFonts w:ascii="Arial" w:hAnsi="Arial" w:cs="Arial"/>
      <w:sz w:val="28"/>
      <w:szCs w:val="20"/>
    </w:rPr>
  </w:style>
  <w:style w:type="paragraph" w:customStyle="1" w:styleId="xl33">
    <w:name w:val="xl33"/>
    <w:basedOn w:val="Normal"/>
    <w:uiPriority w:val="99"/>
    <w:rsid w:val="00B52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styleId="BodyTextIndent">
    <w:name w:val="Body Text Indent"/>
    <w:basedOn w:val="Normal"/>
    <w:link w:val="BodyTextIndentChar"/>
    <w:uiPriority w:val="99"/>
    <w:rsid w:val="00BC1B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6774A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B668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6774A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B668C5"/>
    <w:pPr>
      <w:widowControl w:val="0"/>
      <w:autoSpaceDE w:val="0"/>
      <w:autoSpaceDN w:val="0"/>
      <w:adjustRightInd w:val="0"/>
    </w:pPr>
    <w:rPr>
      <w:rFonts w:eastAsia="Batang"/>
      <w:sz w:val="24"/>
      <w:szCs w:val="24"/>
    </w:rPr>
  </w:style>
  <w:style w:type="paragraph" w:customStyle="1" w:styleId="ConsPlusNonformat">
    <w:name w:val="ConsPlusNonformat"/>
    <w:uiPriority w:val="99"/>
    <w:rsid w:val="00B668C5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04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256</Words>
  <Characters>1464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OINF</dc:creator>
  <cp:keywords/>
  <dc:description/>
  <cp:lastModifiedBy>OINF</cp:lastModifiedBy>
  <cp:revision>6</cp:revision>
  <cp:lastPrinted>2016-10-10T12:53:00Z</cp:lastPrinted>
  <dcterms:created xsi:type="dcterms:W3CDTF">2016-12-19T09:46:00Z</dcterms:created>
  <dcterms:modified xsi:type="dcterms:W3CDTF">2016-12-21T07:13:00Z</dcterms:modified>
</cp:coreProperties>
</file>