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2D16" w:rsidRPr="00C73411" w:rsidRDefault="00232D16" w:rsidP="00500F60">
      <w:pPr>
        <w:jc w:val="right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</w:t>
      </w:r>
    </w:p>
    <w:p w:rsidR="00232D16" w:rsidRPr="00C73411" w:rsidRDefault="00232D16" w:rsidP="00500F60">
      <w:pPr>
        <w:jc w:val="center"/>
        <w:rPr>
          <w:bCs/>
          <w:sz w:val="22"/>
          <w:szCs w:val="22"/>
        </w:rPr>
      </w:pPr>
      <w:r w:rsidRPr="00C73411">
        <w:rPr>
          <w:bCs/>
          <w:sz w:val="22"/>
          <w:szCs w:val="22"/>
        </w:rPr>
        <w:t>Результаты реализации муниципальной программы Ступинского муниципального района</w:t>
      </w:r>
    </w:p>
    <w:p w:rsidR="00232D16" w:rsidRPr="00C73411" w:rsidRDefault="00232D16" w:rsidP="00D93024">
      <w:pPr>
        <w:jc w:val="center"/>
        <w:rPr>
          <w:bCs/>
          <w:sz w:val="22"/>
          <w:szCs w:val="22"/>
        </w:rPr>
      </w:pPr>
      <w:r w:rsidRPr="00C73411">
        <w:rPr>
          <w:bCs/>
          <w:sz w:val="22"/>
          <w:szCs w:val="22"/>
        </w:rPr>
        <w:t>«Информационная политика Ступинско</w:t>
      </w:r>
      <w:r>
        <w:rPr>
          <w:bCs/>
          <w:sz w:val="22"/>
          <w:szCs w:val="22"/>
        </w:rPr>
        <w:t>го муниципального района на 2017-2021</w:t>
      </w:r>
      <w:r w:rsidRPr="00C73411">
        <w:rPr>
          <w:bCs/>
          <w:sz w:val="22"/>
          <w:szCs w:val="22"/>
        </w:rPr>
        <w:t xml:space="preserve"> годы»</w:t>
      </w:r>
    </w:p>
    <w:p w:rsidR="00232D16" w:rsidRDefault="00232D16" w:rsidP="006E6F11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>за 2017 год</w:t>
      </w:r>
    </w:p>
    <w:p w:rsidR="00232D16" w:rsidRPr="00C73411" w:rsidRDefault="00232D16" w:rsidP="006E6F11">
      <w:pPr>
        <w:jc w:val="center"/>
        <w:rPr>
          <w:bCs/>
          <w:sz w:val="22"/>
          <w:szCs w:val="22"/>
        </w:rPr>
      </w:pPr>
    </w:p>
    <w:tbl>
      <w:tblPr>
        <w:tblW w:w="1404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72"/>
        <w:gridCol w:w="4576"/>
        <w:gridCol w:w="3812"/>
        <w:gridCol w:w="1260"/>
        <w:gridCol w:w="1620"/>
        <w:gridCol w:w="1800"/>
      </w:tblGrid>
      <w:tr w:rsidR="00232D16" w:rsidRPr="00C05539" w:rsidTr="00952FCD">
        <w:tc>
          <w:tcPr>
            <w:tcW w:w="972" w:type="dxa"/>
          </w:tcPr>
          <w:p w:rsidR="00232D16" w:rsidRPr="00C05539" w:rsidRDefault="00232D16" w:rsidP="009F594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539">
              <w:rPr>
                <w:rFonts w:ascii="Arial" w:hAnsi="Arial" w:cs="Arial"/>
                <w:sz w:val="20"/>
                <w:szCs w:val="20"/>
              </w:rPr>
              <w:t>№ п/п</w:t>
            </w:r>
          </w:p>
        </w:tc>
        <w:tc>
          <w:tcPr>
            <w:tcW w:w="4576" w:type="dxa"/>
          </w:tcPr>
          <w:p w:rsidR="00232D16" w:rsidRPr="00C05539" w:rsidRDefault="00232D16" w:rsidP="009F594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539">
              <w:rPr>
                <w:rFonts w:ascii="Arial" w:hAnsi="Arial" w:cs="Arial"/>
                <w:sz w:val="20"/>
                <w:szCs w:val="20"/>
              </w:rPr>
              <w:t>Задачи, направленные на достижение цели</w:t>
            </w:r>
          </w:p>
        </w:tc>
        <w:tc>
          <w:tcPr>
            <w:tcW w:w="3812" w:type="dxa"/>
          </w:tcPr>
          <w:p w:rsidR="00232D16" w:rsidRPr="00C05539" w:rsidRDefault="00232D16" w:rsidP="009F594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539">
              <w:rPr>
                <w:rFonts w:ascii="Arial" w:hAnsi="Arial" w:cs="Arial"/>
                <w:sz w:val="20"/>
                <w:szCs w:val="20"/>
              </w:rPr>
              <w:t>Количественные и/или качественные целевые показатели, характеризующие достижение целей и решение задач</w:t>
            </w:r>
          </w:p>
        </w:tc>
        <w:tc>
          <w:tcPr>
            <w:tcW w:w="1260" w:type="dxa"/>
          </w:tcPr>
          <w:p w:rsidR="00232D16" w:rsidRPr="00C05539" w:rsidRDefault="00232D16" w:rsidP="009F594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539">
              <w:rPr>
                <w:rFonts w:ascii="Arial" w:hAnsi="Arial" w:cs="Arial"/>
                <w:sz w:val="20"/>
                <w:szCs w:val="20"/>
              </w:rPr>
              <w:t>Единица измерения</w:t>
            </w:r>
          </w:p>
        </w:tc>
        <w:tc>
          <w:tcPr>
            <w:tcW w:w="1620" w:type="dxa"/>
          </w:tcPr>
          <w:p w:rsidR="00232D16" w:rsidRDefault="00232D16" w:rsidP="009F594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539">
              <w:rPr>
                <w:rFonts w:ascii="Arial" w:hAnsi="Arial" w:cs="Arial"/>
                <w:sz w:val="20"/>
                <w:szCs w:val="20"/>
              </w:rPr>
              <w:t xml:space="preserve">Планируемое значение показателя </w:t>
            </w:r>
          </w:p>
          <w:p w:rsidR="00232D16" w:rsidRPr="00C05539" w:rsidRDefault="00232D16" w:rsidP="009F594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на 2017 год</w:t>
            </w:r>
          </w:p>
        </w:tc>
        <w:tc>
          <w:tcPr>
            <w:tcW w:w="1800" w:type="dxa"/>
          </w:tcPr>
          <w:p w:rsidR="00232D16" w:rsidRDefault="00232D16" w:rsidP="008B49AE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Достигнутое значение показателя </w:t>
            </w:r>
          </w:p>
          <w:p w:rsidR="00232D16" w:rsidRPr="00C05539" w:rsidRDefault="00232D16" w:rsidP="009D0EA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за 2017 год</w:t>
            </w:r>
          </w:p>
        </w:tc>
      </w:tr>
      <w:tr w:rsidR="00232D16" w:rsidRPr="00C05539" w:rsidTr="00952FCD">
        <w:tc>
          <w:tcPr>
            <w:tcW w:w="972" w:type="dxa"/>
          </w:tcPr>
          <w:p w:rsidR="00232D16" w:rsidRPr="00C05539" w:rsidRDefault="00232D16" w:rsidP="009F594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05539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576" w:type="dxa"/>
          </w:tcPr>
          <w:p w:rsidR="00232D16" w:rsidRPr="00C05539" w:rsidRDefault="00232D16" w:rsidP="009F594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539">
              <w:rPr>
                <w:rFonts w:ascii="Arial" w:hAnsi="Arial" w:cs="Arial"/>
                <w:sz w:val="20"/>
                <w:szCs w:val="20"/>
              </w:rPr>
              <w:t>2</w:t>
            </w:r>
          </w:p>
          <w:p w:rsidR="00232D16" w:rsidRPr="00C05539" w:rsidRDefault="00232D16" w:rsidP="009F594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12" w:type="dxa"/>
          </w:tcPr>
          <w:p w:rsidR="00232D16" w:rsidRPr="00C05539" w:rsidRDefault="00232D16" w:rsidP="009F594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260" w:type="dxa"/>
          </w:tcPr>
          <w:p w:rsidR="00232D16" w:rsidRPr="00C05539" w:rsidRDefault="00232D16" w:rsidP="009F594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620" w:type="dxa"/>
          </w:tcPr>
          <w:p w:rsidR="00232D16" w:rsidRPr="00C05539" w:rsidRDefault="00232D16" w:rsidP="009F594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800" w:type="dxa"/>
          </w:tcPr>
          <w:p w:rsidR="00232D16" w:rsidRPr="00C05539" w:rsidRDefault="00232D16" w:rsidP="009F594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  <w:p w:rsidR="00232D16" w:rsidRPr="00C05539" w:rsidRDefault="00232D16" w:rsidP="009F594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32D16" w:rsidRPr="00C05539" w:rsidTr="00952FCD">
        <w:tc>
          <w:tcPr>
            <w:tcW w:w="972" w:type="dxa"/>
          </w:tcPr>
          <w:p w:rsidR="00232D16" w:rsidRPr="00C05539" w:rsidRDefault="00232D16" w:rsidP="009F594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05539">
              <w:rPr>
                <w:rFonts w:ascii="Arial" w:hAnsi="Arial" w:cs="Arial"/>
                <w:sz w:val="20"/>
                <w:szCs w:val="20"/>
              </w:rPr>
              <w:t>1.1</w:t>
            </w:r>
          </w:p>
        </w:tc>
        <w:tc>
          <w:tcPr>
            <w:tcW w:w="8388" w:type="dxa"/>
            <w:gridSpan w:val="2"/>
          </w:tcPr>
          <w:p w:rsidR="00232D16" w:rsidRPr="00C05539" w:rsidRDefault="00232D16" w:rsidP="009F594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05539">
              <w:rPr>
                <w:rFonts w:ascii="Arial" w:hAnsi="Arial" w:cs="Arial"/>
                <w:sz w:val="20"/>
                <w:szCs w:val="20"/>
              </w:rPr>
              <w:t>Повышение уровня информированности населения Московской области</w:t>
            </w:r>
          </w:p>
        </w:tc>
        <w:tc>
          <w:tcPr>
            <w:tcW w:w="1260" w:type="dxa"/>
          </w:tcPr>
          <w:p w:rsidR="00232D16" w:rsidRPr="00C05539" w:rsidRDefault="00232D16" w:rsidP="009F594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05539">
              <w:rPr>
                <w:rFonts w:ascii="Arial" w:hAnsi="Arial" w:cs="Arial"/>
                <w:sz w:val="20"/>
                <w:szCs w:val="20"/>
              </w:rPr>
              <w:t>процент</w:t>
            </w:r>
          </w:p>
        </w:tc>
        <w:tc>
          <w:tcPr>
            <w:tcW w:w="1620" w:type="dxa"/>
          </w:tcPr>
          <w:p w:rsidR="00232D16" w:rsidRPr="00C05539" w:rsidRDefault="00232D16" w:rsidP="009F594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102</w:t>
            </w:r>
          </w:p>
        </w:tc>
        <w:tc>
          <w:tcPr>
            <w:tcW w:w="1800" w:type="dxa"/>
          </w:tcPr>
          <w:p w:rsidR="00232D16" w:rsidRDefault="00232D16" w:rsidP="009F594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106,8</w:t>
            </w:r>
          </w:p>
        </w:tc>
      </w:tr>
      <w:tr w:rsidR="00232D16" w:rsidRPr="00C05539" w:rsidTr="00952FCD">
        <w:tc>
          <w:tcPr>
            <w:tcW w:w="972" w:type="dxa"/>
          </w:tcPr>
          <w:p w:rsidR="00232D16" w:rsidRPr="00C05539" w:rsidRDefault="00232D16" w:rsidP="009F594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right="-180"/>
              <w:rPr>
                <w:rFonts w:ascii="Arial" w:hAnsi="Arial" w:cs="Arial"/>
                <w:sz w:val="20"/>
                <w:szCs w:val="20"/>
              </w:rPr>
            </w:pPr>
            <w:r w:rsidRPr="00C05539">
              <w:rPr>
                <w:rFonts w:ascii="Arial" w:hAnsi="Arial" w:cs="Arial"/>
                <w:sz w:val="20"/>
                <w:szCs w:val="20"/>
              </w:rPr>
              <w:t>1.1.1</w:t>
            </w:r>
          </w:p>
        </w:tc>
        <w:tc>
          <w:tcPr>
            <w:tcW w:w="8388" w:type="dxa"/>
            <w:gridSpan w:val="2"/>
          </w:tcPr>
          <w:p w:rsidR="00232D16" w:rsidRPr="00C05539" w:rsidRDefault="00232D16" w:rsidP="009F594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05539">
              <w:rPr>
                <w:rFonts w:ascii="Arial" w:hAnsi="Arial" w:cs="Arial"/>
                <w:sz w:val="20"/>
                <w:szCs w:val="20"/>
              </w:rPr>
              <w:t> Уровень информирования населения об основных событиях социально-экономического развития, общественно-политической жизни, освещение деятельности органов местного самоуправления муниципального образования Московской области в печатных СМИ выходящих на территории муниципального образования</w:t>
            </w:r>
          </w:p>
        </w:tc>
        <w:tc>
          <w:tcPr>
            <w:tcW w:w="1260" w:type="dxa"/>
          </w:tcPr>
          <w:p w:rsidR="00232D16" w:rsidRPr="00C05539" w:rsidRDefault="00232D16" w:rsidP="009F594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05539">
              <w:rPr>
                <w:rFonts w:ascii="Arial" w:hAnsi="Arial" w:cs="Arial"/>
                <w:sz w:val="20"/>
                <w:szCs w:val="20"/>
              </w:rPr>
              <w:t xml:space="preserve">процент </w:t>
            </w:r>
          </w:p>
        </w:tc>
        <w:tc>
          <w:tcPr>
            <w:tcW w:w="1620" w:type="dxa"/>
          </w:tcPr>
          <w:p w:rsidR="00232D16" w:rsidRPr="00C05539" w:rsidRDefault="00232D16" w:rsidP="009F594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137</w:t>
            </w:r>
          </w:p>
        </w:tc>
        <w:tc>
          <w:tcPr>
            <w:tcW w:w="1800" w:type="dxa"/>
          </w:tcPr>
          <w:p w:rsidR="00232D16" w:rsidRDefault="00232D16" w:rsidP="009F594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137</w:t>
            </w:r>
          </w:p>
        </w:tc>
      </w:tr>
      <w:tr w:rsidR="00232D16" w:rsidRPr="00C05539" w:rsidTr="00952FCD">
        <w:tc>
          <w:tcPr>
            <w:tcW w:w="972" w:type="dxa"/>
          </w:tcPr>
          <w:p w:rsidR="00232D16" w:rsidRPr="00C05539" w:rsidRDefault="00232D16" w:rsidP="009F594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05539">
              <w:rPr>
                <w:rFonts w:ascii="Arial" w:hAnsi="Arial" w:cs="Arial"/>
                <w:sz w:val="20"/>
                <w:szCs w:val="20"/>
              </w:rPr>
              <w:t>1.2</w:t>
            </w:r>
          </w:p>
        </w:tc>
        <w:tc>
          <w:tcPr>
            <w:tcW w:w="8388" w:type="dxa"/>
            <w:gridSpan w:val="2"/>
          </w:tcPr>
          <w:p w:rsidR="00232D16" w:rsidRPr="00C05539" w:rsidRDefault="00232D16" w:rsidP="009F594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05539">
              <w:rPr>
                <w:rFonts w:ascii="Arial" w:hAnsi="Arial" w:cs="Arial"/>
                <w:sz w:val="20"/>
                <w:szCs w:val="20"/>
              </w:rPr>
              <w:t>Уровень информирования жителей  муниципального образования Московской области о деятельности органов местного самоуправления путем изготовления и распространения (вещания) на территории муниципального образования Московской области радиопрограммы</w:t>
            </w:r>
          </w:p>
        </w:tc>
        <w:tc>
          <w:tcPr>
            <w:tcW w:w="1260" w:type="dxa"/>
          </w:tcPr>
          <w:p w:rsidR="00232D16" w:rsidRPr="00C05539" w:rsidRDefault="00232D16" w:rsidP="009F594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05539">
              <w:rPr>
                <w:rFonts w:ascii="Arial" w:hAnsi="Arial" w:cs="Arial"/>
                <w:sz w:val="20"/>
                <w:szCs w:val="20"/>
              </w:rPr>
              <w:t>процент</w:t>
            </w:r>
          </w:p>
        </w:tc>
        <w:tc>
          <w:tcPr>
            <w:tcW w:w="1620" w:type="dxa"/>
          </w:tcPr>
          <w:p w:rsidR="00232D16" w:rsidRPr="00C05539" w:rsidRDefault="00232D16" w:rsidP="009F594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800" w:type="dxa"/>
          </w:tcPr>
          <w:p w:rsidR="00232D16" w:rsidRDefault="00232D16" w:rsidP="009F594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122</w:t>
            </w:r>
          </w:p>
        </w:tc>
      </w:tr>
      <w:tr w:rsidR="00232D16" w:rsidRPr="00C05539" w:rsidTr="00952FCD">
        <w:tc>
          <w:tcPr>
            <w:tcW w:w="972" w:type="dxa"/>
          </w:tcPr>
          <w:p w:rsidR="00232D16" w:rsidRPr="00C05539" w:rsidRDefault="00232D16" w:rsidP="009F594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05539">
              <w:rPr>
                <w:rFonts w:ascii="Arial" w:hAnsi="Arial" w:cs="Arial"/>
                <w:sz w:val="20"/>
                <w:szCs w:val="20"/>
              </w:rPr>
              <w:t>1.3</w:t>
            </w:r>
          </w:p>
        </w:tc>
        <w:tc>
          <w:tcPr>
            <w:tcW w:w="8388" w:type="dxa"/>
            <w:gridSpan w:val="2"/>
          </w:tcPr>
          <w:p w:rsidR="00232D16" w:rsidRPr="00C05539" w:rsidRDefault="00232D16" w:rsidP="009F594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05539">
              <w:rPr>
                <w:rFonts w:ascii="Arial" w:hAnsi="Arial" w:cs="Arial"/>
                <w:sz w:val="20"/>
                <w:szCs w:val="20"/>
              </w:rPr>
              <w:t>Уровень информирования жителей  муниципального образования Московской области о деятельности органов местного самоуправления путем изготовления и распространения (вещания) на территории муниципального образования Московской области телепередач</w:t>
            </w:r>
          </w:p>
        </w:tc>
        <w:tc>
          <w:tcPr>
            <w:tcW w:w="1260" w:type="dxa"/>
          </w:tcPr>
          <w:p w:rsidR="00232D16" w:rsidRPr="00C05539" w:rsidRDefault="00232D16" w:rsidP="009F594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05539">
              <w:rPr>
                <w:rFonts w:ascii="Arial" w:hAnsi="Arial" w:cs="Arial"/>
                <w:sz w:val="20"/>
                <w:szCs w:val="20"/>
              </w:rPr>
              <w:t>процент</w:t>
            </w:r>
          </w:p>
        </w:tc>
        <w:tc>
          <w:tcPr>
            <w:tcW w:w="1620" w:type="dxa"/>
          </w:tcPr>
          <w:p w:rsidR="00232D16" w:rsidRPr="00C05539" w:rsidRDefault="00232D16" w:rsidP="009F594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123</w:t>
            </w:r>
          </w:p>
        </w:tc>
        <w:tc>
          <w:tcPr>
            <w:tcW w:w="1800" w:type="dxa"/>
          </w:tcPr>
          <w:p w:rsidR="00232D16" w:rsidRDefault="00232D16" w:rsidP="009F594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122,5</w:t>
            </w:r>
          </w:p>
        </w:tc>
      </w:tr>
      <w:tr w:rsidR="00232D16" w:rsidRPr="00C05539" w:rsidTr="00952FCD">
        <w:tc>
          <w:tcPr>
            <w:tcW w:w="972" w:type="dxa"/>
          </w:tcPr>
          <w:p w:rsidR="00232D16" w:rsidRPr="00C05539" w:rsidRDefault="00232D16" w:rsidP="009F594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05539">
              <w:rPr>
                <w:rFonts w:ascii="Arial" w:hAnsi="Arial" w:cs="Arial"/>
                <w:sz w:val="20"/>
                <w:szCs w:val="20"/>
              </w:rPr>
              <w:t>1.4</w:t>
            </w:r>
          </w:p>
        </w:tc>
        <w:tc>
          <w:tcPr>
            <w:tcW w:w="8388" w:type="dxa"/>
            <w:gridSpan w:val="2"/>
          </w:tcPr>
          <w:p w:rsidR="00232D16" w:rsidRPr="00C05539" w:rsidRDefault="00232D16" w:rsidP="009F594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05539">
              <w:rPr>
                <w:rFonts w:ascii="Arial" w:hAnsi="Arial" w:cs="Arial"/>
                <w:sz w:val="20"/>
                <w:szCs w:val="20"/>
              </w:rPr>
              <w:t>Уровень информирования населения  муниципального образования Московской области о деятельности органов местного самоуправления муниципального образования Московской области путем размещения материалов и в электронных  СМИ, распространяемых в сети Интернет (сетевых изданиях).  Ведение информационных ресурсов и баз данных муниципального образования Московской области</w:t>
            </w:r>
          </w:p>
        </w:tc>
        <w:tc>
          <w:tcPr>
            <w:tcW w:w="1260" w:type="dxa"/>
          </w:tcPr>
          <w:p w:rsidR="00232D16" w:rsidRPr="00C05539" w:rsidRDefault="00232D16" w:rsidP="009F594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05539">
              <w:rPr>
                <w:rFonts w:ascii="Arial" w:hAnsi="Arial" w:cs="Arial"/>
                <w:sz w:val="20"/>
                <w:szCs w:val="20"/>
              </w:rPr>
              <w:t>процент</w:t>
            </w:r>
          </w:p>
        </w:tc>
        <w:tc>
          <w:tcPr>
            <w:tcW w:w="1620" w:type="dxa"/>
          </w:tcPr>
          <w:p w:rsidR="00232D16" w:rsidRPr="00C05539" w:rsidRDefault="00232D16" w:rsidP="009F594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185</w:t>
            </w:r>
          </w:p>
        </w:tc>
        <w:tc>
          <w:tcPr>
            <w:tcW w:w="1800" w:type="dxa"/>
          </w:tcPr>
          <w:p w:rsidR="00232D16" w:rsidRDefault="00232D16" w:rsidP="009F594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219</w:t>
            </w:r>
          </w:p>
        </w:tc>
      </w:tr>
      <w:tr w:rsidR="00232D16" w:rsidRPr="00C05539" w:rsidTr="00952FCD">
        <w:tc>
          <w:tcPr>
            <w:tcW w:w="972" w:type="dxa"/>
          </w:tcPr>
          <w:p w:rsidR="00232D16" w:rsidRPr="00C05539" w:rsidRDefault="00232D16" w:rsidP="009F594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05539">
              <w:rPr>
                <w:rFonts w:ascii="Arial" w:hAnsi="Arial" w:cs="Arial"/>
                <w:sz w:val="20"/>
                <w:szCs w:val="20"/>
              </w:rPr>
              <w:t>1.5</w:t>
            </w:r>
          </w:p>
        </w:tc>
        <w:tc>
          <w:tcPr>
            <w:tcW w:w="8388" w:type="dxa"/>
            <w:gridSpan w:val="2"/>
          </w:tcPr>
          <w:p w:rsidR="00232D16" w:rsidRPr="00C05539" w:rsidRDefault="00232D16" w:rsidP="009F594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05539">
              <w:rPr>
                <w:rFonts w:ascii="Arial" w:hAnsi="Arial" w:cs="Arial"/>
                <w:sz w:val="20"/>
                <w:szCs w:val="20"/>
              </w:rPr>
              <w:t>Уровень информирования населения путем изготовления и распространения полиграфической продукции о социально значимых вопросах в деятельности органов местного самоуправления муниципального образования Московской области, формирование положительного образа муниципального образования как социально ориентированного, комфортного для жизни и ведения предпринимательской деятельности</w:t>
            </w:r>
          </w:p>
        </w:tc>
        <w:tc>
          <w:tcPr>
            <w:tcW w:w="1260" w:type="dxa"/>
          </w:tcPr>
          <w:p w:rsidR="00232D16" w:rsidRPr="00C05539" w:rsidRDefault="00232D16" w:rsidP="009F594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05539">
              <w:rPr>
                <w:rFonts w:ascii="Arial" w:hAnsi="Arial" w:cs="Arial"/>
                <w:sz w:val="20"/>
                <w:szCs w:val="20"/>
              </w:rPr>
              <w:t>процент</w:t>
            </w:r>
          </w:p>
        </w:tc>
        <w:tc>
          <w:tcPr>
            <w:tcW w:w="1620" w:type="dxa"/>
          </w:tcPr>
          <w:p w:rsidR="00232D16" w:rsidRPr="00C05539" w:rsidRDefault="00232D16" w:rsidP="009F594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157</w:t>
            </w:r>
          </w:p>
        </w:tc>
        <w:tc>
          <w:tcPr>
            <w:tcW w:w="1800" w:type="dxa"/>
          </w:tcPr>
          <w:p w:rsidR="00232D16" w:rsidRDefault="00232D16" w:rsidP="009F594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209</w:t>
            </w:r>
          </w:p>
        </w:tc>
      </w:tr>
    </w:tbl>
    <w:p w:rsidR="00232D16" w:rsidRPr="00C73411" w:rsidRDefault="00232D16" w:rsidP="001D0318">
      <w:pPr>
        <w:tabs>
          <w:tab w:val="left" w:pos="7042"/>
        </w:tabs>
        <w:rPr>
          <w:sz w:val="22"/>
          <w:szCs w:val="22"/>
        </w:rPr>
      </w:pPr>
    </w:p>
    <w:p w:rsidR="00232D16" w:rsidRDefault="00232D16" w:rsidP="009D17C7">
      <w:pPr>
        <w:rPr>
          <w:sz w:val="22"/>
          <w:szCs w:val="22"/>
        </w:rPr>
      </w:pPr>
    </w:p>
    <w:p w:rsidR="00232D16" w:rsidRPr="00C73411" w:rsidRDefault="00232D16" w:rsidP="009D17C7">
      <w:pPr>
        <w:rPr>
          <w:sz w:val="22"/>
          <w:szCs w:val="22"/>
        </w:rPr>
      </w:pPr>
    </w:p>
    <w:p w:rsidR="00232D16" w:rsidRPr="00C73411" w:rsidRDefault="00232D16" w:rsidP="009D17C7">
      <w:pPr>
        <w:rPr>
          <w:sz w:val="22"/>
          <w:szCs w:val="22"/>
        </w:rPr>
      </w:pPr>
      <w:r w:rsidRPr="00C73411">
        <w:rPr>
          <w:sz w:val="22"/>
          <w:szCs w:val="22"/>
        </w:rPr>
        <w:t xml:space="preserve">заместитель руководителя администрации </w:t>
      </w:r>
      <w:r>
        <w:rPr>
          <w:sz w:val="22"/>
          <w:szCs w:val="22"/>
        </w:rPr>
        <w:t xml:space="preserve">                                                                           </w:t>
      </w:r>
    </w:p>
    <w:p w:rsidR="00232D16" w:rsidRPr="00C73411" w:rsidRDefault="00232D16" w:rsidP="009D17C7">
      <w:pPr>
        <w:rPr>
          <w:sz w:val="22"/>
          <w:szCs w:val="22"/>
        </w:rPr>
      </w:pPr>
      <w:r w:rsidRPr="00C73411">
        <w:rPr>
          <w:sz w:val="22"/>
          <w:szCs w:val="22"/>
        </w:rPr>
        <w:t xml:space="preserve">Ступинского муниципального района                                                                                                                                                   </w:t>
      </w:r>
      <w:r>
        <w:rPr>
          <w:sz w:val="22"/>
          <w:szCs w:val="22"/>
        </w:rPr>
        <w:t xml:space="preserve">              </w:t>
      </w:r>
      <w:r w:rsidRPr="00C73411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    </w:t>
      </w:r>
      <w:r w:rsidRPr="00C73411">
        <w:rPr>
          <w:sz w:val="22"/>
          <w:szCs w:val="22"/>
        </w:rPr>
        <w:t xml:space="preserve"> Б.Е. Скоморохов</w:t>
      </w:r>
    </w:p>
    <w:p w:rsidR="00232D16" w:rsidRPr="00C73411" w:rsidRDefault="00232D16" w:rsidP="00753FCB">
      <w:pPr>
        <w:jc w:val="center"/>
        <w:rPr>
          <w:sz w:val="22"/>
          <w:szCs w:val="22"/>
        </w:rPr>
      </w:pPr>
    </w:p>
    <w:sectPr w:rsidR="00232D16" w:rsidRPr="00C73411" w:rsidSect="0042578F">
      <w:pgSz w:w="16838" w:h="11906" w:orient="landscape"/>
      <w:pgMar w:top="360" w:right="1134" w:bottom="360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Batang">
    <w:altName w:val="ўа¬»¬¦¬ў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31953"/>
    <w:multiLevelType w:val="hybridMultilevel"/>
    <w:tmpl w:val="A808A68E"/>
    <w:lvl w:ilvl="0" w:tplc="0419000F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67437A5"/>
    <w:multiLevelType w:val="hybridMultilevel"/>
    <w:tmpl w:val="D33AF26C"/>
    <w:lvl w:ilvl="0" w:tplc="00FE71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28F206F5"/>
    <w:multiLevelType w:val="multilevel"/>
    <w:tmpl w:val="4664D0C4"/>
    <w:lvl w:ilvl="0">
      <w:start w:val="1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975"/>
        </w:tabs>
        <w:ind w:left="975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30"/>
        </w:tabs>
        <w:ind w:left="123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45"/>
        </w:tabs>
        <w:ind w:left="184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100"/>
        </w:tabs>
        <w:ind w:left="21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15"/>
        </w:tabs>
        <w:ind w:left="271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970"/>
        </w:tabs>
        <w:ind w:left="297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85"/>
        </w:tabs>
        <w:ind w:left="3585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200"/>
        </w:tabs>
        <w:ind w:left="4200" w:hanging="2160"/>
      </w:pPr>
      <w:rPr>
        <w:rFonts w:cs="Times New Roman" w:hint="default"/>
      </w:rPr>
    </w:lvl>
  </w:abstractNum>
  <w:abstractNum w:abstractNumId="3">
    <w:nsid w:val="2FF910D0"/>
    <w:multiLevelType w:val="hybridMultilevel"/>
    <w:tmpl w:val="AD4857E8"/>
    <w:lvl w:ilvl="0" w:tplc="DF323B02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3E126DA6"/>
    <w:multiLevelType w:val="hybridMultilevel"/>
    <w:tmpl w:val="3386F0A6"/>
    <w:lvl w:ilvl="0" w:tplc="0419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3FA3191D"/>
    <w:multiLevelType w:val="multilevel"/>
    <w:tmpl w:val="4664D0C4"/>
    <w:lvl w:ilvl="0">
      <w:start w:val="1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975"/>
        </w:tabs>
        <w:ind w:left="975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30"/>
        </w:tabs>
        <w:ind w:left="123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45"/>
        </w:tabs>
        <w:ind w:left="184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100"/>
        </w:tabs>
        <w:ind w:left="21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15"/>
        </w:tabs>
        <w:ind w:left="271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970"/>
        </w:tabs>
        <w:ind w:left="297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85"/>
        </w:tabs>
        <w:ind w:left="3585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200"/>
        </w:tabs>
        <w:ind w:left="4200" w:hanging="2160"/>
      </w:pPr>
      <w:rPr>
        <w:rFonts w:cs="Times New Roman"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 w:numId="4">
    <w:abstractNumId w:val="5"/>
  </w:num>
  <w:num w:numId="5">
    <w:abstractNumId w:val="1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embedSystemFonts/>
  <w:stylePaneFormatFilter w:val="3F01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50073"/>
    <w:rsid w:val="00000981"/>
    <w:rsid w:val="00001251"/>
    <w:rsid w:val="00002777"/>
    <w:rsid w:val="000058AC"/>
    <w:rsid w:val="000071E8"/>
    <w:rsid w:val="000074C4"/>
    <w:rsid w:val="0001257C"/>
    <w:rsid w:val="00016482"/>
    <w:rsid w:val="000168CC"/>
    <w:rsid w:val="00016A3B"/>
    <w:rsid w:val="000258CA"/>
    <w:rsid w:val="00027E5A"/>
    <w:rsid w:val="00032046"/>
    <w:rsid w:val="0003432F"/>
    <w:rsid w:val="00036AEF"/>
    <w:rsid w:val="00040D64"/>
    <w:rsid w:val="00041A0A"/>
    <w:rsid w:val="0004475E"/>
    <w:rsid w:val="000456E7"/>
    <w:rsid w:val="00045DDB"/>
    <w:rsid w:val="000466F3"/>
    <w:rsid w:val="000479B1"/>
    <w:rsid w:val="000508E5"/>
    <w:rsid w:val="00051626"/>
    <w:rsid w:val="00051A83"/>
    <w:rsid w:val="0005755A"/>
    <w:rsid w:val="00057B04"/>
    <w:rsid w:val="00064AD2"/>
    <w:rsid w:val="00064BBE"/>
    <w:rsid w:val="0006541F"/>
    <w:rsid w:val="00070E86"/>
    <w:rsid w:val="00074DC8"/>
    <w:rsid w:val="00076B7B"/>
    <w:rsid w:val="00080229"/>
    <w:rsid w:val="00081956"/>
    <w:rsid w:val="00082D9F"/>
    <w:rsid w:val="00085F9F"/>
    <w:rsid w:val="00087C03"/>
    <w:rsid w:val="00090D89"/>
    <w:rsid w:val="00092595"/>
    <w:rsid w:val="00092709"/>
    <w:rsid w:val="000935CD"/>
    <w:rsid w:val="00093F4D"/>
    <w:rsid w:val="000940FB"/>
    <w:rsid w:val="00096296"/>
    <w:rsid w:val="0009660B"/>
    <w:rsid w:val="000A0FFD"/>
    <w:rsid w:val="000A3A09"/>
    <w:rsid w:val="000A3B21"/>
    <w:rsid w:val="000A3E85"/>
    <w:rsid w:val="000B455D"/>
    <w:rsid w:val="000B4A7E"/>
    <w:rsid w:val="000B4E01"/>
    <w:rsid w:val="000C0A15"/>
    <w:rsid w:val="000C1424"/>
    <w:rsid w:val="000C1AFF"/>
    <w:rsid w:val="000C2A53"/>
    <w:rsid w:val="000C4C92"/>
    <w:rsid w:val="000C4EFA"/>
    <w:rsid w:val="000C68A8"/>
    <w:rsid w:val="000C7820"/>
    <w:rsid w:val="000C7998"/>
    <w:rsid w:val="000D2CF8"/>
    <w:rsid w:val="000D3C01"/>
    <w:rsid w:val="000D5091"/>
    <w:rsid w:val="000E3351"/>
    <w:rsid w:val="000E3A4F"/>
    <w:rsid w:val="000E5A14"/>
    <w:rsid w:val="000F1711"/>
    <w:rsid w:val="000F22A4"/>
    <w:rsid w:val="000F3B46"/>
    <w:rsid w:val="000F42AB"/>
    <w:rsid w:val="000F469F"/>
    <w:rsid w:val="000F4EC2"/>
    <w:rsid w:val="000F5FC9"/>
    <w:rsid w:val="000F6397"/>
    <w:rsid w:val="001045DB"/>
    <w:rsid w:val="00106FED"/>
    <w:rsid w:val="001106C3"/>
    <w:rsid w:val="0011157E"/>
    <w:rsid w:val="00112E4E"/>
    <w:rsid w:val="00113548"/>
    <w:rsid w:val="001139EC"/>
    <w:rsid w:val="00113CBC"/>
    <w:rsid w:val="001202DA"/>
    <w:rsid w:val="001216B2"/>
    <w:rsid w:val="00121C69"/>
    <w:rsid w:val="00122472"/>
    <w:rsid w:val="00122F2A"/>
    <w:rsid w:val="00125C76"/>
    <w:rsid w:val="00126D3F"/>
    <w:rsid w:val="00127BD9"/>
    <w:rsid w:val="0013047C"/>
    <w:rsid w:val="00131318"/>
    <w:rsid w:val="00132429"/>
    <w:rsid w:val="00134423"/>
    <w:rsid w:val="00134D11"/>
    <w:rsid w:val="00136297"/>
    <w:rsid w:val="00137EDB"/>
    <w:rsid w:val="0014065F"/>
    <w:rsid w:val="00141640"/>
    <w:rsid w:val="0014395B"/>
    <w:rsid w:val="00143AA5"/>
    <w:rsid w:val="00150BEF"/>
    <w:rsid w:val="001520B7"/>
    <w:rsid w:val="001522BC"/>
    <w:rsid w:val="0015344C"/>
    <w:rsid w:val="00154A38"/>
    <w:rsid w:val="001553C2"/>
    <w:rsid w:val="0015793D"/>
    <w:rsid w:val="00162CCF"/>
    <w:rsid w:val="00163046"/>
    <w:rsid w:val="00167292"/>
    <w:rsid w:val="001679CE"/>
    <w:rsid w:val="00167BA5"/>
    <w:rsid w:val="0017019C"/>
    <w:rsid w:val="001734D9"/>
    <w:rsid w:val="001754C2"/>
    <w:rsid w:val="001757C3"/>
    <w:rsid w:val="00177F86"/>
    <w:rsid w:val="00180F34"/>
    <w:rsid w:val="00184C28"/>
    <w:rsid w:val="00185375"/>
    <w:rsid w:val="00187BDC"/>
    <w:rsid w:val="0019209B"/>
    <w:rsid w:val="001A120A"/>
    <w:rsid w:val="001A1D02"/>
    <w:rsid w:val="001A5E2E"/>
    <w:rsid w:val="001B2A7F"/>
    <w:rsid w:val="001B2AB5"/>
    <w:rsid w:val="001B56A7"/>
    <w:rsid w:val="001B71D5"/>
    <w:rsid w:val="001B72DF"/>
    <w:rsid w:val="001C0CB5"/>
    <w:rsid w:val="001C2D2E"/>
    <w:rsid w:val="001C5D6A"/>
    <w:rsid w:val="001C6CF2"/>
    <w:rsid w:val="001D0318"/>
    <w:rsid w:val="001D6028"/>
    <w:rsid w:val="001D74D0"/>
    <w:rsid w:val="001E01CC"/>
    <w:rsid w:val="001E092C"/>
    <w:rsid w:val="001E2178"/>
    <w:rsid w:val="001E52D6"/>
    <w:rsid w:val="001E6D70"/>
    <w:rsid w:val="001F1546"/>
    <w:rsid w:val="001F3FBE"/>
    <w:rsid w:val="00203F77"/>
    <w:rsid w:val="00204C0A"/>
    <w:rsid w:val="002128CE"/>
    <w:rsid w:val="00216515"/>
    <w:rsid w:val="00216D8F"/>
    <w:rsid w:val="00220DFC"/>
    <w:rsid w:val="00223B13"/>
    <w:rsid w:val="00225894"/>
    <w:rsid w:val="00226108"/>
    <w:rsid w:val="00226C9B"/>
    <w:rsid w:val="00227607"/>
    <w:rsid w:val="00230FD4"/>
    <w:rsid w:val="0023254E"/>
    <w:rsid w:val="002325B3"/>
    <w:rsid w:val="00232D16"/>
    <w:rsid w:val="002355C0"/>
    <w:rsid w:val="002368A0"/>
    <w:rsid w:val="00237507"/>
    <w:rsid w:val="0023750C"/>
    <w:rsid w:val="00243AA3"/>
    <w:rsid w:val="00243EFE"/>
    <w:rsid w:val="002444F0"/>
    <w:rsid w:val="00244640"/>
    <w:rsid w:val="00250073"/>
    <w:rsid w:val="002502CA"/>
    <w:rsid w:val="0025060C"/>
    <w:rsid w:val="0025291A"/>
    <w:rsid w:val="00256321"/>
    <w:rsid w:val="002600C6"/>
    <w:rsid w:val="00263F53"/>
    <w:rsid w:val="00264B70"/>
    <w:rsid w:val="00266B85"/>
    <w:rsid w:val="0027203D"/>
    <w:rsid w:val="00277093"/>
    <w:rsid w:val="002908BB"/>
    <w:rsid w:val="002972D3"/>
    <w:rsid w:val="002A1918"/>
    <w:rsid w:val="002A3487"/>
    <w:rsid w:val="002A55B1"/>
    <w:rsid w:val="002B5409"/>
    <w:rsid w:val="002B6163"/>
    <w:rsid w:val="002C2E6B"/>
    <w:rsid w:val="002C32FE"/>
    <w:rsid w:val="002C6A9B"/>
    <w:rsid w:val="002D019D"/>
    <w:rsid w:val="002D3043"/>
    <w:rsid w:val="002D38ED"/>
    <w:rsid w:val="002E0662"/>
    <w:rsid w:val="002E53E1"/>
    <w:rsid w:val="002F0EFA"/>
    <w:rsid w:val="002F22BE"/>
    <w:rsid w:val="002F4982"/>
    <w:rsid w:val="002F66F7"/>
    <w:rsid w:val="002F6D21"/>
    <w:rsid w:val="002F7831"/>
    <w:rsid w:val="00300084"/>
    <w:rsid w:val="00300BDF"/>
    <w:rsid w:val="003026B5"/>
    <w:rsid w:val="003054CA"/>
    <w:rsid w:val="00305DF9"/>
    <w:rsid w:val="00306A2F"/>
    <w:rsid w:val="00310CA3"/>
    <w:rsid w:val="00310CC8"/>
    <w:rsid w:val="00311040"/>
    <w:rsid w:val="00315150"/>
    <w:rsid w:val="00315841"/>
    <w:rsid w:val="003166EC"/>
    <w:rsid w:val="00320186"/>
    <w:rsid w:val="00321586"/>
    <w:rsid w:val="00322287"/>
    <w:rsid w:val="0032261A"/>
    <w:rsid w:val="00322680"/>
    <w:rsid w:val="00327B6F"/>
    <w:rsid w:val="00330509"/>
    <w:rsid w:val="0033081C"/>
    <w:rsid w:val="00332A5A"/>
    <w:rsid w:val="00332B83"/>
    <w:rsid w:val="0034122F"/>
    <w:rsid w:val="00342277"/>
    <w:rsid w:val="00342575"/>
    <w:rsid w:val="00342E1C"/>
    <w:rsid w:val="00345BC4"/>
    <w:rsid w:val="003471EE"/>
    <w:rsid w:val="0034791B"/>
    <w:rsid w:val="003525A2"/>
    <w:rsid w:val="003548C7"/>
    <w:rsid w:val="00354B04"/>
    <w:rsid w:val="00354B1D"/>
    <w:rsid w:val="0035509C"/>
    <w:rsid w:val="00357EA1"/>
    <w:rsid w:val="00361469"/>
    <w:rsid w:val="003616D3"/>
    <w:rsid w:val="00363EAD"/>
    <w:rsid w:val="00365541"/>
    <w:rsid w:val="0036754C"/>
    <w:rsid w:val="0036774A"/>
    <w:rsid w:val="00370CD1"/>
    <w:rsid w:val="00371505"/>
    <w:rsid w:val="00376C0A"/>
    <w:rsid w:val="00382EF8"/>
    <w:rsid w:val="00385451"/>
    <w:rsid w:val="003861D9"/>
    <w:rsid w:val="00390F85"/>
    <w:rsid w:val="0039173A"/>
    <w:rsid w:val="00391908"/>
    <w:rsid w:val="00393562"/>
    <w:rsid w:val="003B0FEB"/>
    <w:rsid w:val="003B1745"/>
    <w:rsid w:val="003B3B9E"/>
    <w:rsid w:val="003B4352"/>
    <w:rsid w:val="003B5C28"/>
    <w:rsid w:val="003B7F0E"/>
    <w:rsid w:val="003C3108"/>
    <w:rsid w:val="003C3704"/>
    <w:rsid w:val="003C5EC1"/>
    <w:rsid w:val="003C7726"/>
    <w:rsid w:val="003D1B1B"/>
    <w:rsid w:val="003D2224"/>
    <w:rsid w:val="003D3036"/>
    <w:rsid w:val="003D36AD"/>
    <w:rsid w:val="003E353F"/>
    <w:rsid w:val="003E7FFE"/>
    <w:rsid w:val="003F003F"/>
    <w:rsid w:val="003F0907"/>
    <w:rsid w:val="003F2857"/>
    <w:rsid w:val="003F29F8"/>
    <w:rsid w:val="003F489F"/>
    <w:rsid w:val="00400DBB"/>
    <w:rsid w:val="004014EC"/>
    <w:rsid w:val="00407D19"/>
    <w:rsid w:val="00413B79"/>
    <w:rsid w:val="00417BF3"/>
    <w:rsid w:val="00423D45"/>
    <w:rsid w:val="00424D49"/>
    <w:rsid w:val="0042578F"/>
    <w:rsid w:val="004257CE"/>
    <w:rsid w:val="00426422"/>
    <w:rsid w:val="00427F03"/>
    <w:rsid w:val="0043002E"/>
    <w:rsid w:val="004313E6"/>
    <w:rsid w:val="00431B66"/>
    <w:rsid w:val="00432C52"/>
    <w:rsid w:val="00434BE8"/>
    <w:rsid w:val="00435D63"/>
    <w:rsid w:val="00436F49"/>
    <w:rsid w:val="0044031A"/>
    <w:rsid w:val="00440F1A"/>
    <w:rsid w:val="00441677"/>
    <w:rsid w:val="00442F84"/>
    <w:rsid w:val="00443CC9"/>
    <w:rsid w:val="00444879"/>
    <w:rsid w:val="00450FA9"/>
    <w:rsid w:val="00451BCE"/>
    <w:rsid w:val="00452368"/>
    <w:rsid w:val="004523B3"/>
    <w:rsid w:val="00452770"/>
    <w:rsid w:val="00461008"/>
    <w:rsid w:val="0046167C"/>
    <w:rsid w:val="0046244D"/>
    <w:rsid w:val="0046423D"/>
    <w:rsid w:val="0046430A"/>
    <w:rsid w:val="004649DF"/>
    <w:rsid w:val="00466CC5"/>
    <w:rsid w:val="0047063D"/>
    <w:rsid w:val="00471F24"/>
    <w:rsid w:val="00473DEA"/>
    <w:rsid w:val="00474B09"/>
    <w:rsid w:val="004750F4"/>
    <w:rsid w:val="00476A29"/>
    <w:rsid w:val="00477695"/>
    <w:rsid w:val="00480658"/>
    <w:rsid w:val="004806D0"/>
    <w:rsid w:val="00482E84"/>
    <w:rsid w:val="0048314F"/>
    <w:rsid w:val="00483AF2"/>
    <w:rsid w:val="00483DBB"/>
    <w:rsid w:val="004861EF"/>
    <w:rsid w:val="00490CA3"/>
    <w:rsid w:val="0049154C"/>
    <w:rsid w:val="00491C7F"/>
    <w:rsid w:val="004936AE"/>
    <w:rsid w:val="00493BC1"/>
    <w:rsid w:val="00495C71"/>
    <w:rsid w:val="00496726"/>
    <w:rsid w:val="0049747B"/>
    <w:rsid w:val="004976D5"/>
    <w:rsid w:val="004A141E"/>
    <w:rsid w:val="004A5743"/>
    <w:rsid w:val="004B107C"/>
    <w:rsid w:val="004B11C4"/>
    <w:rsid w:val="004B17AD"/>
    <w:rsid w:val="004B3C2B"/>
    <w:rsid w:val="004B4E70"/>
    <w:rsid w:val="004B66B0"/>
    <w:rsid w:val="004C4B0E"/>
    <w:rsid w:val="004C6548"/>
    <w:rsid w:val="004D2090"/>
    <w:rsid w:val="004D39CF"/>
    <w:rsid w:val="004D4263"/>
    <w:rsid w:val="004D78CC"/>
    <w:rsid w:val="004E0DC6"/>
    <w:rsid w:val="004E2AF6"/>
    <w:rsid w:val="004E2E71"/>
    <w:rsid w:val="004E4AB9"/>
    <w:rsid w:val="004E4CE2"/>
    <w:rsid w:val="004E5E57"/>
    <w:rsid w:val="004E7396"/>
    <w:rsid w:val="004F0631"/>
    <w:rsid w:val="004F2741"/>
    <w:rsid w:val="004F6183"/>
    <w:rsid w:val="004F7A8D"/>
    <w:rsid w:val="004F7F91"/>
    <w:rsid w:val="00500F60"/>
    <w:rsid w:val="00501204"/>
    <w:rsid w:val="00501412"/>
    <w:rsid w:val="005035EA"/>
    <w:rsid w:val="005036A8"/>
    <w:rsid w:val="00503BDC"/>
    <w:rsid w:val="0051059C"/>
    <w:rsid w:val="005113BA"/>
    <w:rsid w:val="00513453"/>
    <w:rsid w:val="00513A9B"/>
    <w:rsid w:val="005157FB"/>
    <w:rsid w:val="00515965"/>
    <w:rsid w:val="00517D3E"/>
    <w:rsid w:val="00520964"/>
    <w:rsid w:val="005243F1"/>
    <w:rsid w:val="00524BE5"/>
    <w:rsid w:val="00526665"/>
    <w:rsid w:val="005266DB"/>
    <w:rsid w:val="00531624"/>
    <w:rsid w:val="005330C3"/>
    <w:rsid w:val="005351FC"/>
    <w:rsid w:val="005376AC"/>
    <w:rsid w:val="00537D5F"/>
    <w:rsid w:val="005406ED"/>
    <w:rsid w:val="00541184"/>
    <w:rsid w:val="00542023"/>
    <w:rsid w:val="00543503"/>
    <w:rsid w:val="00544635"/>
    <w:rsid w:val="00546756"/>
    <w:rsid w:val="00552EE9"/>
    <w:rsid w:val="005530AB"/>
    <w:rsid w:val="005531E0"/>
    <w:rsid w:val="00553A9A"/>
    <w:rsid w:val="00555085"/>
    <w:rsid w:val="00557B8E"/>
    <w:rsid w:val="00565932"/>
    <w:rsid w:val="00566AAA"/>
    <w:rsid w:val="0057303E"/>
    <w:rsid w:val="00573370"/>
    <w:rsid w:val="00573C0E"/>
    <w:rsid w:val="0057750B"/>
    <w:rsid w:val="00577776"/>
    <w:rsid w:val="0058143B"/>
    <w:rsid w:val="00583AF7"/>
    <w:rsid w:val="00586030"/>
    <w:rsid w:val="00592807"/>
    <w:rsid w:val="0059405D"/>
    <w:rsid w:val="00594202"/>
    <w:rsid w:val="00596A84"/>
    <w:rsid w:val="005A1986"/>
    <w:rsid w:val="005A32C6"/>
    <w:rsid w:val="005A7720"/>
    <w:rsid w:val="005B0B39"/>
    <w:rsid w:val="005B11A9"/>
    <w:rsid w:val="005B4463"/>
    <w:rsid w:val="005B6F07"/>
    <w:rsid w:val="005C219C"/>
    <w:rsid w:val="005C7B7F"/>
    <w:rsid w:val="005D016D"/>
    <w:rsid w:val="005D34AE"/>
    <w:rsid w:val="005D769E"/>
    <w:rsid w:val="005E17F0"/>
    <w:rsid w:val="005E5149"/>
    <w:rsid w:val="005E5613"/>
    <w:rsid w:val="005E5A5F"/>
    <w:rsid w:val="005E76BA"/>
    <w:rsid w:val="005F33D3"/>
    <w:rsid w:val="005F3C3A"/>
    <w:rsid w:val="005F44CA"/>
    <w:rsid w:val="005F4CE2"/>
    <w:rsid w:val="00601668"/>
    <w:rsid w:val="006046B0"/>
    <w:rsid w:val="006050AC"/>
    <w:rsid w:val="00606867"/>
    <w:rsid w:val="0060704A"/>
    <w:rsid w:val="0060729E"/>
    <w:rsid w:val="00611DD9"/>
    <w:rsid w:val="00613D7F"/>
    <w:rsid w:val="00617515"/>
    <w:rsid w:val="0062384C"/>
    <w:rsid w:val="00625B29"/>
    <w:rsid w:val="006308B9"/>
    <w:rsid w:val="00636F16"/>
    <w:rsid w:val="00641A5E"/>
    <w:rsid w:val="00641B23"/>
    <w:rsid w:val="00643C62"/>
    <w:rsid w:val="00646A5C"/>
    <w:rsid w:val="00646DF4"/>
    <w:rsid w:val="00647AD2"/>
    <w:rsid w:val="00650639"/>
    <w:rsid w:val="00650E8C"/>
    <w:rsid w:val="006520F9"/>
    <w:rsid w:val="00653330"/>
    <w:rsid w:val="00653B0C"/>
    <w:rsid w:val="00655747"/>
    <w:rsid w:val="00656F68"/>
    <w:rsid w:val="006615E6"/>
    <w:rsid w:val="00661C4B"/>
    <w:rsid w:val="00662A9D"/>
    <w:rsid w:val="00663C4C"/>
    <w:rsid w:val="00664A55"/>
    <w:rsid w:val="00664ECC"/>
    <w:rsid w:val="006658FB"/>
    <w:rsid w:val="006665A1"/>
    <w:rsid w:val="00666EC1"/>
    <w:rsid w:val="00672F0A"/>
    <w:rsid w:val="006731D4"/>
    <w:rsid w:val="00674D3C"/>
    <w:rsid w:val="0067658A"/>
    <w:rsid w:val="00680CEC"/>
    <w:rsid w:val="00681C3B"/>
    <w:rsid w:val="006829E6"/>
    <w:rsid w:val="00683B43"/>
    <w:rsid w:val="00686C2C"/>
    <w:rsid w:val="00687E0B"/>
    <w:rsid w:val="00691DBD"/>
    <w:rsid w:val="00696A56"/>
    <w:rsid w:val="006A2353"/>
    <w:rsid w:val="006A28C4"/>
    <w:rsid w:val="006A4928"/>
    <w:rsid w:val="006B0087"/>
    <w:rsid w:val="006B0391"/>
    <w:rsid w:val="006B0968"/>
    <w:rsid w:val="006B0B83"/>
    <w:rsid w:val="006B12F3"/>
    <w:rsid w:val="006B28F0"/>
    <w:rsid w:val="006C1DC4"/>
    <w:rsid w:val="006C224F"/>
    <w:rsid w:val="006C2D21"/>
    <w:rsid w:val="006C4900"/>
    <w:rsid w:val="006D13AF"/>
    <w:rsid w:val="006D2CCD"/>
    <w:rsid w:val="006D5100"/>
    <w:rsid w:val="006D5781"/>
    <w:rsid w:val="006D6AF7"/>
    <w:rsid w:val="006D7A96"/>
    <w:rsid w:val="006E0523"/>
    <w:rsid w:val="006E07A7"/>
    <w:rsid w:val="006E2136"/>
    <w:rsid w:val="006E2A31"/>
    <w:rsid w:val="006E2D41"/>
    <w:rsid w:val="006E4B33"/>
    <w:rsid w:val="006E5A4B"/>
    <w:rsid w:val="006E5A90"/>
    <w:rsid w:val="006E61D6"/>
    <w:rsid w:val="006E6F11"/>
    <w:rsid w:val="006E7A00"/>
    <w:rsid w:val="006F2650"/>
    <w:rsid w:val="006F37AA"/>
    <w:rsid w:val="006F4A2B"/>
    <w:rsid w:val="006F6841"/>
    <w:rsid w:val="006F7875"/>
    <w:rsid w:val="00707373"/>
    <w:rsid w:val="00711DFD"/>
    <w:rsid w:val="00715C4F"/>
    <w:rsid w:val="0071655B"/>
    <w:rsid w:val="00717A04"/>
    <w:rsid w:val="0072067C"/>
    <w:rsid w:val="00721E29"/>
    <w:rsid w:val="00722990"/>
    <w:rsid w:val="0072608E"/>
    <w:rsid w:val="0074030A"/>
    <w:rsid w:val="00741183"/>
    <w:rsid w:val="00741AFA"/>
    <w:rsid w:val="00742CF4"/>
    <w:rsid w:val="00751496"/>
    <w:rsid w:val="00752EA8"/>
    <w:rsid w:val="00753FCB"/>
    <w:rsid w:val="0075485A"/>
    <w:rsid w:val="00755F69"/>
    <w:rsid w:val="00761483"/>
    <w:rsid w:val="0076177D"/>
    <w:rsid w:val="007632B3"/>
    <w:rsid w:val="00765199"/>
    <w:rsid w:val="0076581C"/>
    <w:rsid w:val="007665A6"/>
    <w:rsid w:val="00770189"/>
    <w:rsid w:val="00770A43"/>
    <w:rsid w:val="00770A61"/>
    <w:rsid w:val="00770BE7"/>
    <w:rsid w:val="00771F23"/>
    <w:rsid w:val="00772349"/>
    <w:rsid w:val="0077472C"/>
    <w:rsid w:val="007766AD"/>
    <w:rsid w:val="00776C90"/>
    <w:rsid w:val="007814B1"/>
    <w:rsid w:val="00782E5F"/>
    <w:rsid w:val="00785BE9"/>
    <w:rsid w:val="007941BD"/>
    <w:rsid w:val="00795C5A"/>
    <w:rsid w:val="00796603"/>
    <w:rsid w:val="007A3433"/>
    <w:rsid w:val="007A473D"/>
    <w:rsid w:val="007A589D"/>
    <w:rsid w:val="007A6FA5"/>
    <w:rsid w:val="007A705C"/>
    <w:rsid w:val="007B090E"/>
    <w:rsid w:val="007B0FF7"/>
    <w:rsid w:val="007B2B87"/>
    <w:rsid w:val="007B3973"/>
    <w:rsid w:val="007B6E56"/>
    <w:rsid w:val="007C0DCB"/>
    <w:rsid w:val="007C156A"/>
    <w:rsid w:val="007C2043"/>
    <w:rsid w:val="007C244B"/>
    <w:rsid w:val="007C2C7C"/>
    <w:rsid w:val="007C3CE5"/>
    <w:rsid w:val="007C69C1"/>
    <w:rsid w:val="007C7602"/>
    <w:rsid w:val="007C7A9F"/>
    <w:rsid w:val="007D054D"/>
    <w:rsid w:val="007D15EB"/>
    <w:rsid w:val="007D220F"/>
    <w:rsid w:val="007D421B"/>
    <w:rsid w:val="007D6463"/>
    <w:rsid w:val="007D7FF9"/>
    <w:rsid w:val="007E0903"/>
    <w:rsid w:val="007E1BBA"/>
    <w:rsid w:val="007E2F4B"/>
    <w:rsid w:val="007E3B50"/>
    <w:rsid w:val="007E4A7B"/>
    <w:rsid w:val="007E6143"/>
    <w:rsid w:val="007E721F"/>
    <w:rsid w:val="007F1177"/>
    <w:rsid w:val="008048D8"/>
    <w:rsid w:val="008055F2"/>
    <w:rsid w:val="00805C86"/>
    <w:rsid w:val="00810D9A"/>
    <w:rsid w:val="008126A5"/>
    <w:rsid w:val="0081300F"/>
    <w:rsid w:val="00813169"/>
    <w:rsid w:val="00813500"/>
    <w:rsid w:val="008136A8"/>
    <w:rsid w:val="00813B5F"/>
    <w:rsid w:val="008146BD"/>
    <w:rsid w:val="008256A5"/>
    <w:rsid w:val="008261AB"/>
    <w:rsid w:val="008317C9"/>
    <w:rsid w:val="00832D2F"/>
    <w:rsid w:val="00833544"/>
    <w:rsid w:val="00833627"/>
    <w:rsid w:val="0083458D"/>
    <w:rsid w:val="008352F1"/>
    <w:rsid w:val="00836058"/>
    <w:rsid w:val="0084030E"/>
    <w:rsid w:val="00842706"/>
    <w:rsid w:val="008450B7"/>
    <w:rsid w:val="00845BE2"/>
    <w:rsid w:val="008518EB"/>
    <w:rsid w:val="00853A0F"/>
    <w:rsid w:val="008544D5"/>
    <w:rsid w:val="008549B8"/>
    <w:rsid w:val="00854FA2"/>
    <w:rsid w:val="00855D8D"/>
    <w:rsid w:val="00863260"/>
    <w:rsid w:val="00863E24"/>
    <w:rsid w:val="00864210"/>
    <w:rsid w:val="00865C3F"/>
    <w:rsid w:val="00865CA2"/>
    <w:rsid w:val="00866A41"/>
    <w:rsid w:val="0087040B"/>
    <w:rsid w:val="008746FE"/>
    <w:rsid w:val="00875102"/>
    <w:rsid w:val="00876207"/>
    <w:rsid w:val="00877DB3"/>
    <w:rsid w:val="00887726"/>
    <w:rsid w:val="00887D3B"/>
    <w:rsid w:val="008901E3"/>
    <w:rsid w:val="00893989"/>
    <w:rsid w:val="00894500"/>
    <w:rsid w:val="00897955"/>
    <w:rsid w:val="008A1AA8"/>
    <w:rsid w:val="008A1CD8"/>
    <w:rsid w:val="008A413D"/>
    <w:rsid w:val="008A4CAC"/>
    <w:rsid w:val="008A69A2"/>
    <w:rsid w:val="008A7BE7"/>
    <w:rsid w:val="008A7F2E"/>
    <w:rsid w:val="008B044D"/>
    <w:rsid w:val="008B49AE"/>
    <w:rsid w:val="008C659C"/>
    <w:rsid w:val="008D05E9"/>
    <w:rsid w:val="008D387F"/>
    <w:rsid w:val="008D52DA"/>
    <w:rsid w:val="008E010A"/>
    <w:rsid w:val="008E076D"/>
    <w:rsid w:val="008E1BCC"/>
    <w:rsid w:val="008E23CF"/>
    <w:rsid w:val="008E5638"/>
    <w:rsid w:val="008E7574"/>
    <w:rsid w:val="008E78BC"/>
    <w:rsid w:val="008F280D"/>
    <w:rsid w:val="008F4A1D"/>
    <w:rsid w:val="008F5E9A"/>
    <w:rsid w:val="008F678B"/>
    <w:rsid w:val="008F7455"/>
    <w:rsid w:val="00910C4A"/>
    <w:rsid w:val="0091222E"/>
    <w:rsid w:val="009126AC"/>
    <w:rsid w:val="00917399"/>
    <w:rsid w:val="00917DE2"/>
    <w:rsid w:val="00924A35"/>
    <w:rsid w:val="00932A5F"/>
    <w:rsid w:val="009361AF"/>
    <w:rsid w:val="00937451"/>
    <w:rsid w:val="009377FA"/>
    <w:rsid w:val="00941A64"/>
    <w:rsid w:val="00941DC2"/>
    <w:rsid w:val="00941FC8"/>
    <w:rsid w:val="00945807"/>
    <w:rsid w:val="00946A57"/>
    <w:rsid w:val="0094789E"/>
    <w:rsid w:val="0095225A"/>
    <w:rsid w:val="00952FCD"/>
    <w:rsid w:val="0095352B"/>
    <w:rsid w:val="00953CFB"/>
    <w:rsid w:val="00954AE5"/>
    <w:rsid w:val="00955EA8"/>
    <w:rsid w:val="0095720E"/>
    <w:rsid w:val="0096060C"/>
    <w:rsid w:val="00960A1A"/>
    <w:rsid w:val="009612EF"/>
    <w:rsid w:val="00961F06"/>
    <w:rsid w:val="00962D97"/>
    <w:rsid w:val="0096336B"/>
    <w:rsid w:val="00965AFA"/>
    <w:rsid w:val="00965ECB"/>
    <w:rsid w:val="00970891"/>
    <w:rsid w:val="00971E01"/>
    <w:rsid w:val="0097241C"/>
    <w:rsid w:val="009728BA"/>
    <w:rsid w:val="00973D29"/>
    <w:rsid w:val="00975EC8"/>
    <w:rsid w:val="009765AA"/>
    <w:rsid w:val="00977720"/>
    <w:rsid w:val="00977948"/>
    <w:rsid w:val="00982645"/>
    <w:rsid w:val="00986A64"/>
    <w:rsid w:val="00990058"/>
    <w:rsid w:val="00990974"/>
    <w:rsid w:val="009921B4"/>
    <w:rsid w:val="00993360"/>
    <w:rsid w:val="00993AB8"/>
    <w:rsid w:val="00995BF9"/>
    <w:rsid w:val="009A1F79"/>
    <w:rsid w:val="009A477A"/>
    <w:rsid w:val="009A4B96"/>
    <w:rsid w:val="009A63F2"/>
    <w:rsid w:val="009A77C8"/>
    <w:rsid w:val="009B0959"/>
    <w:rsid w:val="009B380A"/>
    <w:rsid w:val="009B3887"/>
    <w:rsid w:val="009B4076"/>
    <w:rsid w:val="009B7D95"/>
    <w:rsid w:val="009B7E11"/>
    <w:rsid w:val="009C1DDC"/>
    <w:rsid w:val="009C23AD"/>
    <w:rsid w:val="009C2EC6"/>
    <w:rsid w:val="009C4791"/>
    <w:rsid w:val="009D0DC4"/>
    <w:rsid w:val="009D0EA8"/>
    <w:rsid w:val="009D156B"/>
    <w:rsid w:val="009D17C7"/>
    <w:rsid w:val="009D20DE"/>
    <w:rsid w:val="009D5F74"/>
    <w:rsid w:val="009E3B8E"/>
    <w:rsid w:val="009E54B7"/>
    <w:rsid w:val="009E5585"/>
    <w:rsid w:val="009E5DCB"/>
    <w:rsid w:val="009F4746"/>
    <w:rsid w:val="009F5946"/>
    <w:rsid w:val="009F6BB6"/>
    <w:rsid w:val="009F7AF7"/>
    <w:rsid w:val="00A00B63"/>
    <w:rsid w:val="00A0184D"/>
    <w:rsid w:val="00A04808"/>
    <w:rsid w:val="00A06714"/>
    <w:rsid w:val="00A114E7"/>
    <w:rsid w:val="00A11850"/>
    <w:rsid w:val="00A15B76"/>
    <w:rsid w:val="00A16FF1"/>
    <w:rsid w:val="00A20E7E"/>
    <w:rsid w:val="00A228A4"/>
    <w:rsid w:val="00A22FE8"/>
    <w:rsid w:val="00A2392E"/>
    <w:rsid w:val="00A241F7"/>
    <w:rsid w:val="00A26B22"/>
    <w:rsid w:val="00A271CF"/>
    <w:rsid w:val="00A27B2B"/>
    <w:rsid w:val="00A300B9"/>
    <w:rsid w:val="00A31D7F"/>
    <w:rsid w:val="00A3318C"/>
    <w:rsid w:val="00A36B24"/>
    <w:rsid w:val="00A413E3"/>
    <w:rsid w:val="00A413E6"/>
    <w:rsid w:val="00A42B30"/>
    <w:rsid w:val="00A43795"/>
    <w:rsid w:val="00A46033"/>
    <w:rsid w:val="00A4675A"/>
    <w:rsid w:val="00A54D88"/>
    <w:rsid w:val="00A5675B"/>
    <w:rsid w:val="00A57AFA"/>
    <w:rsid w:val="00A57F25"/>
    <w:rsid w:val="00A6071F"/>
    <w:rsid w:val="00A616D7"/>
    <w:rsid w:val="00A65351"/>
    <w:rsid w:val="00A65AD3"/>
    <w:rsid w:val="00A72D19"/>
    <w:rsid w:val="00A74586"/>
    <w:rsid w:val="00A76A68"/>
    <w:rsid w:val="00A76DF9"/>
    <w:rsid w:val="00A779F2"/>
    <w:rsid w:val="00A77BC6"/>
    <w:rsid w:val="00A834E3"/>
    <w:rsid w:val="00A85389"/>
    <w:rsid w:val="00A8649C"/>
    <w:rsid w:val="00A908D2"/>
    <w:rsid w:val="00A915BE"/>
    <w:rsid w:val="00A942D4"/>
    <w:rsid w:val="00A950C6"/>
    <w:rsid w:val="00A95EF8"/>
    <w:rsid w:val="00AA3974"/>
    <w:rsid w:val="00AA4922"/>
    <w:rsid w:val="00AA5C52"/>
    <w:rsid w:val="00AB15B5"/>
    <w:rsid w:val="00AB6761"/>
    <w:rsid w:val="00AB6C93"/>
    <w:rsid w:val="00AB71B5"/>
    <w:rsid w:val="00AC191C"/>
    <w:rsid w:val="00AC3934"/>
    <w:rsid w:val="00AD14CE"/>
    <w:rsid w:val="00AD172A"/>
    <w:rsid w:val="00AD6959"/>
    <w:rsid w:val="00AE052F"/>
    <w:rsid w:val="00AE0A61"/>
    <w:rsid w:val="00AE1B26"/>
    <w:rsid w:val="00AE2D78"/>
    <w:rsid w:val="00AE38BB"/>
    <w:rsid w:val="00AE45D3"/>
    <w:rsid w:val="00AE5CF1"/>
    <w:rsid w:val="00AF01F8"/>
    <w:rsid w:val="00AF0AC5"/>
    <w:rsid w:val="00AF126C"/>
    <w:rsid w:val="00AF3FA9"/>
    <w:rsid w:val="00AF6A8E"/>
    <w:rsid w:val="00AF7904"/>
    <w:rsid w:val="00B006B9"/>
    <w:rsid w:val="00B014EB"/>
    <w:rsid w:val="00B01BC5"/>
    <w:rsid w:val="00B060E4"/>
    <w:rsid w:val="00B064BB"/>
    <w:rsid w:val="00B07DC8"/>
    <w:rsid w:val="00B119D6"/>
    <w:rsid w:val="00B12277"/>
    <w:rsid w:val="00B13C93"/>
    <w:rsid w:val="00B15254"/>
    <w:rsid w:val="00B16E5B"/>
    <w:rsid w:val="00B20470"/>
    <w:rsid w:val="00B20634"/>
    <w:rsid w:val="00B221D2"/>
    <w:rsid w:val="00B27DD9"/>
    <w:rsid w:val="00B33261"/>
    <w:rsid w:val="00B359EF"/>
    <w:rsid w:val="00B41A3F"/>
    <w:rsid w:val="00B51AB6"/>
    <w:rsid w:val="00B52AF5"/>
    <w:rsid w:val="00B540B4"/>
    <w:rsid w:val="00B57057"/>
    <w:rsid w:val="00B65852"/>
    <w:rsid w:val="00B668C5"/>
    <w:rsid w:val="00B7115B"/>
    <w:rsid w:val="00B73F53"/>
    <w:rsid w:val="00B73F9D"/>
    <w:rsid w:val="00B8174D"/>
    <w:rsid w:val="00B81A8D"/>
    <w:rsid w:val="00B841BC"/>
    <w:rsid w:val="00B85CEC"/>
    <w:rsid w:val="00B91EFB"/>
    <w:rsid w:val="00B93D40"/>
    <w:rsid w:val="00B95133"/>
    <w:rsid w:val="00B9579C"/>
    <w:rsid w:val="00B96C71"/>
    <w:rsid w:val="00BA3A9E"/>
    <w:rsid w:val="00BA482F"/>
    <w:rsid w:val="00BA728B"/>
    <w:rsid w:val="00BB0E7F"/>
    <w:rsid w:val="00BB1235"/>
    <w:rsid w:val="00BB407E"/>
    <w:rsid w:val="00BB7DAD"/>
    <w:rsid w:val="00BC1B82"/>
    <w:rsid w:val="00BC4917"/>
    <w:rsid w:val="00BC6836"/>
    <w:rsid w:val="00BD0DEF"/>
    <w:rsid w:val="00BD7DC8"/>
    <w:rsid w:val="00BE1341"/>
    <w:rsid w:val="00BE220F"/>
    <w:rsid w:val="00BE2438"/>
    <w:rsid w:val="00BE5302"/>
    <w:rsid w:val="00BE5A73"/>
    <w:rsid w:val="00BE723B"/>
    <w:rsid w:val="00BF20CB"/>
    <w:rsid w:val="00BF298E"/>
    <w:rsid w:val="00BF3425"/>
    <w:rsid w:val="00BF3659"/>
    <w:rsid w:val="00BF4972"/>
    <w:rsid w:val="00BF540C"/>
    <w:rsid w:val="00C002B1"/>
    <w:rsid w:val="00C05539"/>
    <w:rsid w:val="00C05A1C"/>
    <w:rsid w:val="00C05F96"/>
    <w:rsid w:val="00C165E4"/>
    <w:rsid w:val="00C16F2C"/>
    <w:rsid w:val="00C17CAF"/>
    <w:rsid w:val="00C20053"/>
    <w:rsid w:val="00C21591"/>
    <w:rsid w:val="00C23842"/>
    <w:rsid w:val="00C23A03"/>
    <w:rsid w:val="00C31806"/>
    <w:rsid w:val="00C31E0D"/>
    <w:rsid w:val="00C3650B"/>
    <w:rsid w:val="00C41B89"/>
    <w:rsid w:val="00C4466E"/>
    <w:rsid w:val="00C46BD0"/>
    <w:rsid w:val="00C55479"/>
    <w:rsid w:val="00C56229"/>
    <w:rsid w:val="00C60CAF"/>
    <w:rsid w:val="00C646C7"/>
    <w:rsid w:val="00C649E2"/>
    <w:rsid w:val="00C64A83"/>
    <w:rsid w:val="00C71A2F"/>
    <w:rsid w:val="00C71E68"/>
    <w:rsid w:val="00C72FE1"/>
    <w:rsid w:val="00C73411"/>
    <w:rsid w:val="00C734EB"/>
    <w:rsid w:val="00C73B03"/>
    <w:rsid w:val="00C73F18"/>
    <w:rsid w:val="00C75E10"/>
    <w:rsid w:val="00C777F5"/>
    <w:rsid w:val="00C77F37"/>
    <w:rsid w:val="00C80235"/>
    <w:rsid w:val="00C8280B"/>
    <w:rsid w:val="00C873F0"/>
    <w:rsid w:val="00C87594"/>
    <w:rsid w:val="00C93AE0"/>
    <w:rsid w:val="00C95C7E"/>
    <w:rsid w:val="00C96372"/>
    <w:rsid w:val="00CA1973"/>
    <w:rsid w:val="00CA1D0D"/>
    <w:rsid w:val="00CA2A8A"/>
    <w:rsid w:val="00CA30AC"/>
    <w:rsid w:val="00CA63DD"/>
    <w:rsid w:val="00CA6C35"/>
    <w:rsid w:val="00CB1907"/>
    <w:rsid w:val="00CB2314"/>
    <w:rsid w:val="00CB3BC2"/>
    <w:rsid w:val="00CB6889"/>
    <w:rsid w:val="00CB7A4D"/>
    <w:rsid w:val="00CC0CB6"/>
    <w:rsid w:val="00CC1BBC"/>
    <w:rsid w:val="00CC2F07"/>
    <w:rsid w:val="00CC5D7F"/>
    <w:rsid w:val="00CC6565"/>
    <w:rsid w:val="00CC694A"/>
    <w:rsid w:val="00CC6ADF"/>
    <w:rsid w:val="00CC7E6C"/>
    <w:rsid w:val="00CD2ADE"/>
    <w:rsid w:val="00CD2D47"/>
    <w:rsid w:val="00CD2F04"/>
    <w:rsid w:val="00CE2DA3"/>
    <w:rsid w:val="00CE3121"/>
    <w:rsid w:val="00CE4C87"/>
    <w:rsid w:val="00CE56C4"/>
    <w:rsid w:val="00CE5A20"/>
    <w:rsid w:val="00CE6693"/>
    <w:rsid w:val="00CE7F38"/>
    <w:rsid w:val="00CF3873"/>
    <w:rsid w:val="00CF69E4"/>
    <w:rsid w:val="00D00312"/>
    <w:rsid w:val="00D01750"/>
    <w:rsid w:val="00D030FC"/>
    <w:rsid w:val="00D11E15"/>
    <w:rsid w:val="00D13CCE"/>
    <w:rsid w:val="00D15138"/>
    <w:rsid w:val="00D163D7"/>
    <w:rsid w:val="00D232F2"/>
    <w:rsid w:val="00D23E7C"/>
    <w:rsid w:val="00D33083"/>
    <w:rsid w:val="00D3424A"/>
    <w:rsid w:val="00D34477"/>
    <w:rsid w:val="00D36F3F"/>
    <w:rsid w:val="00D417EC"/>
    <w:rsid w:val="00D42258"/>
    <w:rsid w:val="00D431B5"/>
    <w:rsid w:val="00D43210"/>
    <w:rsid w:val="00D457AF"/>
    <w:rsid w:val="00D62E7F"/>
    <w:rsid w:val="00D637C5"/>
    <w:rsid w:val="00D64E01"/>
    <w:rsid w:val="00D65FA4"/>
    <w:rsid w:val="00D6782E"/>
    <w:rsid w:val="00D67DA8"/>
    <w:rsid w:val="00D70E1C"/>
    <w:rsid w:val="00D71247"/>
    <w:rsid w:val="00D71945"/>
    <w:rsid w:val="00D71E2F"/>
    <w:rsid w:val="00D74C67"/>
    <w:rsid w:val="00D74C69"/>
    <w:rsid w:val="00D80E1F"/>
    <w:rsid w:val="00D87509"/>
    <w:rsid w:val="00D93024"/>
    <w:rsid w:val="00D93262"/>
    <w:rsid w:val="00D93479"/>
    <w:rsid w:val="00D96AF2"/>
    <w:rsid w:val="00DA4058"/>
    <w:rsid w:val="00DA4E6E"/>
    <w:rsid w:val="00DA4F9D"/>
    <w:rsid w:val="00DA56B4"/>
    <w:rsid w:val="00DA5B62"/>
    <w:rsid w:val="00DB1778"/>
    <w:rsid w:val="00DB1A9D"/>
    <w:rsid w:val="00DB209F"/>
    <w:rsid w:val="00DB2165"/>
    <w:rsid w:val="00DB24B1"/>
    <w:rsid w:val="00DB6374"/>
    <w:rsid w:val="00DB7331"/>
    <w:rsid w:val="00DC0EE7"/>
    <w:rsid w:val="00DC1687"/>
    <w:rsid w:val="00DC1AB1"/>
    <w:rsid w:val="00DC5314"/>
    <w:rsid w:val="00DC6377"/>
    <w:rsid w:val="00DC738C"/>
    <w:rsid w:val="00DC7F0F"/>
    <w:rsid w:val="00DD2FB1"/>
    <w:rsid w:val="00DD4A87"/>
    <w:rsid w:val="00DE0CE5"/>
    <w:rsid w:val="00DE0F82"/>
    <w:rsid w:val="00DE6439"/>
    <w:rsid w:val="00DE7498"/>
    <w:rsid w:val="00DF0EB6"/>
    <w:rsid w:val="00DF1686"/>
    <w:rsid w:val="00DF1E9C"/>
    <w:rsid w:val="00E03A32"/>
    <w:rsid w:val="00E05796"/>
    <w:rsid w:val="00E063F5"/>
    <w:rsid w:val="00E07CBF"/>
    <w:rsid w:val="00E105AA"/>
    <w:rsid w:val="00E10A60"/>
    <w:rsid w:val="00E11C19"/>
    <w:rsid w:val="00E157AF"/>
    <w:rsid w:val="00E17739"/>
    <w:rsid w:val="00E21B32"/>
    <w:rsid w:val="00E2273D"/>
    <w:rsid w:val="00E25FB7"/>
    <w:rsid w:val="00E26702"/>
    <w:rsid w:val="00E30E5C"/>
    <w:rsid w:val="00E3676D"/>
    <w:rsid w:val="00E3761B"/>
    <w:rsid w:val="00E4115D"/>
    <w:rsid w:val="00E417AA"/>
    <w:rsid w:val="00E43B3E"/>
    <w:rsid w:val="00E46282"/>
    <w:rsid w:val="00E50953"/>
    <w:rsid w:val="00E54825"/>
    <w:rsid w:val="00E573C1"/>
    <w:rsid w:val="00E57787"/>
    <w:rsid w:val="00E61705"/>
    <w:rsid w:val="00E64B66"/>
    <w:rsid w:val="00E660E7"/>
    <w:rsid w:val="00E66486"/>
    <w:rsid w:val="00E67B9C"/>
    <w:rsid w:val="00E7060D"/>
    <w:rsid w:val="00E708D9"/>
    <w:rsid w:val="00E75398"/>
    <w:rsid w:val="00E7725B"/>
    <w:rsid w:val="00E8226E"/>
    <w:rsid w:val="00E83226"/>
    <w:rsid w:val="00E83F99"/>
    <w:rsid w:val="00E84548"/>
    <w:rsid w:val="00E961DC"/>
    <w:rsid w:val="00E96EAA"/>
    <w:rsid w:val="00EA0161"/>
    <w:rsid w:val="00EA0D61"/>
    <w:rsid w:val="00EA18AC"/>
    <w:rsid w:val="00EA1B93"/>
    <w:rsid w:val="00EA2684"/>
    <w:rsid w:val="00EA3A79"/>
    <w:rsid w:val="00EB04E7"/>
    <w:rsid w:val="00EB221B"/>
    <w:rsid w:val="00EB5488"/>
    <w:rsid w:val="00EC0393"/>
    <w:rsid w:val="00EC1774"/>
    <w:rsid w:val="00EC3631"/>
    <w:rsid w:val="00EC40A0"/>
    <w:rsid w:val="00EC44F3"/>
    <w:rsid w:val="00EC6EE6"/>
    <w:rsid w:val="00EC7F56"/>
    <w:rsid w:val="00ED0FF0"/>
    <w:rsid w:val="00ED1735"/>
    <w:rsid w:val="00ED2F12"/>
    <w:rsid w:val="00ED30D5"/>
    <w:rsid w:val="00ED5CE5"/>
    <w:rsid w:val="00ED7269"/>
    <w:rsid w:val="00EE3A0B"/>
    <w:rsid w:val="00EF13B7"/>
    <w:rsid w:val="00EF1B14"/>
    <w:rsid w:val="00EF1B5F"/>
    <w:rsid w:val="00EF48BA"/>
    <w:rsid w:val="00EF57C8"/>
    <w:rsid w:val="00EF6C03"/>
    <w:rsid w:val="00F015C5"/>
    <w:rsid w:val="00F02310"/>
    <w:rsid w:val="00F0797B"/>
    <w:rsid w:val="00F1066A"/>
    <w:rsid w:val="00F1183D"/>
    <w:rsid w:val="00F17356"/>
    <w:rsid w:val="00F17C72"/>
    <w:rsid w:val="00F21274"/>
    <w:rsid w:val="00F23E4B"/>
    <w:rsid w:val="00F25675"/>
    <w:rsid w:val="00F257B3"/>
    <w:rsid w:val="00F258B0"/>
    <w:rsid w:val="00F259B0"/>
    <w:rsid w:val="00F26CAA"/>
    <w:rsid w:val="00F2733B"/>
    <w:rsid w:val="00F31BDE"/>
    <w:rsid w:val="00F3276A"/>
    <w:rsid w:val="00F36005"/>
    <w:rsid w:val="00F426F2"/>
    <w:rsid w:val="00F42F06"/>
    <w:rsid w:val="00F465EB"/>
    <w:rsid w:val="00F476AB"/>
    <w:rsid w:val="00F47741"/>
    <w:rsid w:val="00F504A5"/>
    <w:rsid w:val="00F5108E"/>
    <w:rsid w:val="00F5285D"/>
    <w:rsid w:val="00F60D4E"/>
    <w:rsid w:val="00F63359"/>
    <w:rsid w:val="00F63BA4"/>
    <w:rsid w:val="00F712CB"/>
    <w:rsid w:val="00F75114"/>
    <w:rsid w:val="00F75F8E"/>
    <w:rsid w:val="00F76C70"/>
    <w:rsid w:val="00F77BD9"/>
    <w:rsid w:val="00F849E6"/>
    <w:rsid w:val="00F84BAF"/>
    <w:rsid w:val="00F84E4D"/>
    <w:rsid w:val="00F91E61"/>
    <w:rsid w:val="00F939CC"/>
    <w:rsid w:val="00F964EA"/>
    <w:rsid w:val="00FA1455"/>
    <w:rsid w:val="00FA693D"/>
    <w:rsid w:val="00FA6C19"/>
    <w:rsid w:val="00FA6DF6"/>
    <w:rsid w:val="00FA71BE"/>
    <w:rsid w:val="00FA7254"/>
    <w:rsid w:val="00FB2C0C"/>
    <w:rsid w:val="00FB6ADD"/>
    <w:rsid w:val="00FB740E"/>
    <w:rsid w:val="00FC06CE"/>
    <w:rsid w:val="00FC4098"/>
    <w:rsid w:val="00FC7A42"/>
    <w:rsid w:val="00FD0107"/>
    <w:rsid w:val="00FD02D1"/>
    <w:rsid w:val="00FD03CC"/>
    <w:rsid w:val="00FD0A58"/>
    <w:rsid w:val="00FD4687"/>
    <w:rsid w:val="00FD55B9"/>
    <w:rsid w:val="00FE0A6B"/>
    <w:rsid w:val="00FE1938"/>
    <w:rsid w:val="00FE39AC"/>
    <w:rsid w:val="00FE4C15"/>
    <w:rsid w:val="00FE6846"/>
    <w:rsid w:val="00FE7D8E"/>
    <w:rsid w:val="00FF25A6"/>
    <w:rsid w:val="00FF4A97"/>
    <w:rsid w:val="00FF61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0073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250073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250073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250073"/>
    <w:rPr>
      <w:rFonts w:cs="Times New Roman"/>
      <w:sz w:val="24"/>
      <w:szCs w:val="24"/>
      <w:lang w:val="ru-RU" w:eastAsia="ru-RU" w:bidi="ar-SA"/>
    </w:rPr>
  </w:style>
  <w:style w:type="paragraph" w:customStyle="1" w:styleId="ConsPlusNormal">
    <w:name w:val="ConsPlusNormal"/>
    <w:uiPriority w:val="99"/>
    <w:rsid w:val="00250073"/>
    <w:pPr>
      <w:widowControl w:val="0"/>
      <w:autoSpaceDE w:val="0"/>
      <w:autoSpaceDN w:val="0"/>
      <w:adjustRightInd w:val="0"/>
    </w:pPr>
    <w:rPr>
      <w:rFonts w:ascii="Arial" w:eastAsia="Batang" w:hAnsi="Arial" w:cs="Arial"/>
      <w:sz w:val="20"/>
      <w:szCs w:val="20"/>
    </w:rPr>
  </w:style>
  <w:style w:type="paragraph" w:customStyle="1" w:styleId="Standarduser">
    <w:name w:val="Standard (user)"/>
    <w:uiPriority w:val="99"/>
    <w:rsid w:val="00250073"/>
    <w:pPr>
      <w:suppressAutoHyphens/>
      <w:textAlignment w:val="baseline"/>
    </w:pPr>
    <w:rPr>
      <w:rFonts w:ascii="Calibri" w:eastAsia="Batang" w:hAnsi="Calibri" w:cs="Calibri"/>
      <w:color w:val="000000"/>
      <w:kern w:val="1"/>
      <w:sz w:val="24"/>
      <w:szCs w:val="24"/>
      <w:lang w:val="en-US" w:eastAsia="en-US"/>
    </w:rPr>
  </w:style>
  <w:style w:type="paragraph" w:styleId="BlockText">
    <w:name w:val="Block Text"/>
    <w:basedOn w:val="Normal"/>
    <w:uiPriority w:val="99"/>
    <w:semiHidden/>
    <w:rsid w:val="00A616D7"/>
    <w:pPr>
      <w:tabs>
        <w:tab w:val="left" w:pos="1134"/>
      </w:tabs>
      <w:ind w:left="284" w:right="-1"/>
      <w:jc w:val="both"/>
    </w:pPr>
    <w:rPr>
      <w:rFonts w:ascii="Arial" w:hAnsi="Arial" w:cs="Arial"/>
      <w:sz w:val="28"/>
      <w:szCs w:val="20"/>
    </w:rPr>
  </w:style>
  <w:style w:type="paragraph" w:customStyle="1" w:styleId="xl33">
    <w:name w:val="xl33"/>
    <w:basedOn w:val="Normal"/>
    <w:uiPriority w:val="99"/>
    <w:rsid w:val="00B52AF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</w:rPr>
  </w:style>
  <w:style w:type="paragraph" w:styleId="BodyTextIndent">
    <w:name w:val="Body Text Indent"/>
    <w:basedOn w:val="Normal"/>
    <w:link w:val="BodyTextIndentChar"/>
    <w:uiPriority w:val="99"/>
    <w:rsid w:val="00BC1B82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36774A"/>
    <w:rPr>
      <w:rFonts w:cs="Times New Roman"/>
      <w:sz w:val="24"/>
      <w:szCs w:val="24"/>
    </w:rPr>
  </w:style>
  <w:style w:type="paragraph" w:styleId="BodyText2">
    <w:name w:val="Body Text 2"/>
    <w:basedOn w:val="Normal"/>
    <w:link w:val="BodyText2Char"/>
    <w:uiPriority w:val="99"/>
    <w:rsid w:val="00B668C5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36774A"/>
    <w:rPr>
      <w:rFonts w:cs="Times New Roman"/>
      <w:sz w:val="24"/>
      <w:szCs w:val="24"/>
    </w:rPr>
  </w:style>
  <w:style w:type="paragraph" w:customStyle="1" w:styleId="ConsPlusCell">
    <w:name w:val="ConsPlusCell"/>
    <w:uiPriority w:val="99"/>
    <w:rsid w:val="00B668C5"/>
    <w:pPr>
      <w:widowControl w:val="0"/>
      <w:autoSpaceDE w:val="0"/>
      <w:autoSpaceDN w:val="0"/>
      <w:adjustRightInd w:val="0"/>
    </w:pPr>
    <w:rPr>
      <w:rFonts w:eastAsia="Batang"/>
      <w:sz w:val="24"/>
      <w:szCs w:val="24"/>
    </w:rPr>
  </w:style>
  <w:style w:type="paragraph" w:customStyle="1" w:styleId="ConsPlusNonformat">
    <w:name w:val="ConsPlusNonformat"/>
    <w:uiPriority w:val="99"/>
    <w:rsid w:val="00B668C5"/>
    <w:pPr>
      <w:widowControl w:val="0"/>
      <w:autoSpaceDE w:val="0"/>
      <w:autoSpaceDN w:val="0"/>
      <w:adjustRightInd w:val="0"/>
    </w:pPr>
    <w:rPr>
      <w:rFonts w:ascii="Courier New" w:eastAsia="Batang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9591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591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591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591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591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591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591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591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591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591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591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591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591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591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591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591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591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591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591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591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591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591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591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591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591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591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591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591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591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591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97</TotalTime>
  <Pages>1</Pages>
  <Words>374</Words>
  <Characters>2132</Characters>
  <Application>Microsoft Office Outlook</Application>
  <DocSecurity>0</DocSecurity>
  <Lines>0</Lines>
  <Paragraphs>0</Paragraphs>
  <ScaleCrop>false</ScaleCrop>
  <Company>Administration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№2</dc:title>
  <dc:subject/>
  <dc:creator>OINF</dc:creator>
  <cp:keywords/>
  <dc:description/>
  <cp:lastModifiedBy>OINF</cp:lastModifiedBy>
  <cp:revision>13</cp:revision>
  <cp:lastPrinted>2017-12-28T13:46:00Z</cp:lastPrinted>
  <dcterms:created xsi:type="dcterms:W3CDTF">2016-12-19T09:46:00Z</dcterms:created>
  <dcterms:modified xsi:type="dcterms:W3CDTF">2017-12-28T13:47:00Z</dcterms:modified>
</cp:coreProperties>
</file>