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44" w:rsidRDefault="00031644" w:rsidP="00CD505D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CD505D">
        <w:rPr>
          <w:rFonts w:ascii="Arial" w:hAnsi="Arial" w:cs="Arial"/>
          <w:sz w:val="24"/>
          <w:szCs w:val="24"/>
        </w:rPr>
        <w:t xml:space="preserve">Приложение </w:t>
      </w:r>
    </w:p>
    <w:p w:rsidR="00031644" w:rsidRDefault="00031644" w:rsidP="00CD505D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CD505D">
        <w:rPr>
          <w:rFonts w:ascii="Arial" w:hAnsi="Arial" w:cs="Arial"/>
          <w:sz w:val="24"/>
          <w:szCs w:val="24"/>
        </w:rPr>
        <w:t>к постановлению администрации городского округа Ступино</w:t>
      </w:r>
    </w:p>
    <w:p w:rsidR="00031644" w:rsidRPr="00CD505D" w:rsidRDefault="00031644" w:rsidP="00CD505D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CD505D">
        <w:rPr>
          <w:rFonts w:ascii="Arial" w:hAnsi="Arial" w:cs="Arial"/>
          <w:sz w:val="24"/>
          <w:szCs w:val="24"/>
        </w:rPr>
        <w:t>Московской области</w:t>
      </w:r>
    </w:p>
    <w:p w:rsidR="00031644" w:rsidRPr="00CD505D" w:rsidRDefault="00031644" w:rsidP="00CD505D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 w:rsidRPr="00CD505D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_</w:t>
      </w:r>
      <w:r w:rsidRPr="00640144">
        <w:rPr>
          <w:rFonts w:ascii="Arial" w:hAnsi="Arial" w:cs="Arial"/>
          <w:sz w:val="24"/>
          <w:szCs w:val="24"/>
          <w:u w:val="single"/>
        </w:rPr>
        <w:t>_</w:t>
      </w:r>
      <w:r w:rsidRPr="00284FAA">
        <w:rPr>
          <w:rFonts w:ascii="Arial" w:hAnsi="Arial" w:cs="Arial"/>
          <w:sz w:val="20"/>
          <w:szCs w:val="20"/>
          <w:u w:val="single"/>
        </w:rPr>
        <w:t>15.02.2019</w:t>
      </w:r>
      <w:r>
        <w:rPr>
          <w:rFonts w:ascii="Arial" w:hAnsi="Arial" w:cs="Arial"/>
          <w:sz w:val="24"/>
          <w:szCs w:val="24"/>
        </w:rPr>
        <w:t>___</w:t>
      </w:r>
      <w:r w:rsidRPr="00CD505D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_</w:t>
      </w:r>
      <w:r w:rsidRPr="00284FAA">
        <w:rPr>
          <w:rFonts w:ascii="Arial" w:hAnsi="Arial" w:cs="Arial"/>
          <w:sz w:val="20"/>
          <w:szCs w:val="20"/>
          <w:u w:val="single"/>
        </w:rPr>
        <w:t>402-п</w:t>
      </w:r>
      <w:r>
        <w:rPr>
          <w:rFonts w:ascii="Arial" w:hAnsi="Arial" w:cs="Arial"/>
          <w:sz w:val="24"/>
          <w:szCs w:val="24"/>
        </w:rPr>
        <w:t>__</w:t>
      </w:r>
    </w:p>
    <w:p w:rsidR="00031644" w:rsidRDefault="00031644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31644" w:rsidRPr="008D3098" w:rsidRDefault="00031644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31644" w:rsidRPr="008D3098" w:rsidRDefault="00031644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некоммерческих организаций, осуществляющих деятельность в области </w:t>
      </w:r>
      <w:r w:rsidRPr="000B428D">
        <w:rPr>
          <w:rStyle w:val="blk"/>
          <w:rFonts w:ascii="Arial" w:hAnsi="Arial" w:cs="Arial"/>
          <w:color w:val="000000"/>
          <w:sz w:val="24"/>
          <w:szCs w:val="24"/>
        </w:rPr>
        <w:t>улучшения морально-психологического состояния граждан</w:t>
      </w:r>
      <w:r w:rsidRPr="008F1613">
        <w:rPr>
          <w:rFonts w:ascii="Arial" w:hAnsi="Arial" w:cs="Arial"/>
          <w:bCs/>
          <w:sz w:val="24"/>
          <w:szCs w:val="24"/>
        </w:rPr>
        <w:t xml:space="preserve"> </w:t>
      </w:r>
      <w:r w:rsidRPr="000B428D">
        <w:rPr>
          <w:rStyle w:val="blk"/>
          <w:rFonts w:ascii="Arial" w:hAnsi="Arial" w:cs="Arial"/>
          <w:color w:val="000000"/>
          <w:sz w:val="24"/>
          <w:szCs w:val="24"/>
        </w:rPr>
        <w:t>и содействия духовному развитию личности</w:t>
      </w:r>
      <w:r w:rsidRPr="008D3098">
        <w:rPr>
          <w:rFonts w:ascii="Arial" w:hAnsi="Arial" w:cs="Arial"/>
          <w:bCs/>
          <w:sz w:val="24"/>
          <w:szCs w:val="24"/>
        </w:rPr>
        <w:t xml:space="preserve"> на территории городского округа Ступино Московской области, для предоставления субсидий из бюджета городского округа Ступино Московской области</w:t>
      </w:r>
      <w:bookmarkStart w:id="0" w:name="_GoBack"/>
      <w:bookmarkEnd w:id="0"/>
    </w:p>
    <w:p w:rsidR="00031644" w:rsidRPr="008D3098" w:rsidRDefault="00031644" w:rsidP="000F6B05">
      <w:pPr>
        <w:widowControl w:val="0"/>
        <w:autoSpaceDE w:val="0"/>
        <w:autoSpaceDN w:val="0"/>
        <w:adjustRightInd w:val="0"/>
        <w:spacing w:after="120" w:line="240" w:lineRule="auto"/>
        <w:ind w:right="-1" w:firstLine="708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Комитет по работе с молодежью и молодежной политике администрации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городского округа Ступино Московской области объявляет конкурс по отбору </w:t>
      </w:r>
      <w:r w:rsidRPr="008D3098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</w:t>
      </w:r>
      <w:r w:rsidRPr="000B428D">
        <w:rPr>
          <w:rStyle w:val="blk"/>
          <w:rFonts w:ascii="Arial" w:hAnsi="Arial" w:cs="Arial"/>
          <w:color w:val="000000"/>
          <w:sz w:val="24"/>
          <w:szCs w:val="24"/>
        </w:rPr>
        <w:t>улучшения морально-психологического состояния граждан</w:t>
      </w:r>
      <w:r w:rsidRPr="008F1613">
        <w:rPr>
          <w:rFonts w:ascii="Arial" w:hAnsi="Arial" w:cs="Arial"/>
          <w:bCs/>
          <w:sz w:val="24"/>
          <w:szCs w:val="24"/>
        </w:rPr>
        <w:t xml:space="preserve"> </w:t>
      </w:r>
      <w:r w:rsidRPr="000B428D">
        <w:rPr>
          <w:rStyle w:val="blk"/>
          <w:rFonts w:ascii="Arial" w:hAnsi="Arial" w:cs="Arial"/>
          <w:color w:val="000000"/>
          <w:sz w:val="24"/>
          <w:szCs w:val="24"/>
        </w:rPr>
        <w:t>и содействия духовному развитию личности</w:t>
      </w:r>
      <w:r w:rsidRPr="008D3098">
        <w:rPr>
          <w:rFonts w:ascii="Arial" w:hAnsi="Arial" w:cs="Arial"/>
          <w:bCs/>
          <w:sz w:val="24"/>
          <w:szCs w:val="24"/>
        </w:rPr>
        <w:t xml:space="preserve"> на территории городского округа Ступино Московской области (далее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- Конкурс),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для предоставления субсидий</w:t>
      </w:r>
      <w:r w:rsidRPr="008D30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из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бюджета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в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201</w:t>
      </w:r>
      <w:r>
        <w:rPr>
          <w:rFonts w:ascii="Arial" w:hAnsi="Arial" w:cs="Arial"/>
          <w:sz w:val="24"/>
          <w:szCs w:val="24"/>
          <w:lang w:eastAsia="ru-RU"/>
        </w:rPr>
        <w:t>9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у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на проведение </w:t>
      </w:r>
      <w:r>
        <w:rPr>
          <w:rFonts w:ascii="Arial" w:hAnsi="Arial" w:cs="Arial"/>
          <w:sz w:val="24"/>
          <w:szCs w:val="24"/>
          <w:lang w:eastAsia="ru-RU"/>
        </w:rPr>
        <w:t>комплекса мероприятий «Вместе - ради детей!»</w:t>
      </w:r>
      <w:r w:rsidRPr="00860EF2">
        <w:rPr>
          <w:rFonts w:ascii="Arial" w:hAnsi="Arial" w:cs="Arial"/>
          <w:sz w:val="24"/>
          <w:szCs w:val="24"/>
          <w:lang w:eastAsia="ru-RU"/>
        </w:rPr>
        <w:t>.</w:t>
      </w: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hAnsi="Arial" w:cs="Arial"/>
          <w:sz w:val="24"/>
          <w:szCs w:val="24"/>
          <w:lang w:eastAsia="ru-RU"/>
        </w:rPr>
        <w:br/>
        <w:t xml:space="preserve">по результатам Конкурса составляет </w:t>
      </w:r>
      <w:r>
        <w:rPr>
          <w:rFonts w:ascii="Arial" w:hAnsi="Arial" w:cs="Arial"/>
          <w:sz w:val="24"/>
          <w:szCs w:val="24"/>
          <w:lang w:eastAsia="ru-RU"/>
        </w:rPr>
        <w:t>500,00</w:t>
      </w:r>
      <w:r w:rsidRPr="00860EF2">
        <w:rPr>
          <w:rFonts w:ascii="Arial" w:hAnsi="Arial" w:cs="Arial"/>
          <w:sz w:val="24"/>
          <w:szCs w:val="24"/>
          <w:lang w:eastAsia="ru-RU"/>
        </w:rPr>
        <w:t xml:space="preserve"> (</w:t>
      </w:r>
      <w:r>
        <w:rPr>
          <w:rFonts w:ascii="Arial" w:hAnsi="Arial" w:cs="Arial"/>
          <w:sz w:val="24"/>
          <w:szCs w:val="24"/>
          <w:lang w:eastAsia="ru-RU"/>
        </w:rPr>
        <w:t>пятьсот тысяч</w:t>
      </w:r>
      <w:r w:rsidRPr="00860EF2">
        <w:rPr>
          <w:rFonts w:ascii="Arial" w:hAnsi="Arial" w:cs="Arial"/>
          <w:sz w:val="24"/>
          <w:szCs w:val="24"/>
          <w:lang w:eastAsia="ru-RU"/>
        </w:rPr>
        <w:t>) рублей.</w:t>
      </w:r>
    </w:p>
    <w:p w:rsidR="00031644" w:rsidRPr="00B412C1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B412C1">
        <w:rPr>
          <w:rFonts w:ascii="Arial" w:hAnsi="Arial" w:cs="Arial"/>
          <w:sz w:val="24"/>
          <w:szCs w:val="24"/>
          <w:lang w:eastAsia="ru-RU"/>
        </w:rPr>
        <w:t xml:space="preserve">Срок начала приема заявок: </w:t>
      </w:r>
      <w:r>
        <w:rPr>
          <w:rFonts w:ascii="Arial" w:hAnsi="Arial" w:cs="Arial"/>
          <w:sz w:val="24"/>
          <w:szCs w:val="24"/>
          <w:lang w:eastAsia="ru-RU"/>
        </w:rPr>
        <w:t>25 февраля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201</w:t>
      </w:r>
      <w:r>
        <w:rPr>
          <w:rFonts w:ascii="Arial" w:hAnsi="Arial" w:cs="Arial"/>
          <w:sz w:val="24"/>
          <w:szCs w:val="24"/>
          <w:lang w:eastAsia="ru-RU"/>
        </w:rPr>
        <w:t>9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окончания приема заявок: 16 марта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201</w:t>
      </w:r>
      <w:r>
        <w:rPr>
          <w:rFonts w:ascii="Arial" w:hAnsi="Arial" w:cs="Arial"/>
          <w:sz w:val="24"/>
          <w:szCs w:val="24"/>
          <w:lang w:eastAsia="ru-RU"/>
        </w:rPr>
        <w:t>9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14.00) ежедневно, кроме </w:t>
      </w:r>
      <w:r>
        <w:rPr>
          <w:rFonts w:ascii="Arial" w:hAnsi="Arial" w:cs="Arial"/>
          <w:sz w:val="24"/>
          <w:szCs w:val="24"/>
          <w:lang w:eastAsia="ru-RU"/>
        </w:rPr>
        <w:t>выходных и праздничных дней.</w:t>
      </w: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Место приема заявок:</w:t>
      </w:r>
      <w:r>
        <w:rPr>
          <w:rFonts w:ascii="Arial" w:hAnsi="Arial" w:cs="Arial"/>
          <w:sz w:val="24"/>
          <w:szCs w:val="24"/>
          <w:lang w:eastAsia="ru-RU"/>
        </w:rPr>
        <w:t xml:space="preserve"> г. Ступино, </w:t>
      </w:r>
      <w:r w:rsidRPr="008D3098">
        <w:rPr>
          <w:rFonts w:ascii="Arial" w:hAnsi="Arial" w:cs="Arial"/>
          <w:sz w:val="24"/>
          <w:szCs w:val="24"/>
          <w:lang w:eastAsia="ru-RU"/>
        </w:rPr>
        <w:t>ул. Андропова, д. 4</w:t>
      </w:r>
      <w:r>
        <w:rPr>
          <w:rFonts w:ascii="Arial" w:hAnsi="Arial" w:cs="Arial"/>
          <w:sz w:val="24"/>
          <w:szCs w:val="24"/>
          <w:lang w:eastAsia="ru-RU"/>
        </w:rPr>
        <w:t>5</w:t>
      </w:r>
      <w:r w:rsidRPr="008D3098">
        <w:rPr>
          <w:rFonts w:ascii="Arial" w:hAnsi="Arial" w:cs="Arial"/>
          <w:sz w:val="24"/>
          <w:szCs w:val="24"/>
          <w:lang w:eastAsia="ru-RU"/>
        </w:rPr>
        <w:t>/</w:t>
      </w:r>
      <w:r>
        <w:rPr>
          <w:rFonts w:ascii="Arial" w:hAnsi="Arial" w:cs="Arial"/>
          <w:sz w:val="24"/>
          <w:szCs w:val="24"/>
          <w:lang w:eastAsia="ru-RU"/>
        </w:rPr>
        <w:t>13</w:t>
      </w:r>
      <w:r w:rsidRPr="008D3098">
        <w:rPr>
          <w:rFonts w:ascii="Arial" w:hAnsi="Arial" w:cs="Arial"/>
          <w:sz w:val="24"/>
          <w:szCs w:val="24"/>
          <w:lang w:eastAsia="ru-RU"/>
        </w:rPr>
        <w:t>, каб</w:t>
      </w:r>
      <w:r>
        <w:rPr>
          <w:rFonts w:ascii="Arial" w:hAnsi="Arial" w:cs="Arial"/>
          <w:sz w:val="24"/>
          <w:szCs w:val="24"/>
          <w:lang w:eastAsia="ru-RU"/>
        </w:rPr>
        <w:t>. 301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031644" w:rsidRPr="008D3098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Почтовый адрес для направления заявок на участие в конкурсе: 142800, Московская обл., г.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D3098">
        <w:rPr>
          <w:rFonts w:ascii="Arial" w:hAnsi="Arial" w:cs="Arial"/>
          <w:sz w:val="24"/>
          <w:szCs w:val="24"/>
          <w:lang w:eastAsia="ru-RU"/>
        </w:rPr>
        <w:t>Ступино, ул. Андропова, д. 4</w:t>
      </w:r>
      <w:r>
        <w:rPr>
          <w:rFonts w:ascii="Arial" w:hAnsi="Arial" w:cs="Arial"/>
          <w:sz w:val="24"/>
          <w:szCs w:val="24"/>
          <w:lang w:eastAsia="ru-RU"/>
        </w:rPr>
        <w:t>5</w:t>
      </w:r>
      <w:r w:rsidRPr="008D3098">
        <w:rPr>
          <w:rFonts w:ascii="Arial" w:hAnsi="Arial" w:cs="Arial"/>
          <w:sz w:val="24"/>
          <w:szCs w:val="24"/>
          <w:lang w:eastAsia="ru-RU"/>
        </w:rPr>
        <w:t>/</w:t>
      </w:r>
      <w:r>
        <w:rPr>
          <w:rFonts w:ascii="Arial" w:hAnsi="Arial" w:cs="Arial"/>
          <w:sz w:val="24"/>
          <w:szCs w:val="24"/>
          <w:lang w:eastAsia="ru-RU"/>
        </w:rPr>
        <w:t>13, каб. 301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031644" w:rsidRPr="005B0223" w:rsidRDefault="00031644" w:rsidP="00CD505D">
      <w:pPr>
        <w:spacing w:after="0" w:line="36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 xml:space="preserve">Номер телефона и адрес электронной почты для получения консультаций по вопросам подготовки заявок на участие в Конкурсе: </w:t>
      </w:r>
      <w:r>
        <w:rPr>
          <w:rFonts w:ascii="Arial" w:hAnsi="Arial" w:cs="Arial"/>
          <w:sz w:val="24"/>
          <w:szCs w:val="24"/>
        </w:rPr>
        <w:t>8(49664)</w:t>
      </w:r>
      <w:r w:rsidRPr="00860EF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-</w:t>
      </w:r>
      <w:r w:rsidRPr="00860EF2">
        <w:rPr>
          <w:rFonts w:ascii="Arial" w:hAnsi="Arial" w:cs="Arial"/>
          <w:sz w:val="24"/>
          <w:szCs w:val="24"/>
        </w:rPr>
        <w:t>63</w:t>
      </w:r>
      <w:r>
        <w:rPr>
          <w:rFonts w:ascii="Arial" w:hAnsi="Arial" w:cs="Arial"/>
          <w:sz w:val="24"/>
          <w:szCs w:val="24"/>
        </w:rPr>
        <w:t>-</w:t>
      </w:r>
      <w:r w:rsidRPr="00860EF2">
        <w:rPr>
          <w:rFonts w:ascii="Arial" w:hAnsi="Arial" w:cs="Arial"/>
          <w:sz w:val="24"/>
          <w:szCs w:val="24"/>
        </w:rPr>
        <w:t>56</w:t>
      </w:r>
      <w:r w:rsidRPr="008D309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u w:val="single"/>
          <w:lang w:val="en-US"/>
        </w:rPr>
        <w:t>odm</w:t>
      </w:r>
      <w:r w:rsidRPr="005B0223">
        <w:rPr>
          <w:rFonts w:ascii="Arial" w:hAnsi="Arial" w:cs="Arial"/>
          <w:sz w:val="24"/>
          <w:szCs w:val="24"/>
          <w:u w:val="single"/>
        </w:rPr>
        <w:t>-</w:t>
      </w:r>
      <w:r>
        <w:rPr>
          <w:rFonts w:ascii="Arial" w:hAnsi="Arial" w:cs="Arial"/>
          <w:sz w:val="24"/>
          <w:szCs w:val="24"/>
          <w:u w:val="single"/>
          <w:lang w:val="en-US"/>
        </w:rPr>
        <w:t>stupino</w:t>
      </w:r>
      <w:r w:rsidRPr="008D3098">
        <w:rPr>
          <w:rFonts w:ascii="Arial" w:hAnsi="Arial" w:cs="Arial"/>
          <w:sz w:val="24"/>
          <w:szCs w:val="24"/>
          <w:u w:val="single"/>
        </w:rPr>
        <w:t>@</w:t>
      </w:r>
      <w:r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Pr="005B0223"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  <w:u w:val="single"/>
          <w:lang w:val="en-US"/>
        </w:rPr>
        <w:t>ru</w:t>
      </w:r>
    </w:p>
    <w:p w:rsidR="00031644" w:rsidRPr="008D3098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031644" w:rsidRPr="008D3098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1) заявление по форме согласно приложению к настоящему Объявлению;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6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0F6B05">
        <w:rPr>
          <w:rFonts w:ascii="Arial" w:hAnsi="Arial" w:cs="Arial"/>
          <w:sz w:val="24"/>
          <w:szCs w:val="24"/>
        </w:rPr>
        <w:t xml:space="preserve"> № 471-п (далее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Порядок);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Порядком.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 не соответствует требованиям к участникам конкурса, установленным Порядком;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>Список победителей Конкурса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031644" w:rsidRPr="000F6B05" w:rsidRDefault="00031644" w:rsidP="00CD50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031644" w:rsidRPr="000F6B05" w:rsidRDefault="00031644" w:rsidP="00CD505D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031644" w:rsidRPr="00CD505D" w:rsidRDefault="00031644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  <w:sz w:val="24"/>
          <w:szCs w:val="24"/>
        </w:rPr>
      </w:pPr>
      <w:r w:rsidRPr="00CD505D">
        <w:rPr>
          <w:rStyle w:val="a"/>
          <w:rFonts w:ascii="Arial" w:hAnsi="Arial" w:cs="Arial"/>
          <w:b w:val="0"/>
          <w:bCs/>
          <w:sz w:val="24"/>
          <w:szCs w:val="24"/>
        </w:rPr>
        <w:t>Форма</w:t>
      </w:r>
    </w:p>
    <w:p w:rsidR="00031644" w:rsidRPr="00CD505D" w:rsidRDefault="00031644" w:rsidP="000F6B05">
      <w:pPr>
        <w:pStyle w:val="ConsPlusNormal"/>
        <w:jc w:val="right"/>
        <w:outlineLvl w:val="2"/>
        <w:rPr>
          <w:rStyle w:val="a"/>
          <w:bCs/>
          <w:sz w:val="24"/>
          <w:szCs w:val="24"/>
        </w:rPr>
      </w:pPr>
    </w:p>
    <w:p w:rsidR="00031644" w:rsidRPr="005F04BF" w:rsidRDefault="00031644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31644" w:rsidRPr="005F04BF" w:rsidRDefault="00031644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на участие в конкурсном отборе социально ориентированных</w:t>
      </w:r>
    </w:p>
    <w:p w:rsidR="00031644" w:rsidRPr="005F04BF" w:rsidRDefault="00031644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Pr="005F04BF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31644" w:rsidRPr="00234EEB" w:rsidTr="00860EF2">
        <w:tc>
          <w:tcPr>
            <w:tcW w:w="9638" w:type="dxa"/>
            <w:gridSpan w:val="2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31644" w:rsidRPr="00234EEB" w:rsidRDefault="00031644" w:rsidP="00860E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Код(ы) по общероссийскому </w:t>
            </w:r>
            <w:hyperlink r:id="rId7" w:history="1">
              <w:r w:rsidRPr="00234EEB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234EEB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Pr="005F04BF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31644" w:rsidRPr="00234EEB" w:rsidTr="00860EF2">
        <w:tc>
          <w:tcPr>
            <w:tcW w:w="9638" w:type="dxa"/>
          </w:tcPr>
          <w:p w:rsidR="00031644" w:rsidRPr="00234EEB" w:rsidRDefault="00031644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83"/>
        <w:gridCol w:w="13"/>
      </w:tblGrid>
      <w:tr w:rsidR="00031644" w:rsidRPr="00234EEB" w:rsidTr="00860EF2">
        <w:trPr>
          <w:gridAfter w:val="1"/>
          <w:wAfter w:w="13" w:type="dxa"/>
        </w:trPr>
        <w:tc>
          <w:tcPr>
            <w:tcW w:w="9685" w:type="dxa"/>
            <w:gridSpan w:val="3"/>
          </w:tcPr>
          <w:p w:rsidR="00031644" w:rsidRPr="00234EEB" w:rsidRDefault="00031644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Информация о проекте, представленном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31644" w:rsidRPr="00234EEB" w:rsidTr="00860EF2">
        <w:tblPrEx>
          <w:tblBorders>
            <w:insideV w:val="none" w:sz="0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rPr>
          <w:gridAfter w:val="1"/>
          <w:wAfter w:w="13" w:type="dxa"/>
        </w:trPr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проект</w:t>
            </w:r>
          </w:p>
        </w:tc>
        <w:tc>
          <w:tcPr>
            <w:tcW w:w="3945" w:type="dxa"/>
            <w:gridSpan w:val="2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 w:rsidRPr="00234EEB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Pr="00234EEB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 w:rsidRPr="00234EEB">
              <w:rPr>
                <w:sz w:val="28"/>
                <w:szCs w:val="28"/>
              </w:rPr>
              <w:t>проекта</w:t>
            </w:r>
            <w:r w:rsidRPr="00234EEB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 w:rsidRPr="00234EEB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c>
          <w:tcPr>
            <w:tcW w:w="5740" w:type="dxa"/>
          </w:tcPr>
          <w:p w:rsidR="00031644" w:rsidRPr="00234EEB" w:rsidRDefault="00031644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 w:rsidRPr="00234EEB"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1644" w:rsidRPr="005F04BF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31644" w:rsidRPr="00234EEB" w:rsidTr="00860EF2">
        <w:tc>
          <w:tcPr>
            <w:tcW w:w="9638" w:type="dxa"/>
          </w:tcPr>
          <w:p w:rsidR="00031644" w:rsidRPr="00234EEB" w:rsidRDefault="00031644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234EEB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 w:rsidRPr="00234EEB">
              <w:rPr>
                <w:sz w:val="28"/>
                <w:szCs w:val="28"/>
              </w:rPr>
              <w:t>проекта</w:t>
            </w:r>
            <w:r w:rsidRPr="00234EEB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644" w:rsidRPr="00234EEB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31644" w:rsidRPr="00234EEB" w:rsidRDefault="00031644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1644" w:rsidRPr="005F04BF" w:rsidRDefault="00031644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31644" w:rsidRPr="005F04BF" w:rsidRDefault="00031644" w:rsidP="00CD505D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в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составе  заявки  на  участие  в конкурсном отборе социально ориентированных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31644" w:rsidRPr="005F04BF" w:rsidRDefault="00031644" w:rsidP="00CD505D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ознакомлен и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согласен.</w:t>
      </w:r>
    </w:p>
    <w:p w:rsidR="00031644" w:rsidRPr="005F04BF" w:rsidRDefault="00031644" w:rsidP="00CD505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F04BF">
        <w:rPr>
          <w:rFonts w:ascii="Arial" w:hAnsi="Arial" w:cs="Arial"/>
          <w:sz w:val="24"/>
          <w:szCs w:val="24"/>
        </w:rPr>
        <w:t xml:space="preserve">____________________________   </w:t>
      </w:r>
      <w:r>
        <w:rPr>
          <w:rFonts w:ascii="Arial" w:hAnsi="Arial" w:cs="Arial"/>
          <w:sz w:val="24"/>
          <w:szCs w:val="24"/>
        </w:rPr>
        <w:t xml:space="preserve">    </w:t>
      </w:r>
      <w:r w:rsidRPr="005F04BF">
        <w:rPr>
          <w:rFonts w:ascii="Arial" w:hAnsi="Arial" w:cs="Arial"/>
          <w:sz w:val="24"/>
          <w:szCs w:val="24"/>
        </w:rPr>
        <w:t xml:space="preserve">    __________      ___________________</w:t>
      </w: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5F04BF">
        <w:rPr>
          <w:rFonts w:ascii="Arial" w:hAnsi="Arial" w:cs="Arial"/>
          <w:sz w:val="24"/>
          <w:szCs w:val="24"/>
        </w:rPr>
        <w:t xml:space="preserve">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5F04BF">
        <w:rPr>
          <w:rFonts w:ascii="Arial" w:hAnsi="Arial" w:cs="Arial"/>
          <w:sz w:val="24"/>
          <w:szCs w:val="24"/>
        </w:rPr>
        <w:t xml:space="preserve">(подпись)     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 xml:space="preserve"> (фамилия, инициалы)</w:t>
      </w: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5F04BF">
        <w:rPr>
          <w:rFonts w:ascii="Arial" w:hAnsi="Arial" w:cs="Arial"/>
          <w:sz w:val="24"/>
          <w:szCs w:val="24"/>
        </w:rPr>
        <w:t>руководителя некоммерческой</w:t>
      </w: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5F04BF">
        <w:rPr>
          <w:rFonts w:ascii="Arial" w:hAnsi="Arial" w:cs="Arial"/>
          <w:sz w:val="24"/>
          <w:szCs w:val="24"/>
        </w:rPr>
        <w:t xml:space="preserve"> организации)</w:t>
      </w: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31644" w:rsidRPr="005F04BF" w:rsidRDefault="00031644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31644" w:rsidRPr="005F04BF" w:rsidRDefault="00031644" w:rsidP="000F6B05">
      <w:pPr>
        <w:pStyle w:val="BodyText"/>
        <w:jc w:val="both"/>
        <w:rPr>
          <w:rFonts w:ascii="Arial" w:hAnsi="Arial" w:cs="Arial"/>
          <w:color w:val="FF0000"/>
          <w:sz w:val="24"/>
          <w:szCs w:val="24"/>
        </w:rPr>
      </w:pPr>
    </w:p>
    <w:p w:rsidR="00031644" w:rsidRDefault="00031644" w:rsidP="000F6B05">
      <w:pPr>
        <w:pStyle w:val="BodyText"/>
        <w:jc w:val="both"/>
        <w:rPr>
          <w:rFonts w:ascii="Arial" w:hAnsi="Arial" w:cs="Arial"/>
          <w:color w:val="FF0000"/>
          <w:sz w:val="24"/>
          <w:szCs w:val="24"/>
        </w:rPr>
      </w:pPr>
    </w:p>
    <w:p w:rsidR="00031644" w:rsidRPr="0064648C" w:rsidRDefault="00031644" w:rsidP="000506B1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</w:p>
    <w:sectPr w:rsidR="00031644" w:rsidRPr="0064648C" w:rsidSect="00CD50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644" w:rsidRDefault="00031644" w:rsidP="00CC7034">
      <w:pPr>
        <w:spacing w:after="0" w:line="240" w:lineRule="auto"/>
      </w:pPr>
      <w:r>
        <w:separator/>
      </w:r>
    </w:p>
  </w:endnote>
  <w:endnote w:type="continuationSeparator" w:id="1">
    <w:p w:rsidR="00031644" w:rsidRDefault="00031644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644" w:rsidRDefault="00031644" w:rsidP="00CC7034">
      <w:pPr>
        <w:spacing w:after="0" w:line="240" w:lineRule="auto"/>
      </w:pPr>
      <w:r>
        <w:separator/>
      </w:r>
    </w:p>
  </w:footnote>
  <w:footnote w:type="continuationSeparator" w:id="1">
    <w:p w:rsidR="00031644" w:rsidRDefault="00031644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44" w:rsidRPr="00CC7034" w:rsidRDefault="00031644">
    <w:pPr>
      <w:pStyle w:val="Header"/>
      <w:jc w:val="center"/>
      <w:rPr>
        <w:rFonts w:ascii="Times New Roman" w:hAnsi="Times New Roman"/>
      </w:rPr>
    </w:pPr>
    <w:r w:rsidRPr="00CC7034">
      <w:rPr>
        <w:rFonts w:ascii="Times New Roman" w:hAnsi="Times New Roman"/>
      </w:rPr>
      <w:fldChar w:fldCharType="begin"/>
    </w:r>
    <w:r w:rsidRPr="00CC7034">
      <w:rPr>
        <w:rFonts w:ascii="Times New Roman" w:hAnsi="Times New Roman"/>
      </w:rPr>
      <w:instrText>PAGE   \* MERGEFORMAT</w:instrText>
    </w:r>
    <w:r w:rsidRPr="00CC70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</w:t>
    </w:r>
    <w:r w:rsidRPr="00CC7034">
      <w:rPr>
        <w:rFonts w:ascii="Times New Roman" w:hAnsi="Times New Roman"/>
      </w:rPr>
      <w:fldChar w:fldCharType="end"/>
    </w:r>
  </w:p>
  <w:p w:rsidR="00031644" w:rsidRDefault="000316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6B1"/>
    <w:rsid w:val="000012E1"/>
    <w:rsid w:val="00012F2D"/>
    <w:rsid w:val="00027FE5"/>
    <w:rsid w:val="00031644"/>
    <w:rsid w:val="000506B1"/>
    <w:rsid w:val="000613D7"/>
    <w:rsid w:val="00073604"/>
    <w:rsid w:val="000B428D"/>
    <w:rsid w:val="000E1515"/>
    <w:rsid w:val="000F6B05"/>
    <w:rsid w:val="00114864"/>
    <w:rsid w:val="00114EA6"/>
    <w:rsid w:val="00156810"/>
    <w:rsid w:val="00157F4C"/>
    <w:rsid w:val="0018049B"/>
    <w:rsid w:val="00187C19"/>
    <w:rsid w:val="0019095D"/>
    <w:rsid w:val="001D4D36"/>
    <w:rsid w:val="001E217E"/>
    <w:rsid w:val="002002D1"/>
    <w:rsid w:val="00201343"/>
    <w:rsid w:val="00234EEB"/>
    <w:rsid w:val="00235275"/>
    <w:rsid w:val="00284FAA"/>
    <w:rsid w:val="002942F9"/>
    <w:rsid w:val="002B4EB2"/>
    <w:rsid w:val="002B6E1A"/>
    <w:rsid w:val="002D6C14"/>
    <w:rsid w:val="003062A1"/>
    <w:rsid w:val="00307A68"/>
    <w:rsid w:val="00307CE6"/>
    <w:rsid w:val="003162FB"/>
    <w:rsid w:val="00354087"/>
    <w:rsid w:val="00354274"/>
    <w:rsid w:val="003658A8"/>
    <w:rsid w:val="00367649"/>
    <w:rsid w:val="003A6A48"/>
    <w:rsid w:val="003B3B7F"/>
    <w:rsid w:val="00425478"/>
    <w:rsid w:val="00450295"/>
    <w:rsid w:val="004A4EAC"/>
    <w:rsid w:val="004F2F23"/>
    <w:rsid w:val="00526B88"/>
    <w:rsid w:val="00546035"/>
    <w:rsid w:val="00585DF8"/>
    <w:rsid w:val="00596332"/>
    <w:rsid w:val="005A56D2"/>
    <w:rsid w:val="005B0223"/>
    <w:rsid w:val="005F04BF"/>
    <w:rsid w:val="005F6A7A"/>
    <w:rsid w:val="006144C0"/>
    <w:rsid w:val="00615B2D"/>
    <w:rsid w:val="00620E92"/>
    <w:rsid w:val="00630E82"/>
    <w:rsid w:val="00640144"/>
    <w:rsid w:val="0064648C"/>
    <w:rsid w:val="00681674"/>
    <w:rsid w:val="00685CB4"/>
    <w:rsid w:val="0069065B"/>
    <w:rsid w:val="006D5FED"/>
    <w:rsid w:val="006D792B"/>
    <w:rsid w:val="007135B6"/>
    <w:rsid w:val="00723752"/>
    <w:rsid w:val="00732657"/>
    <w:rsid w:val="0078203B"/>
    <w:rsid w:val="0079010F"/>
    <w:rsid w:val="007935C4"/>
    <w:rsid w:val="00794509"/>
    <w:rsid w:val="007E0535"/>
    <w:rsid w:val="007E479B"/>
    <w:rsid w:val="00822CEE"/>
    <w:rsid w:val="008416FE"/>
    <w:rsid w:val="00842AFF"/>
    <w:rsid w:val="00860EF2"/>
    <w:rsid w:val="008C6FC1"/>
    <w:rsid w:val="008D3098"/>
    <w:rsid w:val="008E5412"/>
    <w:rsid w:val="008F1613"/>
    <w:rsid w:val="00910EA3"/>
    <w:rsid w:val="0093538E"/>
    <w:rsid w:val="009417D1"/>
    <w:rsid w:val="00975031"/>
    <w:rsid w:val="00992648"/>
    <w:rsid w:val="009A599C"/>
    <w:rsid w:val="009F6C0F"/>
    <w:rsid w:val="00A30449"/>
    <w:rsid w:val="00A823E8"/>
    <w:rsid w:val="00AA06ED"/>
    <w:rsid w:val="00B412C1"/>
    <w:rsid w:val="00B5783D"/>
    <w:rsid w:val="00B663B4"/>
    <w:rsid w:val="00B6649C"/>
    <w:rsid w:val="00B919CB"/>
    <w:rsid w:val="00BE4149"/>
    <w:rsid w:val="00C27606"/>
    <w:rsid w:val="00CC7034"/>
    <w:rsid w:val="00CD2BD4"/>
    <w:rsid w:val="00CD505D"/>
    <w:rsid w:val="00D350A1"/>
    <w:rsid w:val="00D7023C"/>
    <w:rsid w:val="00D72429"/>
    <w:rsid w:val="00D75E43"/>
    <w:rsid w:val="00DB51F4"/>
    <w:rsid w:val="00DF0D8D"/>
    <w:rsid w:val="00E032D8"/>
    <w:rsid w:val="00E75B51"/>
    <w:rsid w:val="00E84785"/>
    <w:rsid w:val="00E90263"/>
    <w:rsid w:val="00EA7307"/>
    <w:rsid w:val="00EB0399"/>
    <w:rsid w:val="00ED23BC"/>
    <w:rsid w:val="00EF35C4"/>
    <w:rsid w:val="00F3059F"/>
    <w:rsid w:val="00F40FD5"/>
    <w:rsid w:val="00F53E8D"/>
    <w:rsid w:val="00F823C8"/>
    <w:rsid w:val="00FC08EB"/>
    <w:rsid w:val="00FF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70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7034"/>
    <w:rPr>
      <w:rFonts w:cs="Times New Roman"/>
    </w:rPr>
  </w:style>
  <w:style w:type="paragraph" w:customStyle="1" w:styleId="ConsPlusNormal">
    <w:name w:val="ConsPlusNormal"/>
    <w:uiPriority w:val="99"/>
    <w:rsid w:val="0064648C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a">
    <w:name w:val="Цветовое выделение"/>
    <w:uiPriority w:val="99"/>
    <w:rsid w:val="000F6B05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F6B05"/>
    <w:rPr>
      <w:rFonts w:cs="Times New Roman"/>
      <w:color w:val="106BBE"/>
    </w:rPr>
  </w:style>
  <w:style w:type="paragraph" w:customStyle="1" w:styleId="ConsPlusNonformat">
    <w:name w:val="ConsPlusNonformat"/>
    <w:uiPriority w:val="99"/>
    <w:rsid w:val="000F6B0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6B05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3098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073604"/>
    <w:rPr>
      <w:lang w:eastAsia="en-US"/>
    </w:rPr>
  </w:style>
  <w:style w:type="character" w:customStyle="1" w:styleId="blk">
    <w:name w:val="blk"/>
    <w:basedOn w:val="DefaultParagraphFont"/>
    <w:uiPriority w:val="99"/>
    <w:rsid w:val="008416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83EB478FB1B8F121DD7B73E034B1FBAE8FAAD651B9847197535F0F0763t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E39EED6136E01707D1DCB95D1B3E08FDE9DE37804F68DE7DE4DCB0B54BD7662E8561676A6C09E8nDo1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8</Pages>
  <Words>1767</Words>
  <Characters>10074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Ольга Александровна</dc:creator>
  <cp:keywords/>
  <dc:description/>
  <cp:lastModifiedBy>User</cp:lastModifiedBy>
  <cp:revision>18</cp:revision>
  <cp:lastPrinted>2019-02-15T12:37:00Z</cp:lastPrinted>
  <dcterms:created xsi:type="dcterms:W3CDTF">2018-08-23T14:33:00Z</dcterms:created>
  <dcterms:modified xsi:type="dcterms:W3CDTF">2019-02-15T12:37:00Z</dcterms:modified>
</cp:coreProperties>
</file>