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E83" w:rsidRPr="009468D7" w:rsidRDefault="00754E83" w:rsidP="009468D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</w:pPr>
      <w:r w:rsidRPr="009468D7">
        <w:rPr>
          <w:rFonts w:ascii="Arial" w:hAnsi="Arial" w:cs="Arial"/>
          <w:color w:val="2D2D2D"/>
          <w:spacing w:val="2"/>
          <w:sz w:val="21"/>
          <w:szCs w:val="21"/>
          <w:lang w:eastAsia="ru-RU"/>
        </w:rPr>
        <w:br/>
      </w:r>
      <w:r w:rsidRPr="009468D7">
        <w:rPr>
          <w:rFonts w:ascii="Arial" w:hAnsi="Arial" w:cs="Arial"/>
          <w:color w:val="2D2D2D"/>
          <w:spacing w:val="2"/>
          <w:sz w:val="21"/>
          <w:szCs w:val="21"/>
          <w:lang w:eastAsia="ru-RU"/>
        </w:rPr>
        <w:br/>
      </w:r>
      <w:r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  <w:t>Приложение 1</w:t>
      </w:r>
      <w:r w:rsidRPr="009468D7"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  <w:br/>
        <w:t xml:space="preserve">к Порядку выявления самовольно </w:t>
      </w:r>
    </w:p>
    <w:p w:rsidR="00754E83" w:rsidRPr="009468D7" w:rsidRDefault="00754E83" w:rsidP="009468D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  <w:t xml:space="preserve">построенных объектов капитального </w:t>
      </w:r>
    </w:p>
    <w:p w:rsidR="00754E83" w:rsidRPr="009468D7" w:rsidRDefault="00754E83" w:rsidP="009468D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  <w:t>строительства и принятия мер</w:t>
      </w:r>
    </w:p>
    <w:p w:rsidR="00754E83" w:rsidRPr="009468D7" w:rsidRDefault="00754E83" w:rsidP="009468D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  <w:t xml:space="preserve"> по сносу таких объектов на территории</w:t>
      </w:r>
    </w:p>
    <w:p w:rsidR="00754E83" w:rsidRDefault="00754E83" w:rsidP="00AC06DC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</w:pPr>
      <w:r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  <w:t>городского округа Ступино</w:t>
      </w:r>
    </w:p>
    <w:p w:rsidR="00754E83" w:rsidRPr="009468D7" w:rsidRDefault="00754E83" w:rsidP="00AC06DC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</w:pPr>
      <w:r>
        <w:rPr>
          <w:rFonts w:ascii="Times New Roman" w:hAnsi="Times New Roman"/>
          <w:color w:val="2D2D2D"/>
          <w:spacing w:val="2"/>
          <w:sz w:val="21"/>
          <w:szCs w:val="21"/>
          <w:lang w:eastAsia="ru-RU"/>
        </w:rPr>
        <w:t>Московской области</w:t>
      </w:r>
    </w:p>
    <w:p w:rsidR="00754E83" w:rsidRPr="009468D7" w:rsidRDefault="00754E83" w:rsidP="00162AF4">
      <w:pPr>
        <w:shd w:val="clear" w:color="auto" w:fill="FFFFFF"/>
        <w:spacing w:after="0" w:line="315" w:lineRule="atLeast"/>
        <w:ind w:firstLine="709"/>
        <w:jc w:val="right"/>
        <w:textAlignment w:val="baseline"/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br/>
      </w:r>
      <w:r w:rsidRPr="009468D7"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t>Форма</w:t>
      </w:r>
    </w:p>
    <w:p w:rsidR="00754E83" w:rsidRDefault="00754E83" w:rsidP="00162AF4">
      <w:pPr>
        <w:shd w:val="clear" w:color="auto" w:fill="FFFFFF"/>
        <w:spacing w:after="0" w:line="315" w:lineRule="atLeast"/>
        <w:ind w:firstLine="709"/>
        <w:jc w:val="right"/>
        <w:textAlignment w:val="baseline"/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</w:pPr>
    </w:p>
    <w:p w:rsidR="00754E83" w:rsidRPr="009468D7" w:rsidRDefault="00754E83" w:rsidP="00A6299B">
      <w:pPr>
        <w:shd w:val="clear" w:color="auto" w:fill="FFFFFF"/>
        <w:spacing w:after="0" w:line="315" w:lineRule="atLeast"/>
        <w:ind w:left="6067"/>
        <w:jc w:val="both"/>
        <w:textAlignment w:val="baseline"/>
        <w:outlineLvl w:val="0"/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t>УТВЕРЖДАЮ</w:t>
      </w:r>
    </w:p>
    <w:p w:rsidR="00754E83" w:rsidRPr="009468D7" w:rsidRDefault="00754E83" w:rsidP="00162AF4">
      <w:pPr>
        <w:shd w:val="clear" w:color="auto" w:fill="FFFFFF"/>
        <w:spacing w:after="0" w:line="315" w:lineRule="atLeast"/>
        <w:ind w:left="6067"/>
        <w:jc w:val="both"/>
        <w:textAlignment w:val="baseline"/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</w:pPr>
      <w:r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t xml:space="preserve">председатель комиссии </w:t>
      </w:r>
      <w:r w:rsidRPr="009468D7"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t>по вопросам</w:t>
      </w:r>
    </w:p>
    <w:p w:rsidR="00754E83" w:rsidRPr="009468D7" w:rsidRDefault="00754E83" w:rsidP="00162AF4">
      <w:pPr>
        <w:shd w:val="clear" w:color="auto" w:fill="FFFFFF"/>
        <w:spacing w:after="0" w:line="315" w:lineRule="atLeast"/>
        <w:ind w:left="6067"/>
        <w:jc w:val="both"/>
        <w:textAlignment w:val="baseline"/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</w:pPr>
      <w:r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t xml:space="preserve">самовольного строительства </w:t>
      </w:r>
      <w:r w:rsidRPr="009468D7"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t>на</w:t>
      </w:r>
      <w:bookmarkStart w:id="0" w:name="_GoBack"/>
      <w:bookmarkEnd w:id="0"/>
    </w:p>
    <w:p w:rsidR="00754E83" w:rsidRPr="009468D7" w:rsidRDefault="00754E83" w:rsidP="00162AF4">
      <w:pPr>
        <w:shd w:val="clear" w:color="auto" w:fill="FFFFFF"/>
        <w:spacing w:after="0" w:line="315" w:lineRule="atLeast"/>
        <w:ind w:left="6067"/>
        <w:jc w:val="both"/>
        <w:textAlignment w:val="baseline"/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</w:pPr>
      <w:r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t>территории городского округа Ступино Московской области</w:t>
      </w:r>
    </w:p>
    <w:p w:rsidR="00754E83" w:rsidRDefault="00754E83" w:rsidP="00162AF4">
      <w:pPr>
        <w:shd w:val="clear" w:color="auto" w:fill="FFFFFF"/>
        <w:spacing w:after="0" w:line="315" w:lineRule="atLeast"/>
        <w:ind w:left="6067"/>
        <w:jc w:val="both"/>
        <w:textAlignment w:val="baseline"/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</w:pPr>
      <w:r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t>________________________________</w:t>
      </w:r>
      <w:r w:rsidRPr="009468D7"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t xml:space="preserve"> </w:t>
      </w:r>
    </w:p>
    <w:p w:rsidR="00754E83" w:rsidRPr="009468D7" w:rsidRDefault="00754E83" w:rsidP="00162AF4">
      <w:pPr>
        <w:shd w:val="clear" w:color="auto" w:fill="FFFFFF"/>
        <w:spacing w:after="0" w:line="315" w:lineRule="atLeast"/>
        <w:ind w:left="6067"/>
        <w:jc w:val="both"/>
        <w:textAlignment w:val="baseline"/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t>(Ф.И.О.)</w:t>
      </w:r>
    </w:p>
    <w:p w:rsidR="00754E83" w:rsidRPr="009468D7" w:rsidRDefault="00754E83" w:rsidP="00162AF4">
      <w:pPr>
        <w:shd w:val="clear" w:color="auto" w:fill="FFFFFF"/>
        <w:spacing w:after="0" w:line="315" w:lineRule="atLeast"/>
        <w:ind w:left="6067"/>
        <w:jc w:val="both"/>
        <w:textAlignment w:val="baseline"/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t>"__" _____________ 20__ г.</w:t>
      </w:r>
    </w:p>
    <w:p w:rsidR="00754E83" w:rsidRPr="009468D7" w:rsidRDefault="00754E83" w:rsidP="00A6299B">
      <w:pPr>
        <w:shd w:val="clear" w:color="auto" w:fill="FFFFFF"/>
        <w:spacing w:after="0" w:line="315" w:lineRule="atLeast"/>
        <w:ind w:left="6067"/>
        <w:jc w:val="both"/>
        <w:textAlignment w:val="baseline"/>
        <w:outlineLvl w:val="0"/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t>М.П.</w:t>
      </w:r>
    </w:p>
    <w:p w:rsidR="00754E83" w:rsidRPr="002E1397" w:rsidRDefault="00754E83" w:rsidP="002E139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br/>
      </w:r>
      <w:r w:rsidRPr="002E139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ПРОТОКОЛ</w:t>
      </w:r>
    </w:p>
    <w:p w:rsidR="00754E83" w:rsidRPr="002E1397" w:rsidRDefault="00754E83" w:rsidP="002E139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754E83" w:rsidRPr="002E1397" w:rsidRDefault="00754E83" w:rsidP="002E139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2E139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по результатам обхода (объезда) или проверки сообщения о факте незаконного</w:t>
      </w:r>
    </w:p>
    <w:p w:rsidR="00754E83" w:rsidRPr="002E1397" w:rsidRDefault="00754E83" w:rsidP="002E139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754E83" w:rsidRPr="009468D7" w:rsidRDefault="00754E83" w:rsidP="002E139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</w:pPr>
      <w:r w:rsidRPr="002E139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строительства (реконструкции)</w:t>
      </w:r>
      <w:r w:rsidRPr="009468D7"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br/>
        <w:t xml:space="preserve">"__" _____________ 20__ г. </w:t>
      </w:r>
    </w:p>
    <w:p w:rsidR="00754E83" w:rsidRPr="009468D7" w:rsidRDefault="00754E83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br/>
      </w:r>
      <w:r w:rsidRPr="00162AF4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Члены комиссии по вопросам 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самовольного строительства на территории</w:t>
      </w:r>
    </w:p>
    <w:p w:rsidR="00754E83" w:rsidRPr="009468D7" w:rsidRDefault="00754E83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______________________________________________ района </w:t>
      </w:r>
      <w:r w:rsidRPr="00162AF4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____________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в составе:</w:t>
      </w:r>
    </w:p>
    <w:p w:rsidR="00754E83" w:rsidRPr="009468D7" w:rsidRDefault="00754E83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,</w:t>
      </w:r>
    </w:p>
    <w:p w:rsidR="00754E83" w:rsidRPr="009468D7" w:rsidRDefault="00754E83" w:rsidP="00162AF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(Ф.И.О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., должность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)</w:t>
      </w:r>
    </w:p>
    <w:p w:rsidR="00754E83" w:rsidRPr="009468D7" w:rsidRDefault="00754E83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,</w:t>
      </w:r>
    </w:p>
    <w:p w:rsidR="00754E83" w:rsidRPr="009468D7" w:rsidRDefault="00754E83" w:rsidP="00162AF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(Ф.И.О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., должность</w:t>
      </w: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)</w:t>
      </w:r>
    </w:p>
    <w:p w:rsidR="00754E83" w:rsidRPr="009468D7" w:rsidRDefault="00754E83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</w:t>
      </w:r>
    </w:p>
    <w:p w:rsidR="00754E83" w:rsidRPr="009468D7" w:rsidRDefault="00754E83" w:rsidP="00162AF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(Ф.И.О., должность)</w:t>
      </w:r>
    </w:p>
    <w:p w:rsidR="00754E83" w:rsidRPr="002E1397" w:rsidRDefault="00754E83" w:rsidP="002E13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2E139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произвели обследование территории в границах: ____________________________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</w:t>
      </w:r>
      <w:r w:rsidRPr="002E139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,</w:t>
      </w:r>
    </w:p>
    <w:p w:rsidR="00754E83" w:rsidRPr="002E1397" w:rsidRDefault="00754E83" w:rsidP="002E13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754E83" w:rsidRPr="002E1397" w:rsidRDefault="00754E83" w:rsidP="002E13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2E139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в результате обследования установлено: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4673"/>
      </w:tblGrid>
      <w:tr w:rsidR="00754E83" w:rsidRPr="008B5EFF" w:rsidTr="008B5EFF">
        <w:tc>
          <w:tcPr>
            <w:tcW w:w="4672" w:type="dxa"/>
          </w:tcPr>
          <w:p w:rsidR="00754E83" w:rsidRPr="008B5EFF" w:rsidRDefault="00754E83" w:rsidP="008B5EFF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8B5EFF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>Адрес объекта</w:t>
            </w:r>
          </w:p>
          <w:p w:rsidR="00754E83" w:rsidRPr="008B5EFF" w:rsidRDefault="00754E83" w:rsidP="008B5EFF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754E83" w:rsidRPr="008B5EFF" w:rsidRDefault="00754E83" w:rsidP="008B5EFF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8B5EFF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>Признаки самовольной постройки</w:t>
            </w:r>
          </w:p>
        </w:tc>
      </w:tr>
      <w:tr w:rsidR="00754E83" w:rsidRPr="008B5EFF" w:rsidTr="008B5EFF">
        <w:tc>
          <w:tcPr>
            <w:tcW w:w="4672" w:type="dxa"/>
          </w:tcPr>
          <w:p w:rsidR="00754E83" w:rsidRPr="008B5EFF" w:rsidRDefault="00754E83" w:rsidP="008B5EFF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754E83" w:rsidRPr="008B5EFF" w:rsidRDefault="00754E83" w:rsidP="008B5EFF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</w:tr>
    </w:tbl>
    <w:p w:rsidR="00754E83" w:rsidRPr="002E1397" w:rsidRDefault="00754E83" w:rsidP="002E13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754E83" w:rsidRPr="002E1397" w:rsidRDefault="00754E83" w:rsidP="002E13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754E83" w:rsidRPr="002E1397" w:rsidRDefault="00754E83" w:rsidP="002E13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754E83" w:rsidRPr="002E1397" w:rsidRDefault="00754E83" w:rsidP="002E13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754E83" w:rsidRPr="002E1397" w:rsidRDefault="00754E83" w:rsidP="002E13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*</w:t>
      </w:r>
      <w:r w:rsidRPr="002E139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__________________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________________________________________________________</w:t>
      </w:r>
    </w:p>
    <w:p w:rsidR="00754E83" w:rsidRPr="002E1397" w:rsidRDefault="00754E83" w:rsidP="002E13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754E83" w:rsidRPr="002E1397" w:rsidRDefault="00754E83" w:rsidP="002E13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* Если выявлены - перечислить какие</w:t>
      </w:r>
      <w:r w:rsidRPr="002E139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 призн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аки, если не выявлены – сделать </w:t>
      </w:r>
      <w:r w:rsidRPr="002E139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запись: "не выявлены".</w:t>
      </w:r>
    </w:p>
    <w:p w:rsidR="00754E83" w:rsidRPr="002E1397" w:rsidRDefault="00754E83" w:rsidP="002E13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754E83" w:rsidRPr="002E1397" w:rsidRDefault="00754E83" w:rsidP="002E13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754E83" w:rsidRPr="002E1397" w:rsidRDefault="00754E83" w:rsidP="002E13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754E83" w:rsidRPr="002E1397" w:rsidRDefault="00754E83" w:rsidP="00A6299B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2E139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Подписи членов комиссии: _________________________</w:t>
      </w:r>
    </w:p>
    <w:p w:rsidR="00754E83" w:rsidRPr="002E1397" w:rsidRDefault="00754E83" w:rsidP="002E13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754E83" w:rsidRPr="002E1397" w:rsidRDefault="00754E83" w:rsidP="002E13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2E139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 _________________________</w:t>
      </w:r>
    </w:p>
    <w:p w:rsidR="00754E83" w:rsidRPr="002E1397" w:rsidRDefault="00754E83" w:rsidP="002E13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754E83" w:rsidRPr="002E1397" w:rsidRDefault="00754E83" w:rsidP="002E13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2E139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   _________________________</w:t>
      </w:r>
    </w:p>
    <w:p w:rsidR="00754E83" w:rsidRPr="002E1397" w:rsidRDefault="00754E83" w:rsidP="002E13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754E83" w:rsidRPr="002E1397" w:rsidRDefault="00754E83" w:rsidP="002E13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754E83" w:rsidRPr="002E1397" w:rsidRDefault="00754E83" w:rsidP="002E13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754E83" w:rsidRPr="002E1397" w:rsidRDefault="00754E83" w:rsidP="00A6299B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2E139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Примечание.</w:t>
      </w:r>
    </w:p>
    <w:p w:rsidR="00754E83" w:rsidRPr="002E1397" w:rsidRDefault="00754E83" w:rsidP="002E13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754E83" w:rsidRPr="002E1397" w:rsidRDefault="00754E83" w:rsidP="002E13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К протоколу </w:t>
      </w:r>
      <w:r w:rsidRPr="002E139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приобщаются материалы фото- или видеосъемки осмотра объекта и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 документы, полученные в соответствии с пунктом 8 раздела 2 Порядка </w:t>
      </w:r>
      <w:r w:rsidRPr="002E1397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выявления самовольно построенных объектов капитального строительства и приня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тия мер по сносу таких объектов.</w:t>
      </w:r>
    </w:p>
    <w:sectPr w:rsidR="00754E83" w:rsidRPr="002E1397" w:rsidSect="00295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1890"/>
    <w:rsid w:val="00076472"/>
    <w:rsid w:val="00162AF4"/>
    <w:rsid w:val="001E1696"/>
    <w:rsid w:val="0029550C"/>
    <w:rsid w:val="002A1890"/>
    <w:rsid w:val="002E1397"/>
    <w:rsid w:val="00421FD9"/>
    <w:rsid w:val="00754E83"/>
    <w:rsid w:val="008B5EFF"/>
    <w:rsid w:val="009468D7"/>
    <w:rsid w:val="009727EC"/>
    <w:rsid w:val="00A30A4E"/>
    <w:rsid w:val="00A6299B"/>
    <w:rsid w:val="00AC06DC"/>
    <w:rsid w:val="00B65414"/>
    <w:rsid w:val="00E55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50C"/>
    <w:pPr>
      <w:spacing w:after="160" w:line="259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2E13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E1397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30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0A4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2E13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A6299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42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42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42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2</Pages>
  <Words>256</Words>
  <Characters>1463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Чернова Мария Николаевна</dc:creator>
  <cp:keywords/>
  <dc:description>exif_MSED_79609c7591ac450cff4aa455b270e2604a428c326212aacfbdaebc1aea8bc50e</dc:description>
  <cp:lastModifiedBy>Пользователь</cp:lastModifiedBy>
  <cp:revision>6</cp:revision>
  <cp:lastPrinted>2018-03-06T07:25:00Z</cp:lastPrinted>
  <dcterms:created xsi:type="dcterms:W3CDTF">2018-03-06T06:43:00Z</dcterms:created>
  <dcterms:modified xsi:type="dcterms:W3CDTF">2018-05-22T08:25:00Z</dcterms:modified>
</cp:coreProperties>
</file>